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45F" w:rsidRPr="005E592D" w:rsidRDefault="00F9245F" w:rsidP="00D576E3">
      <w:pPr>
        <w:jc w:val="center"/>
      </w:pPr>
      <w:r w:rsidRPr="005E592D">
        <w:t xml:space="preserve">ОТКРЫТОЕ АКЦИОНЕРНОЕ ОБЩЕСТВО </w:t>
      </w:r>
    </w:p>
    <w:p w:rsidR="00F9245F" w:rsidRPr="005E592D" w:rsidRDefault="00F9245F" w:rsidP="00D576E3">
      <w:pPr>
        <w:jc w:val="center"/>
      </w:pPr>
      <w:r w:rsidRPr="005E592D">
        <w:t>«БОРИСОВСКИЙ ЗАВОД МЕДИЦИНСКИХ ПРЕПАРАТОВ»</w:t>
      </w:r>
    </w:p>
    <w:p w:rsidR="00F9245F" w:rsidRPr="005E592D" w:rsidRDefault="00F9245F" w:rsidP="00D576E3">
      <w:pPr>
        <w:jc w:val="center"/>
      </w:pPr>
    </w:p>
    <w:p w:rsidR="00F9245F" w:rsidRPr="005E592D" w:rsidRDefault="00F9245F" w:rsidP="00D576E3">
      <w:pPr>
        <w:jc w:val="center"/>
      </w:pPr>
      <w:r w:rsidRPr="005E592D">
        <w:t>(ОАО «БЗМП»)</w:t>
      </w:r>
    </w:p>
    <w:p w:rsidR="00F9245F" w:rsidRPr="005E592D" w:rsidRDefault="00F9245F" w:rsidP="00D576E3">
      <w:pPr>
        <w:jc w:val="center"/>
      </w:pPr>
    </w:p>
    <w:p w:rsidR="00F9245F" w:rsidRPr="005E592D" w:rsidRDefault="00F9245F" w:rsidP="00D576E3">
      <w:pPr>
        <w:jc w:val="center"/>
      </w:pPr>
      <w:r w:rsidRPr="005E592D">
        <w:t>ОТДЕЛ ЗАКУПОК (ОЗ)</w:t>
      </w:r>
    </w:p>
    <w:p w:rsidR="00F9245F" w:rsidRPr="005E592D" w:rsidRDefault="00F9245F" w:rsidP="00D576E3"/>
    <w:p w:rsidR="00F9245F" w:rsidRPr="005E592D" w:rsidRDefault="00F9245F" w:rsidP="00D576E3">
      <w:pPr>
        <w:jc w:val="center"/>
      </w:pPr>
    </w:p>
    <w:p w:rsidR="00F9245F" w:rsidRPr="005E592D" w:rsidRDefault="00F9245F" w:rsidP="00D576E3">
      <w:pPr>
        <w:jc w:val="right"/>
      </w:pPr>
    </w:p>
    <w:p w:rsidR="00F9245F" w:rsidRPr="005E592D" w:rsidRDefault="00F9245F" w:rsidP="00D576E3"/>
    <w:p w:rsidR="00F9245F" w:rsidRPr="005E592D" w:rsidRDefault="00F9245F" w:rsidP="00D576E3">
      <w:r w:rsidRPr="005E592D">
        <w:t xml:space="preserve">                                                                  УТВЕРЖДАЮ</w:t>
      </w:r>
    </w:p>
    <w:p w:rsidR="00F9245F" w:rsidRPr="005E592D" w:rsidRDefault="00F9245F" w:rsidP="00D576E3">
      <w:r w:rsidRPr="005E592D">
        <w:t xml:space="preserve">                                                                  Заместитель генерального директора</w:t>
      </w:r>
    </w:p>
    <w:p w:rsidR="00F9245F" w:rsidRPr="005E592D" w:rsidRDefault="00F9245F" w:rsidP="00D576E3">
      <w:r w:rsidRPr="005E592D">
        <w:t xml:space="preserve">                                                                  ОАО «БЗМП» по коммерческим вопросам</w:t>
      </w:r>
    </w:p>
    <w:p w:rsidR="00F9245F" w:rsidRPr="005E592D" w:rsidRDefault="00F9245F" w:rsidP="00D576E3">
      <w:r w:rsidRPr="005E592D">
        <w:t xml:space="preserve">                                                                  Председатель комиссии</w:t>
      </w:r>
    </w:p>
    <w:p w:rsidR="00F9245F" w:rsidRPr="005E592D" w:rsidRDefault="00F9245F" w:rsidP="00D576E3">
      <w:r w:rsidRPr="005E592D">
        <w:t xml:space="preserve">                                                                                                             С.Н.Пономарев</w:t>
      </w:r>
    </w:p>
    <w:p w:rsidR="00F9245F" w:rsidRPr="005E592D" w:rsidRDefault="00F9245F" w:rsidP="00D576E3"/>
    <w:p w:rsidR="00F9245F" w:rsidRPr="005E592D" w:rsidRDefault="00F9245F" w:rsidP="00D576E3">
      <w:r w:rsidRPr="005E592D">
        <w:t xml:space="preserve">                                                                  </w:t>
      </w:r>
      <w:r>
        <w:t>24</w:t>
      </w:r>
      <w:r w:rsidRPr="00FF75E8">
        <w:t>.0</w:t>
      </w:r>
      <w:r>
        <w:t>5</w:t>
      </w:r>
      <w:r w:rsidRPr="00FF75E8">
        <w:t>.2021</w:t>
      </w:r>
      <w:r w:rsidRPr="005E592D">
        <w:t xml:space="preserve">  </w:t>
      </w:r>
    </w:p>
    <w:p w:rsidR="00F9245F" w:rsidRPr="005E592D" w:rsidRDefault="00F9245F" w:rsidP="00D576E3"/>
    <w:p w:rsidR="00F9245F" w:rsidRPr="005E592D" w:rsidRDefault="00F9245F" w:rsidP="00D576E3"/>
    <w:p w:rsidR="00F9245F" w:rsidRPr="005E592D" w:rsidRDefault="00F9245F" w:rsidP="00D576E3">
      <w:pPr>
        <w:jc w:val="center"/>
        <w:rPr>
          <w:b/>
        </w:rPr>
      </w:pPr>
    </w:p>
    <w:p w:rsidR="00F9245F" w:rsidRPr="005E592D" w:rsidRDefault="00F9245F" w:rsidP="00D576E3">
      <w:pPr>
        <w:jc w:val="center"/>
        <w:rPr>
          <w:b/>
          <w:sz w:val="36"/>
          <w:szCs w:val="36"/>
        </w:rPr>
      </w:pPr>
      <w:r w:rsidRPr="005E592D">
        <w:rPr>
          <w:b/>
          <w:sz w:val="36"/>
          <w:szCs w:val="36"/>
        </w:rPr>
        <w:t>КОНКУРСНЫЕ ДОКУМЕНТЫ</w:t>
      </w:r>
    </w:p>
    <w:p w:rsidR="00F9245F" w:rsidRPr="005E592D" w:rsidRDefault="00F9245F" w:rsidP="00D576E3">
      <w:pPr>
        <w:jc w:val="center"/>
        <w:rPr>
          <w:b/>
          <w:sz w:val="36"/>
          <w:szCs w:val="36"/>
        </w:rPr>
      </w:pPr>
    </w:p>
    <w:p w:rsidR="00F9245F" w:rsidRPr="005E592D" w:rsidRDefault="00F9245F" w:rsidP="00D576E3">
      <w:pPr>
        <w:jc w:val="center"/>
        <w:rPr>
          <w:sz w:val="36"/>
          <w:szCs w:val="36"/>
        </w:rPr>
      </w:pPr>
      <w:r w:rsidRPr="005E592D">
        <w:rPr>
          <w:sz w:val="36"/>
          <w:szCs w:val="36"/>
        </w:rPr>
        <w:t>о закупке исходного сырья</w:t>
      </w:r>
      <w:r>
        <w:rPr>
          <w:sz w:val="36"/>
          <w:szCs w:val="36"/>
        </w:rPr>
        <w:t xml:space="preserve"> </w:t>
      </w:r>
      <w:r w:rsidRPr="005E592D">
        <w:rPr>
          <w:sz w:val="36"/>
          <w:szCs w:val="36"/>
        </w:rPr>
        <w:t xml:space="preserve"> ОАО «БЗМП»  за счёт собственных средств, с применением процедуры  открытого конкурса</w:t>
      </w:r>
      <w:r>
        <w:rPr>
          <w:sz w:val="36"/>
          <w:szCs w:val="36"/>
        </w:rPr>
        <w:t xml:space="preserve"> 09.06.2021 года</w:t>
      </w:r>
    </w:p>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 w:rsidR="00F9245F" w:rsidRPr="005E592D" w:rsidRDefault="00F9245F" w:rsidP="00D576E3">
      <w:pPr>
        <w:jc w:val="center"/>
      </w:pPr>
    </w:p>
    <w:p w:rsidR="00F9245F" w:rsidRPr="005E592D" w:rsidRDefault="00F9245F" w:rsidP="00D576E3">
      <w:pPr>
        <w:jc w:val="center"/>
      </w:pPr>
    </w:p>
    <w:p w:rsidR="00F9245F" w:rsidRPr="005E592D" w:rsidRDefault="00F9245F" w:rsidP="00D576E3">
      <w:pPr>
        <w:jc w:val="center"/>
      </w:pPr>
    </w:p>
    <w:p w:rsidR="00F9245F" w:rsidRPr="005E592D" w:rsidRDefault="00F9245F" w:rsidP="00D576E3">
      <w:pPr>
        <w:jc w:val="center"/>
      </w:pPr>
    </w:p>
    <w:p w:rsidR="00F9245F" w:rsidRPr="005E592D" w:rsidRDefault="00F9245F" w:rsidP="00D576E3">
      <w:pPr>
        <w:jc w:val="center"/>
      </w:pPr>
      <w:r w:rsidRPr="005E592D">
        <w:t>г. Борисов</w:t>
      </w:r>
    </w:p>
    <w:p w:rsidR="00F9245F" w:rsidRPr="005E592D" w:rsidRDefault="00F9245F" w:rsidP="00D576E3">
      <w:pPr>
        <w:jc w:val="center"/>
      </w:pPr>
      <w:r w:rsidRPr="005E592D">
        <w:t>2021</w:t>
      </w:r>
    </w:p>
    <w:p w:rsidR="00F9245F" w:rsidRPr="005E592D" w:rsidRDefault="00F9245F" w:rsidP="00D576E3">
      <w:pPr>
        <w:jc w:val="center"/>
      </w:pPr>
    </w:p>
    <w:p w:rsidR="00F9245F" w:rsidRPr="005E592D" w:rsidRDefault="00F9245F" w:rsidP="00D576E3">
      <w:pPr>
        <w:jc w:val="center"/>
        <w:rPr>
          <w:b/>
          <w:szCs w:val="28"/>
          <w:lang w:val="en-US"/>
        </w:rPr>
      </w:pPr>
      <w:r w:rsidRPr="005E592D">
        <w:rPr>
          <w:b/>
          <w:szCs w:val="28"/>
        </w:rPr>
        <w:br w:type="page"/>
        <w:t>СОДЕРЖАНИЕ</w:t>
      </w:r>
    </w:p>
    <w:p w:rsidR="00F9245F" w:rsidRPr="005E592D" w:rsidRDefault="00F9245F"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F9245F" w:rsidRPr="005E592D" w:rsidTr="00D576E3">
        <w:tc>
          <w:tcPr>
            <w:tcW w:w="1263" w:type="dxa"/>
          </w:tcPr>
          <w:p w:rsidR="00F9245F" w:rsidRPr="005E592D" w:rsidRDefault="00F9245F" w:rsidP="00D576E3">
            <w:pPr>
              <w:jc w:val="center"/>
              <w:rPr>
                <w:szCs w:val="28"/>
              </w:rPr>
            </w:pPr>
            <w:r w:rsidRPr="005E592D">
              <w:rPr>
                <w:szCs w:val="28"/>
              </w:rPr>
              <w:t>Глава 1</w:t>
            </w:r>
          </w:p>
        </w:tc>
        <w:tc>
          <w:tcPr>
            <w:tcW w:w="8025" w:type="dxa"/>
          </w:tcPr>
          <w:p w:rsidR="00F9245F" w:rsidRPr="005E592D" w:rsidRDefault="00F9245F" w:rsidP="00D576E3">
            <w:pPr>
              <w:rPr>
                <w:szCs w:val="28"/>
              </w:rPr>
            </w:pPr>
            <w:r w:rsidRPr="005E592D">
              <w:rPr>
                <w:szCs w:val="28"/>
              </w:rPr>
              <w:t>Общие положения</w:t>
            </w:r>
          </w:p>
        </w:tc>
        <w:tc>
          <w:tcPr>
            <w:tcW w:w="691" w:type="dxa"/>
          </w:tcPr>
          <w:p w:rsidR="00F9245F" w:rsidRPr="00436717" w:rsidRDefault="00F9245F" w:rsidP="00D576E3">
            <w:pPr>
              <w:jc w:val="center"/>
              <w:rPr>
                <w:szCs w:val="28"/>
              </w:rPr>
            </w:pPr>
            <w:r w:rsidRPr="00436717">
              <w:rPr>
                <w:szCs w:val="28"/>
              </w:rPr>
              <w:t>3</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2</w:t>
            </w:r>
          </w:p>
        </w:tc>
        <w:tc>
          <w:tcPr>
            <w:tcW w:w="8025" w:type="dxa"/>
          </w:tcPr>
          <w:p w:rsidR="00F9245F" w:rsidRPr="005E592D" w:rsidRDefault="00F9245F" w:rsidP="00D576E3">
            <w:pPr>
              <w:rPr>
                <w:szCs w:val="28"/>
              </w:rPr>
            </w:pPr>
            <w:r w:rsidRPr="005E592D">
              <w:rPr>
                <w:szCs w:val="28"/>
              </w:rPr>
              <w:t>Термины и определения и сокращения</w:t>
            </w:r>
          </w:p>
        </w:tc>
        <w:tc>
          <w:tcPr>
            <w:tcW w:w="691" w:type="dxa"/>
          </w:tcPr>
          <w:p w:rsidR="00F9245F" w:rsidRPr="00436717" w:rsidRDefault="00F9245F" w:rsidP="00D576E3">
            <w:pPr>
              <w:jc w:val="center"/>
              <w:rPr>
                <w:szCs w:val="28"/>
              </w:rPr>
            </w:pPr>
            <w:r w:rsidRPr="00436717">
              <w:rPr>
                <w:szCs w:val="28"/>
              </w:rPr>
              <w:t>3</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3</w:t>
            </w:r>
          </w:p>
        </w:tc>
        <w:tc>
          <w:tcPr>
            <w:tcW w:w="8025" w:type="dxa"/>
          </w:tcPr>
          <w:p w:rsidR="00F9245F" w:rsidRPr="005E592D" w:rsidRDefault="00F9245F" w:rsidP="00D576E3">
            <w:pPr>
              <w:rPr>
                <w:szCs w:val="28"/>
              </w:rPr>
            </w:pPr>
            <w:r w:rsidRPr="005E592D">
              <w:rPr>
                <w:szCs w:val="28"/>
              </w:rPr>
              <w:t>Размещение, направление приглашений</w:t>
            </w:r>
          </w:p>
        </w:tc>
        <w:tc>
          <w:tcPr>
            <w:tcW w:w="691" w:type="dxa"/>
          </w:tcPr>
          <w:p w:rsidR="00F9245F" w:rsidRPr="00436717" w:rsidRDefault="00F9245F" w:rsidP="00D576E3">
            <w:pPr>
              <w:jc w:val="center"/>
              <w:rPr>
                <w:szCs w:val="28"/>
              </w:rPr>
            </w:pPr>
            <w:r w:rsidRPr="00436717">
              <w:rPr>
                <w:szCs w:val="28"/>
              </w:rPr>
              <w:t>4</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4</w:t>
            </w:r>
          </w:p>
        </w:tc>
        <w:tc>
          <w:tcPr>
            <w:tcW w:w="8025" w:type="dxa"/>
          </w:tcPr>
          <w:p w:rsidR="00F9245F" w:rsidRPr="005E592D" w:rsidRDefault="00F9245F" w:rsidP="00D576E3">
            <w:pPr>
              <w:rPr>
                <w:szCs w:val="28"/>
              </w:rPr>
            </w:pPr>
            <w:r w:rsidRPr="005E592D">
              <w:rPr>
                <w:szCs w:val="28"/>
              </w:rPr>
              <w:t>Нормативные ссылки</w:t>
            </w:r>
          </w:p>
        </w:tc>
        <w:tc>
          <w:tcPr>
            <w:tcW w:w="691" w:type="dxa"/>
          </w:tcPr>
          <w:p w:rsidR="00F9245F" w:rsidRPr="00436717" w:rsidRDefault="00F9245F" w:rsidP="00D576E3">
            <w:pPr>
              <w:jc w:val="center"/>
              <w:rPr>
                <w:szCs w:val="28"/>
              </w:rPr>
            </w:pPr>
            <w:r w:rsidRPr="00436717">
              <w:rPr>
                <w:szCs w:val="28"/>
              </w:rPr>
              <w:t>4</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5</w:t>
            </w:r>
          </w:p>
        </w:tc>
        <w:tc>
          <w:tcPr>
            <w:tcW w:w="8025" w:type="dxa"/>
          </w:tcPr>
          <w:p w:rsidR="00F9245F" w:rsidRPr="005E592D" w:rsidRDefault="00F9245F" w:rsidP="00D576E3">
            <w:pPr>
              <w:rPr>
                <w:szCs w:val="28"/>
              </w:rPr>
            </w:pPr>
            <w:r w:rsidRPr="005E592D">
              <w:rPr>
                <w:szCs w:val="28"/>
              </w:rPr>
              <w:t>Сведения о Заказчике</w:t>
            </w:r>
          </w:p>
        </w:tc>
        <w:tc>
          <w:tcPr>
            <w:tcW w:w="691" w:type="dxa"/>
          </w:tcPr>
          <w:p w:rsidR="00F9245F" w:rsidRPr="00436717" w:rsidRDefault="00F9245F" w:rsidP="00D576E3">
            <w:pPr>
              <w:jc w:val="center"/>
              <w:rPr>
                <w:szCs w:val="28"/>
              </w:rPr>
            </w:pPr>
            <w:r w:rsidRPr="00436717">
              <w:rPr>
                <w:szCs w:val="28"/>
              </w:rPr>
              <w:t>5</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6</w:t>
            </w:r>
          </w:p>
        </w:tc>
        <w:tc>
          <w:tcPr>
            <w:tcW w:w="8025" w:type="dxa"/>
          </w:tcPr>
          <w:p w:rsidR="00F9245F" w:rsidRPr="005E592D" w:rsidRDefault="00F9245F" w:rsidP="00D576E3">
            <w:pPr>
              <w:rPr>
                <w:szCs w:val="28"/>
              </w:rPr>
            </w:pPr>
            <w:r w:rsidRPr="005E592D">
              <w:rPr>
                <w:szCs w:val="28"/>
              </w:rPr>
              <w:t>Сведения о закупке и предмете закупки</w:t>
            </w:r>
          </w:p>
        </w:tc>
        <w:tc>
          <w:tcPr>
            <w:tcW w:w="691" w:type="dxa"/>
          </w:tcPr>
          <w:p w:rsidR="00F9245F" w:rsidRPr="00436717" w:rsidRDefault="00F9245F" w:rsidP="00D576E3">
            <w:pPr>
              <w:jc w:val="center"/>
              <w:rPr>
                <w:szCs w:val="28"/>
              </w:rPr>
            </w:pPr>
            <w:r w:rsidRPr="00436717">
              <w:rPr>
                <w:szCs w:val="28"/>
              </w:rPr>
              <w:t>5</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7</w:t>
            </w:r>
          </w:p>
        </w:tc>
        <w:tc>
          <w:tcPr>
            <w:tcW w:w="8025" w:type="dxa"/>
          </w:tcPr>
          <w:p w:rsidR="00F9245F" w:rsidRPr="005E592D" w:rsidRDefault="00F9245F" w:rsidP="00D576E3">
            <w:pPr>
              <w:rPr>
                <w:szCs w:val="28"/>
              </w:rPr>
            </w:pPr>
            <w:r w:rsidRPr="005E592D">
              <w:rPr>
                <w:szCs w:val="28"/>
              </w:rPr>
              <w:t>Требования к участникам открытого конкурса</w:t>
            </w:r>
          </w:p>
        </w:tc>
        <w:tc>
          <w:tcPr>
            <w:tcW w:w="691" w:type="dxa"/>
          </w:tcPr>
          <w:p w:rsidR="00F9245F" w:rsidRPr="00436717" w:rsidRDefault="00F9245F" w:rsidP="00D576E3">
            <w:pPr>
              <w:jc w:val="center"/>
              <w:rPr>
                <w:szCs w:val="28"/>
              </w:rPr>
            </w:pPr>
            <w:r w:rsidRPr="00436717">
              <w:rPr>
                <w:szCs w:val="28"/>
              </w:rPr>
              <w:t>6</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8</w:t>
            </w:r>
          </w:p>
        </w:tc>
        <w:tc>
          <w:tcPr>
            <w:tcW w:w="8025" w:type="dxa"/>
          </w:tcPr>
          <w:p w:rsidR="00F9245F" w:rsidRPr="005E592D" w:rsidRDefault="00F9245F" w:rsidP="00D576E3">
            <w:pPr>
              <w:rPr>
                <w:szCs w:val="28"/>
              </w:rPr>
            </w:pPr>
            <w:r w:rsidRPr="005E592D">
              <w:rPr>
                <w:szCs w:val="28"/>
              </w:rPr>
              <w:t>Квалификационные требования к участникам</w:t>
            </w:r>
          </w:p>
        </w:tc>
        <w:tc>
          <w:tcPr>
            <w:tcW w:w="691" w:type="dxa"/>
          </w:tcPr>
          <w:p w:rsidR="00F9245F" w:rsidRPr="00436717" w:rsidRDefault="00F9245F" w:rsidP="00D576E3">
            <w:pPr>
              <w:jc w:val="center"/>
              <w:rPr>
                <w:szCs w:val="28"/>
              </w:rPr>
            </w:pPr>
            <w:r w:rsidRPr="00436717">
              <w:rPr>
                <w:szCs w:val="28"/>
              </w:rPr>
              <w:t>8</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9</w:t>
            </w:r>
          </w:p>
        </w:tc>
        <w:tc>
          <w:tcPr>
            <w:tcW w:w="8025" w:type="dxa"/>
          </w:tcPr>
          <w:p w:rsidR="00F9245F" w:rsidRPr="005E592D" w:rsidRDefault="00F9245F"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F9245F" w:rsidRPr="00436717" w:rsidRDefault="00F9245F" w:rsidP="00D576E3">
            <w:pPr>
              <w:jc w:val="center"/>
              <w:rPr>
                <w:szCs w:val="28"/>
              </w:rPr>
            </w:pPr>
            <w:r w:rsidRPr="00436717">
              <w:rPr>
                <w:szCs w:val="28"/>
              </w:rPr>
              <w:t>10</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10</w:t>
            </w:r>
          </w:p>
        </w:tc>
        <w:tc>
          <w:tcPr>
            <w:tcW w:w="8025" w:type="dxa"/>
          </w:tcPr>
          <w:p w:rsidR="00F9245F" w:rsidRPr="005E592D" w:rsidRDefault="00F9245F" w:rsidP="00D576E3">
            <w:pPr>
              <w:rPr>
                <w:szCs w:val="28"/>
              </w:rPr>
            </w:pPr>
            <w:r w:rsidRPr="005E592D">
              <w:rPr>
                <w:szCs w:val="28"/>
              </w:rPr>
              <w:t xml:space="preserve">Расходы на  участие  в открытом конкурсе </w:t>
            </w:r>
          </w:p>
        </w:tc>
        <w:tc>
          <w:tcPr>
            <w:tcW w:w="691" w:type="dxa"/>
          </w:tcPr>
          <w:p w:rsidR="00F9245F" w:rsidRPr="00436717" w:rsidRDefault="00F9245F" w:rsidP="00D576E3">
            <w:pPr>
              <w:jc w:val="center"/>
              <w:rPr>
                <w:szCs w:val="28"/>
              </w:rPr>
            </w:pPr>
            <w:r w:rsidRPr="00436717">
              <w:rPr>
                <w:szCs w:val="28"/>
              </w:rPr>
              <w:t>11</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11</w:t>
            </w:r>
          </w:p>
        </w:tc>
        <w:tc>
          <w:tcPr>
            <w:tcW w:w="8025" w:type="dxa"/>
          </w:tcPr>
          <w:p w:rsidR="00F9245F" w:rsidRPr="005E592D" w:rsidRDefault="00F9245F" w:rsidP="00D576E3">
            <w:pPr>
              <w:rPr>
                <w:szCs w:val="28"/>
              </w:rPr>
            </w:pPr>
            <w:r w:rsidRPr="005E592D">
              <w:rPr>
                <w:szCs w:val="28"/>
              </w:rPr>
              <w:t>Конкурсное обеспечение</w:t>
            </w:r>
          </w:p>
        </w:tc>
        <w:tc>
          <w:tcPr>
            <w:tcW w:w="691" w:type="dxa"/>
          </w:tcPr>
          <w:p w:rsidR="00F9245F" w:rsidRPr="00436717" w:rsidRDefault="00F9245F" w:rsidP="00D576E3">
            <w:pPr>
              <w:jc w:val="center"/>
              <w:rPr>
                <w:szCs w:val="28"/>
              </w:rPr>
            </w:pPr>
            <w:r w:rsidRPr="00436717">
              <w:rPr>
                <w:szCs w:val="28"/>
              </w:rPr>
              <w:t>11</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12</w:t>
            </w:r>
          </w:p>
        </w:tc>
        <w:tc>
          <w:tcPr>
            <w:tcW w:w="8025" w:type="dxa"/>
          </w:tcPr>
          <w:p w:rsidR="00F9245F" w:rsidRPr="005E592D" w:rsidRDefault="00F9245F"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F9245F" w:rsidRPr="00436717" w:rsidRDefault="00F9245F" w:rsidP="00D576E3">
            <w:pPr>
              <w:jc w:val="center"/>
              <w:rPr>
                <w:szCs w:val="28"/>
              </w:rPr>
            </w:pPr>
            <w:r w:rsidRPr="00436717">
              <w:rPr>
                <w:szCs w:val="28"/>
              </w:rPr>
              <w:t>11</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13</w:t>
            </w:r>
          </w:p>
        </w:tc>
        <w:tc>
          <w:tcPr>
            <w:tcW w:w="8025" w:type="dxa"/>
          </w:tcPr>
          <w:p w:rsidR="00F9245F" w:rsidRPr="005E592D" w:rsidRDefault="00F9245F" w:rsidP="00D576E3">
            <w:pPr>
              <w:rPr>
                <w:szCs w:val="28"/>
              </w:rPr>
            </w:pPr>
            <w:r w:rsidRPr="005E592D">
              <w:rPr>
                <w:szCs w:val="28"/>
              </w:rPr>
              <w:t>Срок, место и порядок представления конкурсных предложений</w:t>
            </w:r>
          </w:p>
        </w:tc>
        <w:tc>
          <w:tcPr>
            <w:tcW w:w="691" w:type="dxa"/>
          </w:tcPr>
          <w:p w:rsidR="00F9245F" w:rsidRPr="00436717" w:rsidRDefault="00F9245F" w:rsidP="00436717">
            <w:pPr>
              <w:jc w:val="center"/>
              <w:rPr>
                <w:szCs w:val="28"/>
              </w:rPr>
            </w:pPr>
            <w:r w:rsidRPr="00436717">
              <w:rPr>
                <w:szCs w:val="28"/>
              </w:rPr>
              <w:t>12</w:t>
            </w:r>
          </w:p>
        </w:tc>
      </w:tr>
      <w:tr w:rsidR="00F9245F" w:rsidRPr="005E592D" w:rsidTr="00D576E3">
        <w:tc>
          <w:tcPr>
            <w:tcW w:w="1263" w:type="dxa"/>
          </w:tcPr>
          <w:p w:rsidR="00F9245F" w:rsidRPr="005E592D" w:rsidRDefault="00F9245F" w:rsidP="00D576E3">
            <w:pPr>
              <w:jc w:val="center"/>
              <w:rPr>
                <w:szCs w:val="28"/>
              </w:rPr>
            </w:pPr>
            <w:r w:rsidRPr="005E592D">
              <w:rPr>
                <w:szCs w:val="28"/>
              </w:rPr>
              <w:t>Глава 14</w:t>
            </w:r>
          </w:p>
        </w:tc>
        <w:tc>
          <w:tcPr>
            <w:tcW w:w="8025" w:type="dxa"/>
          </w:tcPr>
          <w:p w:rsidR="00F9245F" w:rsidRPr="005E592D" w:rsidRDefault="00F9245F" w:rsidP="00D576E3">
            <w:pPr>
              <w:rPr>
                <w:szCs w:val="28"/>
              </w:rPr>
            </w:pPr>
            <w:r w:rsidRPr="005E592D">
              <w:rPr>
                <w:szCs w:val="28"/>
              </w:rPr>
              <w:t>Срок действия конкурсных предложений</w:t>
            </w:r>
          </w:p>
        </w:tc>
        <w:tc>
          <w:tcPr>
            <w:tcW w:w="691" w:type="dxa"/>
          </w:tcPr>
          <w:p w:rsidR="00F9245F" w:rsidRPr="00436717" w:rsidRDefault="00F9245F" w:rsidP="00D576E3">
            <w:pPr>
              <w:jc w:val="center"/>
              <w:rPr>
                <w:szCs w:val="28"/>
              </w:rPr>
            </w:pPr>
            <w:r w:rsidRPr="00436717">
              <w:rPr>
                <w:szCs w:val="28"/>
              </w:rPr>
              <w:t>14</w:t>
            </w:r>
          </w:p>
        </w:tc>
      </w:tr>
      <w:tr w:rsidR="00F9245F" w:rsidRPr="005E592D" w:rsidTr="005E592D">
        <w:tc>
          <w:tcPr>
            <w:tcW w:w="1263" w:type="dxa"/>
          </w:tcPr>
          <w:p w:rsidR="00F9245F" w:rsidRPr="005E592D" w:rsidRDefault="00F9245F" w:rsidP="00D576E3">
            <w:pPr>
              <w:jc w:val="center"/>
              <w:rPr>
                <w:szCs w:val="28"/>
              </w:rPr>
            </w:pPr>
            <w:r w:rsidRPr="005E592D">
              <w:rPr>
                <w:szCs w:val="28"/>
              </w:rPr>
              <w:t>Глава 15</w:t>
            </w:r>
          </w:p>
        </w:tc>
        <w:tc>
          <w:tcPr>
            <w:tcW w:w="8025" w:type="dxa"/>
          </w:tcPr>
          <w:p w:rsidR="00F9245F" w:rsidRPr="005E592D" w:rsidRDefault="00F9245F" w:rsidP="00D576E3">
            <w:pPr>
              <w:rPr>
                <w:szCs w:val="28"/>
              </w:rPr>
            </w:pPr>
            <w:r w:rsidRPr="005E592D">
              <w:rPr>
                <w:szCs w:val="28"/>
              </w:rPr>
              <w:t>Язык и обмен документами, сведениями</w:t>
            </w:r>
          </w:p>
        </w:tc>
        <w:tc>
          <w:tcPr>
            <w:tcW w:w="691" w:type="dxa"/>
          </w:tcPr>
          <w:p w:rsidR="00F9245F" w:rsidRPr="00436717" w:rsidRDefault="00F9245F" w:rsidP="00D576E3">
            <w:pPr>
              <w:jc w:val="center"/>
              <w:rPr>
                <w:szCs w:val="28"/>
              </w:rPr>
            </w:pPr>
            <w:r w:rsidRPr="00436717">
              <w:rPr>
                <w:szCs w:val="28"/>
              </w:rPr>
              <w:t>14</w:t>
            </w:r>
          </w:p>
        </w:tc>
      </w:tr>
      <w:tr w:rsidR="00F9245F" w:rsidRPr="005E592D" w:rsidTr="005E592D">
        <w:tc>
          <w:tcPr>
            <w:tcW w:w="1263" w:type="dxa"/>
          </w:tcPr>
          <w:p w:rsidR="00F9245F" w:rsidRPr="005E592D" w:rsidRDefault="00F9245F" w:rsidP="00D576E3">
            <w:pPr>
              <w:jc w:val="center"/>
              <w:rPr>
                <w:szCs w:val="28"/>
              </w:rPr>
            </w:pPr>
            <w:r w:rsidRPr="005E592D">
              <w:rPr>
                <w:szCs w:val="28"/>
              </w:rPr>
              <w:t>Глава 16</w:t>
            </w:r>
          </w:p>
        </w:tc>
        <w:tc>
          <w:tcPr>
            <w:tcW w:w="8025" w:type="dxa"/>
          </w:tcPr>
          <w:p w:rsidR="00F9245F" w:rsidRPr="005E592D" w:rsidRDefault="00F9245F" w:rsidP="00D576E3">
            <w:pPr>
              <w:rPr>
                <w:szCs w:val="28"/>
              </w:rPr>
            </w:pPr>
            <w:r w:rsidRPr="005E592D">
              <w:rPr>
                <w:szCs w:val="28"/>
              </w:rPr>
              <w:t>Цена и валюта конкурсного предложения</w:t>
            </w:r>
          </w:p>
        </w:tc>
        <w:tc>
          <w:tcPr>
            <w:tcW w:w="691" w:type="dxa"/>
          </w:tcPr>
          <w:p w:rsidR="00F9245F" w:rsidRPr="00436717" w:rsidRDefault="00F9245F" w:rsidP="00436717">
            <w:pPr>
              <w:jc w:val="center"/>
              <w:rPr>
                <w:szCs w:val="28"/>
              </w:rPr>
            </w:pPr>
            <w:r w:rsidRPr="00436717">
              <w:rPr>
                <w:szCs w:val="28"/>
              </w:rPr>
              <w:t>14</w:t>
            </w:r>
          </w:p>
        </w:tc>
      </w:tr>
      <w:tr w:rsidR="00F9245F" w:rsidRPr="005E592D" w:rsidTr="005E592D">
        <w:tc>
          <w:tcPr>
            <w:tcW w:w="1263" w:type="dxa"/>
          </w:tcPr>
          <w:p w:rsidR="00F9245F" w:rsidRPr="005E592D" w:rsidRDefault="00F9245F" w:rsidP="00D576E3">
            <w:pPr>
              <w:jc w:val="center"/>
              <w:rPr>
                <w:szCs w:val="28"/>
              </w:rPr>
            </w:pPr>
            <w:r w:rsidRPr="005E592D">
              <w:rPr>
                <w:szCs w:val="28"/>
              </w:rPr>
              <w:t>Глава 17</w:t>
            </w:r>
          </w:p>
        </w:tc>
        <w:tc>
          <w:tcPr>
            <w:tcW w:w="8025" w:type="dxa"/>
          </w:tcPr>
          <w:p w:rsidR="00F9245F" w:rsidRPr="005E592D" w:rsidRDefault="00F9245F" w:rsidP="00D576E3">
            <w:pPr>
              <w:rPr>
                <w:szCs w:val="28"/>
              </w:rPr>
            </w:pPr>
            <w:r w:rsidRPr="005E592D">
              <w:rPr>
                <w:szCs w:val="28"/>
              </w:rPr>
              <w:t>Применение преференциальной поправки</w:t>
            </w:r>
          </w:p>
        </w:tc>
        <w:tc>
          <w:tcPr>
            <w:tcW w:w="691" w:type="dxa"/>
          </w:tcPr>
          <w:p w:rsidR="00F9245F" w:rsidRPr="00436717" w:rsidRDefault="00F9245F" w:rsidP="00D576E3">
            <w:pPr>
              <w:jc w:val="center"/>
              <w:rPr>
                <w:szCs w:val="28"/>
              </w:rPr>
            </w:pPr>
            <w:r w:rsidRPr="00436717">
              <w:rPr>
                <w:szCs w:val="28"/>
              </w:rPr>
              <w:t>15</w:t>
            </w:r>
          </w:p>
        </w:tc>
      </w:tr>
      <w:tr w:rsidR="00F9245F" w:rsidRPr="005E592D" w:rsidTr="005E592D">
        <w:tc>
          <w:tcPr>
            <w:tcW w:w="1263" w:type="dxa"/>
          </w:tcPr>
          <w:p w:rsidR="00F9245F" w:rsidRPr="005E592D" w:rsidRDefault="00F9245F" w:rsidP="00BC3C39">
            <w:pPr>
              <w:jc w:val="center"/>
              <w:rPr>
                <w:szCs w:val="28"/>
                <w:lang w:val="en-US"/>
              </w:rPr>
            </w:pPr>
            <w:r w:rsidRPr="005E592D">
              <w:rPr>
                <w:szCs w:val="28"/>
              </w:rPr>
              <w:t>Глава 18</w:t>
            </w:r>
          </w:p>
        </w:tc>
        <w:tc>
          <w:tcPr>
            <w:tcW w:w="8025" w:type="dxa"/>
          </w:tcPr>
          <w:p w:rsidR="00F9245F" w:rsidRPr="005E592D" w:rsidRDefault="00F9245F"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F9245F" w:rsidRPr="00436717" w:rsidRDefault="00F9245F" w:rsidP="005E592D">
            <w:pPr>
              <w:jc w:val="center"/>
              <w:rPr>
                <w:szCs w:val="28"/>
              </w:rPr>
            </w:pPr>
            <w:r w:rsidRPr="00436717">
              <w:rPr>
                <w:szCs w:val="28"/>
              </w:rPr>
              <w:t>16</w:t>
            </w:r>
          </w:p>
        </w:tc>
      </w:tr>
      <w:tr w:rsidR="00F9245F" w:rsidRPr="005E592D" w:rsidTr="005E592D">
        <w:tc>
          <w:tcPr>
            <w:tcW w:w="1263" w:type="dxa"/>
          </w:tcPr>
          <w:p w:rsidR="00F9245F" w:rsidRPr="005E592D" w:rsidRDefault="00F9245F"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F9245F" w:rsidRPr="005E592D" w:rsidRDefault="00F9245F" w:rsidP="00D576E3">
            <w:pPr>
              <w:rPr>
                <w:szCs w:val="28"/>
              </w:rPr>
            </w:pPr>
            <w:r w:rsidRPr="005E592D">
              <w:rPr>
                <w:szCs w:val="28"/>
              </w:rPr>
              <w:t>Вскрытие конвертов с конкурсными предложениями</w:t>
            </w:r>
          </w:p>
        </w:tc>
        <w:tc>
          <w:tcPr>
            <w:tcW w:w="691" w:type="dxa"/>
          </w:tcPr>
          <w:p w:rsidR="00F9245F" w:rsidRPr="00436717" w:rsidRDefault="00F9245F" w:rsidP="00436717">
            <w:pPr>
              <w:jc w:val="center"/>
              <w:rPr>
                <w:szCs w:val="28"/>
              </w:rPr>
            </w:pPr>
            <w:r w:rsidRPr="00436717">
              <w:rPr>
                <w:szCs w:val="28"/>
              </w:rPr>
              <w:t>21</w:t>
            </w:r>
          </w:p>
        </w:tc>
      </w:tr>
      <w:tr w:rsidR="00F9245F" w:rsidRPr="005E592D" w:rsidTr="005E592D">
        <w:tc>
          <w:tcPr>
            <w:tcW w:w="1263" w:type="dxa"/>
          </w:tcPr>
          <w:p w:rsidR="00F9245F" w:rsidRPr="005E592D" w:rsidRDefault="00F9245F" w:rsidP="00BC3C39">
            <w:pPr>
              <w:jc w:val="center"/>
              <w:rPr>
                <w:szCs w:val="28"/>
                <w:lang w:val="en-US"/>
              </w:rPr>
            </w:pPr>
            <w:r w:rsidRPr="005E592D">
              <w:rPr>
                <w:szCs w:val="28"/>
              </w:rPr>
              <w:t>Глава 20</w:t>
            </w:r>
          </w:p>
        </w:tc>
        <w:tc>
          <w:tcPr>
            <w:tcW w:w="8025" w:type="dxa"/>
          </w:tcPr>
          <w:p w:rsidR="00F9245F" w:rsidRPr="005E592D" w:rsidRDefault="00F9245F" w:rsidP="00D576E3">
            <w:pPr>
              <w:rPr>
                <w:szCs w:val="28"/>
              </w:rPr>
            </w:pPr>
            <w:r w:rsidRPr="005E592D">
              <w:rPr>
                <w:szCs w:val="28"/>
              </w:rPr>
              <w:t>Рассмотрение конкурсных предложений</w:t>
            </w:r>
          </w:p>
        </w:tc>
        <w:tc>
          <w:tcPr>
            <w:tcW w:w="691" w:type="dxa"/>
          </w:tcPr>
          <w:p w:rsidR="00F9245F" w:rsidRPr="00436717" w:rsidRDefault="00F9245F" w:rsidP="00436717">
            <w:pPr>
              <w:jc w:val="center"/>
              <w:rPr>
                <w:szCs w:val="28"/>
              </w:rPr>
            </w:pPr>
            <w:r w:rsidRPr="00436717">
              <w:rPr>
                <w:szCs w:val="28"/>
              </w:rPr>
              <w:t>22</w:t>
            </w:r>
          </w:p>
        </w:tc>
      </w:tr>
      <w:tr w:rsidR="00F9245F" w:rsidRPr="005E592D" w:rsidTr="005E592D">
        <w:tc>
          <w:tcPr>
            <w:tcW w:w="1263" w:type="dxa"/>
          </w:tcPr>
          <w:p w:rsidR="00F9245F" w:rsidRPr="005E592D" w:rsidRDefault="00F9245F"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F9245F" w:rsidRPr="005E592D" w:rsidRDefault="00F9245F" w:rsidP="00D576E3">
            <w:pPr>
              <w:rPr>
                <w:szCs w:val="28"/>
              </w:rPr>
            </w:pPr>
            <w:r w:rsidRPr="005E592D">
              <w:rPr>
                <w:szCs w:val="28"/>
              </w:rPr>
              <w:t>Отклонение  конкурсных предложений</w:t>
            </w:r>
          </w:p>
        </w:tc>
        <w:tc>
          <w:tcPr>
            <w:tcW w:w="691" w:type="dxa"/>
          </w:tcPr>
          <w:p w:rsidR="00F9245F" w:rsidRPr="00436717" w:rsidRDefault="00F9245F" w:rsidP="00436717">
            <w:pPr>
              <w:jc w:val="center"/>
              <w:rPr>
                <w:szCs w:val="28"/>
              </w:rPr>
            </w:pPr>
            <w:r w:rsidRPr="00436717">
              <w:rPr>
                <w:szCs w:val="28"/>
              </w:rPr>
              <w:t>22</w:t>
            </w:r>
          </w:p>
        </w:tc>
      </w:tr>
      <w:tr w:rsidR="00F9245F" w:rsidRPr="005E592D" w:rsidTr="005E592D">
        <w:tc>
          <w:tcPr>
            <w:tcW w:w="1263" w:type="dxa"/>
          </w:tcPr>
          <w:p w:rsidR="00F9245F" w:rsidRPr="005E592D" w:rsidRDefault="00F9245F" w:rsidP="00BC3C39">
            <w:pPr>
              <w:jc w:val="center"/>
              <w:rPr>
                <w:szCs w:val="28"/>
                <w:lang w:val="en-US"/>
              </w:rPr>
            </w:pPr>
            <w:r w:rsidRPr="005E592D">
              <w:rPr>
                <w:szCs w:val="28"/>
              </w:rPr>
              <w:t>Глава 22</w:t>
            </w:r>
          </w:p>
        </w:tc>
        <w:tc>
          <w:tcPr>
            <w:tcW w:w="8025" w:type="dxa"/>
          </w:tcPr>
          <w:p w:rsidR="00F9245F" w:rsidRPr="005E592D" w:rsidRDefault="00F9245F" w:rsidP="00D576E3">
            <w:pPr>
              <w:rPr>
                <w:szCs w:val="28"/>
              </w:rPr>
            </w:pPr>
            <w:r w:rsidRPr="005E592D">
              <w:rPr>
                <w:szCs w:val="28"/>
              </w:rPr>
              <w:t>Отмена процедуры открытого конкурса</w:t>
            </w:r>
          </w:p>
        </w:tc>
        <w:tc>
          <w:tcPr>
            <w:tcW w:w="691" w:type="dxa"/>
          </w:tcPr>
          <w:p w:rsidR="00F9245F" w:rsidRPr="00436717" w:rsidRDefault="00F9245F" w:rsidP="00436717">
            <w:pPr>
              <w:jc w:val="center"/>
              <w:rPr>
                <w:szCs w:val="28"/>
              </w:rPr>
            </w:pPr>
            <w:r w:rsidRPr="00436717">
              <w:rPr>
                <w:szCs w:val="28"/>
              </w:rPr>
              <w:t>23</w:t>
            </w:r>
          </w:p>
        </w:tc>
      </w:tr>
      <w:tr w:rsidR="00F9245F" w:rsidRPr="005E592D" w:rsidTr="005E592D">
        <w:tc>
          <w:tcPr>
            <w:tcW w:w="1263" w:type="dxa"/>
          </w:tcPr>
          <w:p w:rsidR="00F9245F" w:rsidRPr="005E592D" w:rsidRDefault="00F9245F" w:rsidP="00BC3C39">
            <w:pPr>
              <w:jc w:val="center"/>
              <w:rPr>
                <w:szCs w:val="28"/>
              </w:rPr>
            </w:pPr>
            <w:r w:rsidRPr="005E592D">
              <w:rPr>
                <w:szCs w:val="28"/>
              </w:rPr>
              <w:t>Глава 23</w:t>
            </w:r>
          </w:p>
        </w:tc>
        <w:tc>
          <w:tcPr>
            <w:tcW w:w="8025" w:type="dxa"/>
          </w:tcPr>
          <w:p w:rsidR="00F9245F" w:rsidRPr="005E592D" w:rsidRDefault="00F9245F" w:rsidP="00D576E3">
            <w:pPr>
              <w:rPr>
                <w:szCs w:val="28"/>
              </w:rPr>
            </w:pPr>
            <w:r w:rsidRPr="005E592D">
              <w:rPr>
                <w:szCs w:val="28"/>
              </w:rPr>
              <w:t>Признание открытого конкурса несостоявшимся</w:t>
            </w:r>
          </w:p>
        </w:tc>
        <w:tc>
          <w:tcPr>
            <w:tcW w:w="691" w:type="dxa"/>
          </w:tcPr>
          <w:p w:rsidR="00F9245F" w:rsidRPr="00436717" w:rsidRDefault="00F9245F" w:rsidP="00436717">
            <w:pPr>
              <w:jc w:val="center"/>
              <w:rPr>
                <w:szCs w:val="28"/>
              </w:rPr>
            </w:pPr>
            <w:r w:rsidRPr="00436717">
              <w:rPr>
                <w:szCs w:val="28"/>
              </w:rPr>
              <w:t>23</w:t>
            </w:r>
          </w:p>
        </w:tc>
      </w:tr>
      <w:tr w:rsidR="00F9245F" w:rsidRPr="005E592D" w:rsidTr="005E592D">
        <w:tc>
          <w:tcPr>
            <w:tcW w:w="1263" w:type="dxa"/>
          </w:tcPr>
          <w:p w:rsidR="00F9245F" w:rsidRPr="005E592D" w:rsidRDefault="00F9245F" w:rsidP="00BC3C39">
            <w:pPr>
              <w:jc w:val="center"/>
              <w:rPr>
                <w:szCs w:val="28"/>
              </w:rPr>
            </w:pPr>
            <w:r w:rsidRPr="005E592D">
              <w:rPr>
                <w:szCs w:val="28"/>
              </w:rPr>
              <w:t>Глава 24</w:t>
            </w:r>
          </w:p>
        </w:tc>
        <w:tc>
          <w:tcPr>
            <w:tcW w:w="8025" w:type="dxa"/>
          </w:tcPr>
          <w:p w:rsidR="00F9245F" w:rsidRPr="005E592D" w:rsidRDefault="00F9245F" w:rsidP="00D576E3">
            <w:pPr>
              <w:rPr>
                <w:szCs w:val="28"/>
              </w:rPr>
            </w:pPr>
            <w:r w:rsidRPr="005E592D">
              <w:rPr>
                <w:szCs w:val="28"/>
              </w:rPr>
              <w:t>Заключения договора (контракта)</w:t>
            </w:r>
          </w:p>
        </w:tc>
        <w:tc>
          <w:tcPr>
            <w:tcW w:w="691" w:type="dxa"/>
          </w:tcPr>
          <w:p w:rsidR="00F9245F" w:rsidRPr="00436717" w:rsidRDefault="00F9245F" w:rsidP="00436717">
            <w:pPr>
              <w:jc w:val="center"/>
              <w:rPr>
                <w:szCs w:val="28"/>
              </w:rPr>
            </w:pPr>
            <w:r w:rsidRPr="00436717">
              <w:rPr>
                <w:szCs w:val="28"/>
              </w:rPr>
              <w:t>24</w:t>
            </w:r>
          </w:p>
        </w:tc>
      </w:tr>
      <w:tr w:rsidR="00F9245F" w:rsidRPr="005E592D" w:rsidTr="005E592D">
        <w:tc>
          <w:tcPr>
            <w:tcW w:w="1263" w:type="dxa"/>
          </w:tcPr>
          <w:p w:rsidR="00F9245F" w:rsidRPr="005E592D" w:rsidRDefault="00F9245F" w:rsidP="00BC3C39">
            <w:pPr>
              <w:jc w:val="center"/>
              <w:rPr>
                <w:szCs w:val="28"/>
              </w:rPr>
            </w:pPr>
            <w:r w:rsidRPr="005E592D">
              <w:rPr>
                <w:szCs w:val="28"/>
              </w:rPr>
              <w:t>Глава 25</w:t>
            </w:r>
          </w:p>
        </w:tc>
        <w:tc>
          <w:tcPr>
            <w:tcW w:w="8025" w:type="dxa"/>
          </w:tcPr>
          <w:p w:rsidR="00F9245F" w:rsidRPr="005E592D" w:rsidRDefault="00F9245F" w:rsidP="00D576E3">
            <w:pPr>
              <w:rPr>
                <w:szCs w:val="28"/>
              </w:rPr>
            </w:pPr>
            <w:r w:rsidRPr="005E592D">
              <w:rPr>
                <w:szCs w:val="28"/>
              </w:rPr>
              <w:t>Разрешение разногласий, связанных с проведением открытого конкурса</w:t>
            </w:r>
          </w:p>
        </w:tc>
        <w:tc>
          <w:tcPr>
            <w:tcW w:w="691" w:type="dxa"/>
          </w:tcPr>
          <w:p w:rsidR="00F9245F" w:rsidRPr="00436717" w:rsidRDefault="00F9245F" w:rsidP="00436717">
            <w:pPr>
              <w:jc w:val="center"/>
              <w:rPr>
                <w:szCs w:val="28"/>
              </w:rPr>
            </w:pPr>
            <w:r w:rsidRPr="00436717">
              <w:rPr>
                <w:szCs w:val="28"/>
              </w:rPr>
              <w:t>25</w:t>
            </w:r>
          </w:p>
        </w:tc>
      </w:tr>
    </w:tbl>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Cs w:val="28"/>
        </w:rPr>
      </w:pPr>
    </w:p>
    <w:p w:rsidR="00F9245F" w:rsidRDefault="00F9245F" w:rsidP="00D576E3">
      <w:pPr>
        <w:jc w:val="center"/>
        <w:rPr>
          <w:b/>
          <w:szCs w:val="28"/>
        </w:rPr>
      </w:pPr>
    </w:p>
    <w:p w:rsidR="00F9245F" w:rsidRDefault="00F9245F" w:rsidP="00D576E3">
      <w:pPr>
        <w:jc w:val="center"/>
        <w:rPr>
          <w:b/>
          <w:szCs w:val="28"/>
        </w:rPr>
      </w:pPr>
    </w:p>
    <w:p w:rsidR="00F9245F" w:rsidRDefault="00F9245F" w:rsidP="00D576E3">
      <w:pPr>
        <w:jc w:val="center"/>
        <w:rPr>
          <w:b/>
          <w:szCs w:val="28"/>
        </w:rPr>
      </w:pPr>
    </w:p>
    <w:p w:rsidR="00F9245F" w:rsidRPr="005E592D" w:rsidRDefault="00F9245F" w:rsidP="00D576E3">
      <w:pPr>
        <w:jc w:val="center"/>
        <w:rPr>
          <w:b/>
          <w:szCs w:val="28"/>
        </w:rPr>
      </w:pPr>
    </w:p>
    <w:p w:rsidR="00F9245F" w:rsidRPr="005E592D" w:rsidRDefault="00F9245F" w:rsidP="00D576E3">
      <w:pPr>
        <w:jc w:val="center"/>
        <w:rPr>
          <w:b/>
          <w:sz w:val="24"/>
          <w:szCs w:val="24"/>
        </w:rPr>
      </w:pPr>
    </w:p>
    <w:p w:rsidR="00F9245F" w:rsidRPr="005E592D" w:rsidRDefault="00F9245F" w:rsidP="00D576E3">
      <w:pPr>
        <w:jc w:val="center"/>
        <w:rPr>
          <w:b/>
          <w:sz w:val="24"/>
          <w:szCs w:val="24"/>
        </w:rPr>
      </w:pPr>
    </w:p>
    <w:p w:rsidR="00F9245F" w:rsidRPr="005E592D" w:rsidRDefault="00F9245F" w:rsidP="00D576E3">
      <w:pPr>
        <w:jc w:val="center"/>
        <w:rPr>
          <w:b/>
          <w:sz w:val="24"/>
          <w:szCs w:val="24"/>
        </w:rPr>
      </w:pPr>
    </w:p>
    <w:p w:rsidR="00F9245F" w:rsidRPr="005E592D" w:rsidRDefault="00F9245F" w:rsidP="00D576E3">
      <w:pPr>
        <w:jc w:val="center"/>
        <w:rPr>
          <w:b/>
          <w:sz w:val="24"/>
          <w:szCs w:val="24"/>
        </w:rPr>
      </w:pPr>
      <w:r w:rsidRPr="005E592D">
        <w:rPr>
          <w:b/>
          <w:sz w:val="24"/>
          <w:szCs w:val="24"/>
        </w:rPr>
        <w:t xml:space="preserve"> Глава 1</w:t>
      </w:r>
    </w:p>
    <w:p w:rsidR="00F9245F" w:rsidRPr="005E592D" w:rsidRDefault="00F9245F" w:rsidP="00D576E3">
      <w:pPr>
        <w:jc w:val="center"/>
        <w:rPr>
          <w:b/>
          <w:sz w:val="24"/>
          <w:szCs w:val="24"/>
        </w:rPr>
      </w:pPr>
      <w:r w:rsidRPr="005E592D">
        <w:rPr>
          <w:b/>
          <w:sz w:val="24"/>
          <w:szCs w:val="24"/>
        </w:rPr>
        <w:t>ОБЩИЕ ПОЛОЖЕНИЯ</w:t>
      </w:r>
    </w:p>
    <w:p w:rsidR="00F9245F" w:rsidRPr="005E592D" w:rsidRDefault="00F9245F"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F9245F" w:rsidRPr="005E592D" w:rsidRDefault="00F9245F"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исходного сырья,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20.05.2021» </w:t>
      </w:r>
      <w:r w:rsidRPr="005E592D">
        <w:rPr>
          <w:sz w:val="24"/>
          <w:szCs w:val="24"/>
        </w:rPr>
        <w:t>→</w:t>
      </w:r>
      <w:r>
        <w:rPr>
          <w:sz w:val="24"/>
          <w:szCs w:val="24"/>
        </w:rPr>
        <w:t xml:space="preserve"> «Фармацевтические субстанции и вспомогательные вещества</w:t>
      </w:r>
      <w:r w:rsidRPr="005E592D">
        <w:rPr>
          <w:sz w:val="24"/>
          <w:szCs w:val="24"/>
        </w:rPr>
        <w:t>».</w:t>
      </w:r>
    </w:p>
    <w:p w:rsidR="00F9245F" w:rsidRDefault="00F9245F" w:rsidP="00D576E3">
      <w:pPr>
        <w:jc w:val="center"/>
        <w:rPr>
          <w:b/>
          <w:sz w:val="24"/>
          <w:szCs w:val="24"/>
        </w:rPr>
      </w:pPr>
    </w:p>
    <w:p w:rsidR="00F9245F" w:rsidRPr="005E592D" w:rsidRDefault="00F9245F" w:rsidP="00D576E3">
      <w:pPr>
        <w:jc w:val="center"/>
        <w:rPr>
          <w:b/>
          <w:sz w:val="24"/>
          <w:szCs w:val="24"/>
        </w:rPr>
      </w:pPr>
      <w:r w:rsidRPr="005E592D">
        <w:rPr>
          <w:b/>
          <w:sz w:val="24"/>
          <w:szCs w:val="24"/>
        </w:rPr>
        <w:t>Глава 2</w:t>
      </w:r>
    </w:p>
    <w:p w:rsidR="00F9245F" w:rsidRPr="005E592D" w:rsidRDefault="00F9245F" w:rsidP="00D576E3">
      <w:pPr>
        <w:jc w:val="center"/>
        <w:rPr>
          <w:b/>
          <w:sz w:val="24"/>
          <w:szCs w:val="24"/>
        </w:rPr>
      </w:pPr>
      <w:r w:rsidRPr="005E592D">
        <w:rPr>
          <w:b/>
          <w:sz w:val="24"/>
          <w:szCs w:val="24"/>
        </w:rPr>
        <w:t>ТЕРМИНЫ и ОПРЕДЕЛЕНИЯ и СОКРАЩЕНИЯ</w:t>
      </w:r>
    </w:p>
    <w:p w:rsidR="00F9245F" w:rsidRPr="005E592D" w:rsidRDefault="00F9245F" w:rsidP="00D576E3">
      <w:pPr>
        <w:jc w:val="center"/>
        <w:rPr>
          <w:b/>
          <w:sz w:val="24"/>
          <w:szCs w:val="24"/>
        </w:rPr>
      </w:pPr>
    </w:p>
    <w:p w:rsidR="00F9245F" w:rsidRPr="005E592D" w:rsidRDefault="00F9245F"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F9245F" w:rsidRPr="005E592D" w:rsidRDefault="00F9245F"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F9245F" w:rsidRPr="005E592D" w:rsidRDefault="00F9245F"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F9245F" w:rsidRPr="005E592D" w:rsidRDefault="00F9245F"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F9245F" w:rsidRPr="005E592D" w:rsidRDefault="00F9245F"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F9245F" w:rsidRPr="005E592D" w:rsidRDefault="00F9245F"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F9245F" w:rsidRPr="005E592D" w:rsidRDefault="00F9245F"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F9245F" w:rsidRPr="005E592D" w:rsidRDefault="00F9245F"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F9245F" w:rsidRPr="005E592D" w:rsidRDefault="00F9245F"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F9245F" w:rsidRPr="005E592D" w:rsidRDefault="00F9245F"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F9245F" w:rsidRDefault="00F9245F"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F9245F" w:rsidRPr="007D39F2" w:rsidRDefault="00F9245F" w:rsidP="007D39F2">
      <w:pPr>
        <w:pStyle w:val="BodyTextIndent"/>
        <w:ind w:right="113" w:firstLine="426"/>
        <w:rPr>
          <w:sz w:val="24"/>
          <w:szCs w:val="24"/>
        </w:rPr>
      </w:pPr>
      <w:r w:rsidRPr="007D39F2">
        <w:rPr>
          <w:sz w:val="24"/>
          <w:szCs w:val="24"/>
        </w:rPr>
        <w:t>2.7.  Альтернативный производитель:</w:t>
      </w:r>
    </w:p>
    <w:p w:rsidR="00F9245F" w:rsidRPr="007D39F2" w:rsidRDefault="00F9245F" w:rsidP="007D39F2">
      <w:pPr>
        <w:pStyle w:val="BodyTextIndent"/>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F9245F" w:rsidRPr="007D39F2" w:rsidRDefault="00F9245F" w:rsidP="007D39F2">
      <w:pPr>
        <w:pStyle w:val="BodyTextIndent"/>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F9245F" w:rsidRPr="007D39F2" w:rsidRDefault="00F9245F" w:rsidP="007D39F2">
      <w:pPr>
        <w:pStyle w:val="BodyTextIndent"/>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F9245F" w:rsidRPr="005E592D" w:rsidRDefault="00F9245F"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F9245F" w:rsidRPr="006549B1" w:rsidRDefault="00F9245F"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F9245F" w:rsidRPr="005E592D" w:rsidRDefault="00F9245F" w:rsidP="00BC3C39">
      <w:pPr>
        <w:ind w:firstLine="284"/>
        <w:jc w:val="both"/>
        <w:rPr>
          <w:sz w:val="24"/>
          <w:szCs w:val="24"/>
        </w:rPr>
      </w:pPr>
      <w:r w:rsidRPr="005E592D">
        <w:rPr>
          <w:sz w:val="24"/>
          <w:szCs w:val="24"/>
        </w:rPr>
        <w:t>ОЗ - отдел закупок;</w:t>
      </w:r>
    </w:p>
    <w:p w:rsidR="00F9245F" w:rsidRPr="005E592D" w:rsidRDefault="00F9245F" w:rsidP="00BC3C39">
      <w:pPr>
        <w:ind w:firstLine="284"/>
        <w:jc w:val="both"/>
        <w:rPr>
          <w:sz w:val="24"/>
          <w:szCs w:val="24"/>
        </w:rPr>
      </w:pPr>
      <w:r w:rsidRPr="005E592D">
        <w:rPr>
          <w:sz w:val="24"/>
          <w:szCs w:val="24"/>
        </w:rPr>
        <w:t>НДС - налог на добавленную стоимость;</w:t>
      </w:r>
    </w:p>
    <w:p w:rsidR="00F9245F" w:rsidRPr="005E592D" w:rsidRDefault="00F9245F"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F9245F" w:rsidRPr="005E592D" w:rsidRDefault="00F9245F"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F9245F" w:rsidRPr="005E592D" w:rsidRDefault="00F9245F" w:rsidP="00BC3C39">
      <w:pPr>
        <w:pStyle w:val="BodyTextIndent"/>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F9245F" w:rsidRPr="005E592D" w:rsidRDefault="00F9245F" w:rsidP="00BC3C39">
      <w:pPr>
        <w:jc w:val="both"/>
        <w:rPr>
          <w:sz w:val="24"/>
          <w:szCs w:val="24"/>
        </w:rPr>
      </w:pPr>
    </w:p>
    <w:p w:rsidR="00F9245F" w:rsidRPr="005E592D" w:rsidRDefault="00F9245F" w:rsidP="00D576E3">
      <w:pPr>
        <w:jc w:val="center"/>
        <w:rPr>
          <w:b/>
          <w:sz w:val="24"/>
          <w:szCs w:val="24"/>
        </w:rPr>
      </w:pPr>
      <w:r w:rsidRPr="005E592D">
        <w:rPr>
          <w:b/>
          <w:sz w:val="24"/>
          <w:szCs w:val="24"/>
        </w:rPr>
        <w:t>Глава 3</w:t>
      </w:r>
    </w:p>
    <w:p w:rsidR="00F9245F" w:rsidRPr="005E592D" w:rsidRDefault="00F9245F" w:rsidP="00D576E3">
      <w:pPr>
        <w:jc w:val="center"/>
        <w:rPr>
          <w:b/>
          <w:sz w:val="24"/>
          <w:szCs w:val="24"/>
        </w:rPr>
      </w:pPr>
      <w:r w:rsidRPr="005E592D">
        <w:rPr>
          <w:b/>
          <w:sz w:val="24"/>
          <w:szCs w:val="24"/>
        </w:rPr>
        <w:t>РАЗМЕЩЕНИЕ, НАПРАВЛЕНИЕ ПРИГЛАШЕНИЙ</w:t>
      </w:r>
    </w:p>
    <w:p w:rsidR="00F9245F" w:rsidRPr="005E592D" w:rsidRDefault="00F9245F" w:rsidP="00D576E3">
      <w:pPr>
        <w:jc w:val="both"/>
        <w:rPr>
          <w:sz w:val="24"/>
          <w:szCs w:val="24"/>
        </w:rPr>
      </w:pPr>
    </w:p>
    <w:p w:rsidR="00F9245F" w:rsidRPr="005E592D" w:rsidRDefault="00F9245F"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F9245F" w:rsidRPr="005E592D" w:rsidRDefault="00F9245F"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F9245F" w:rsidRPr="005E592D" w:rsidRDefault="00F9245F"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F9245F" w:rsidRPr="005E592D" w:rsidRDefault="00F9245F"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Pr="00C670D0">
        <w:rPr>
          <w:sz w:val="24"/>
          <w:szCs w:val="24"/>
          <w:highlight w:val="yellow"/>
        </w:rPr>
        <w:t>09.06.2021</w:t>
      </w:r>
      <w:r>
        <w:rPr>
          <w:sz w:val="24"/>
          <w:szCs w:val="24"/>
        </w:rPr>
        <w:t xml:space="preserve">» </w:t>
      </w:r>
      <w:r w:rsidRPr="005E592D">
        <w:rPr>
          <w:sz w:val="24"/>
          <w:szCs w:val="24"/>
        </w:rPr>
        <w:t>→</w:t>
      </w:r>
      <w:r>
        <w:rPr>
          <w:sz w:val="24"/>
          <w:szCs w:val="24"/>
        </w:rPr>
        <w:t xml:space="preserve"> «Фармацевтические субстанции» </w:t>
      </w:r>
      <w:r w:rsidRPr="005E592D">
        <w:rPr>
          <w:sz w:val="24"/>
          <w:szCs w:val="24"/>
        </w:rPr>
        <w:t xml:space="preserve">→ </w:t>
      </w:r>
      <w:r w:rsidRPr="00355A0B">
        <w:rPr>
          <w:i/>
          <w:sz w:val="24"/>
          <w:szCs w:val="24"/>
        </w:rPr>
        <w:t>«Предмет закупки»</w:t>
      </w:r>
      <w:r>
        <w:rPr>
          <w:sz w:val="24"/>
          <w:szCs w:val="24"/>
        </w:rPr>
        <w:t xml:space="preserve"> </w:t>
      </w:r>
      <w:r w:rsidRPr="005E592D">
        <w:rPr>
          <w:sz w:val="24"/>
          <w:szCs w:val="24"/>
        </w:rPr>
        <w:t>→</w:t>
      </w:r>
      <w:r>
        <w:rPr>
          <w:sz w:val="24"/>
          <w:szCs w:val="24"/>
        </w:rPr>
        <w:t xml:space="preserve"> </w:t>
      </w:r>
      <w:r w:rsidRPr="005E592D">
        <w:rPr>
          <w:sz w:val="24"/>
          <w:szCs w:val="24"/>
        </w:rPr>
        <w:t>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F9245F" w:rsidRPr="005E592D" w:rsidRDefault="00F9245F"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F9245F" w:rsidRPr="005E592D" w:rsidRDefault="00F9245F"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F9245F" w:rsidRPr="005E592D" w:rsidRDefault="00F9245F"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F9245F" w:rsidRPr="005E592D" w:rsidRDefault="00F9245F" w:rsidP="00BC3C39">
      <w:pPr>
        <w:ind w:firstLine="284"/>
        <w:jc w:val="both"/>
        <w:rPr>
          <w:sz w:val="24"/>
          <w:szCs w:val="24"/>
        </w:rPr>
      </w:pPr>
      <w:r w:rsidRPr="005E592D">
        <w:rPr>
          <w:sz w:val="24"/>
          <w:szCs w:val="24"/>
        </w:rPr>
        <w:t xml:space="preserve">любым иным известным потенциальным поставщикам.  </w:t>
      </w:r>
    </w:p>
    <w:p w:rsidR="00F9245F" w:rsidRPr="005E592D" w:rsidRDefault="00F9245F" w:rsidP="00D576E3">
      <w:pPr>
        <w:jc w:val="center"/>
        <w:rPr>
          <w:b/>
          <w:sz w:val="24"/>
          <w:szCs w:val="24"/>
        </w:rPr>
      </w:pPr>
    </w:p>
    <w:p w:rsidR="00F9245F" w:rsidRPr="005E592D" w:rsidRDefault="00F9245F" w:rsidP="00D576E3">
      <w:pPr>
        <w:jc w:val="center"/>
        <w:rPr>
          <w:b/>
          <w:sz w:val="24"/>
          <w:szCs w:val="24"/>
        </w:rPr>
      </w:pPr>
      <w:r w:rsidRPr="005E592D">
        <w:rPr>
          <w:b/>
          <w:sz w:val="24"/>
          <w:szCs w:val="24"/>
        </w:rPr>
        <w:t>Глава 4</w:t>
      </w:r>
    </w:p>
    <w:p w:rsidR="00F9245F" w:rsidRPr="005E592D" w:rsidRDefault="00F9245F" w:rsidP="00D576E3">
      <w:pPr>
        <w:jc w:val="center"/>
        <w:rPr>
          <w:b/>
          <w:sz w:val="24"/>
          <w:szCs w:val="24"/>
        </w:rPr>
      </w:pPr>
      <w:r w:rsidRPr="005E592D">
        <w:rPr>
          <w:b/>
          <w:sz w:val="24"/>
          <w:szCs w:val="24"/>
        </w:rPr>
        <w:t>НОРМАТИВНЫЕ ССЫЛКИ</w:t>
      </w:r>
    </w:p>
    <w:p w:rsidR="00F9245F" w:rsidRPr="005E592D" w:rsidRDefault="00F9245F" w:rsidP="00D576E3">
      <w:pPr>
        <w:jc w:val="center"/>
        <w:rPr>
          <w:sz w:val="24"/>
          <w:szCs w:val="24"/>
        </w:rPr>
      </w:pPr>
    </w:p>
    <w:p w:rsidR="00F9245F" w:rsidRPr="005E592D" w:rsidRDefault="00F9245F"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F9245F" w:rsidRPr="005E592D" w:rsidRDefault="00F9245F"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F9245F" w:rsidRPr="000535D6" w:rsidRDefault="00F9245F"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F9245F" w:rsidRPr="005E592D" w:rsidRDefault="00F9245F" w:rsidP="00D576E3">
      <w:pPr>
        <w:jc w:val="both"/>
        <w:rPr>
          <w:sz w:val="24"/>
          <w:szCs w:val="24"/>
        </w:rPr>
      </w:pPr>
    </w:p>
    <w:p w:rsidR="00F9245F" w:rsidRPr="005E592D" w:rsidRDefault="00F9245F" w:rsidP="00D576E3">
      <w:pPr>
        <w:jc w:val="center"/>
        <w:rPr>
          <w:b/>
          <w:sz w:val="24"/>
          <w:szCs w:val="24"/>
        </w:rPr>
      </w:pPr>
      <w:r w:rsidRPr="005E592D">
        <w:rPr>
          <w:b/>
          <w:sz w:val="24"/>
          <w:szCs w:val="24"/>
        </w:rPr>
        <w:t>Глава 5</w:t>
      </w:r>
    </w:p>
    <w:p w:rsidR="00F9245F" w:rsidRPr="005E592D" w:rsidRDefault="00F9245F" w:rsidP="00D576E3">
      <w:pPr>
        <w:jc w:val="center"/>
        <w:rPr>
          <w:b/>
          <w:sz w:val="24"/>
          <w:szCs w:val="24"/>
        </w:rPr>
      </w:pPr>
      <w:r w:rsidRPr="005E592D">
        <w:rPr>
          <w:b/>
          <w:sz w:val="24"/>
          <w:szCs w:val="24"/>
        </w:rPr>
        <w:t>СВЕДЕНИЯ О ЗАКАЗЧИКЕ</w:t>
      </w:r>
    </w:p>
    <w:p w:rsidR="00F9245F" w:rsidRPr="005E592D" w:rsidRDefault="00F9245F" w:rsidP="00D576E3">
      <w:pPr>
        <w:jc w:val="center"/>
        <w:rPr>
          <w:b/>
          <w:sz w:val="24"/>
          <w:szCs w:val="24"/>
        </w:rPr>
      </w:pPr>
    </w:p>
    <w:p w:rsidR="00F9245F" w:rsidRPr="005E592D" w:rsidRDefault="00F9245F"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F9245F" w:rsidRPr="005E592D" w:rsidRDefault="00F9245F" w:rsidP="00BC3C39">
      <w:pPr>
        <w:ind w:firstLine="284"/>
        <w:jc w:val="both"/>
        <w:rPr>
          <w:sz w:val="24"/>
          <w:szCs w:val="24"/>
        </w:rPr>
      </w:pPr>
      <w:r w:rsidRPr="005E592D">
        <w:rPr>
          <w:sz w:val="24"/>
          <w:szCs w:val="24"/>
        </w:rPr>
        <w:t xml:space="preserve">                                                  «Борисовский завод медицинских препаратов» </w:t>
      </w:r>
    </w:p>
    <w:p w:rsidR="00F9245F" w:rsidRPr="005E592D" w:rsidRDefault="00F9245F" w:rsidP="00BC3C39">
      <w:pPr>
        <w:ind w:firstLine="284"/>
        <w:jc w:val="both"/>
        <w:rPr>
          <w:sz w:val="24"/>
          <w:szCs w:val="24"/>
        </w:rPr>
      </w:pPr>
      <w:r w:rsidRPr="005E592D">
        <w:rPr>
          <w:sz w:val="24"/>
          <w:szCs w:val="24"/>
        </w:rPr>
        <w:t xml:space="preserve">                                                   (ОАО «БЗМП»)</w:t>
      </w:r>
    </w:p>
    <w:p w:rsidR="00F9245F" w:rsidRPr="005E592D" w:rsidRDefault="00F9245F"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F9245F" w:rsidRPr="005E592D" w:rsidRDefault="00F9245F" w:rsidP="00BC3C39">
      <w:pPr>
        <w:ind w:firstLine="284"/>
        <w:jc w:val="both"/>
        <w:rPr>
          <w:sz w:val="24"/>
          <w:szCs w:val="24"/>
        </w:rPr>
      </w:pPr>
      <w:r w:rsidRPr="005E592D">
        <w:rPr>
          <w:sz w:val="24"/>
          <w:szCs w:val="24"/>
        </w:rPr>
        <w:t xml:space="preserve">                                     222518, г. Борисов, Минская область, Республика Беларусь</w:t>
      </w:r>
    </w:p>
    <w:p w:rsidR="00F9245F" w:rsidRPr="005E592D" w:rsidRDefault="00F9245F"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F9245F" w:rsidRPr="005E592D" w:rsidRDefault="00F9245F"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F9245F" w:rsidRPr="005E592D" w:rsidRDefault="00F9245F"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F9245F" w:rsidRPr="005E592D" w:rsidRDefault="00F9245F"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F9245F" w:rsidRPr="005E592D" w:rsidRDefault="00F9245F"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F9245F" w:rsidRPr="005E592D" w:rsidRDefault="00F9245F"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F9245F" w:rsidRPr="005E592D" w:rsidRDefault="00F9245F"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F9245F" w:rsidRPr="005E592D" w:rsidRDefault="00F9245F"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Hyperlink"/>
            <w:sz w:val="24"/>
            <w:szCs w:val="24"/>
            <w:lang w:val="en-US"/>
          </w:rPr>
          <w:t>latv</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xml:space="preserve"> </w:t>
      </w:r>
    </w:p>
    <w:p w:rsidR="00F9245F" w:rsidRPr="005E592D" w:rsidRDefault="00F9245F" w:rsidP="00BC3C39">
      <w:pPr>
        <w:ind w:firstLine="284"/>
        <w:jc w:val="both"/>
        <w:rPr>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6</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F9245F" w:rsidRPr="005E592D" w:rsidRDefault="00F9245F" w:rsidP="00D576E3">
      <w:pPr>
        <w:suppressAutoHyphens/>
        <w:autoSpaceDE w:val="0"/>
        <w:autoSpaceDN w:val="0"/>
        <w:adjustRightInd w:val="0"/>
        <w:ind w:firstLine="540"/>
        <w:jc w:val="both"/>
        <w:rPr>
          <w:sz w:val="24"/>
          <w:szCs w:val="24"/>
        </w:rPr>
      </w:pPr>
    </w:p>
    <w:p w:rsidR="00F9245F" w:rsidRPr="005E592D" w:rsidRDefault="00F9245F"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F9245F" w:rsidRPr="005E592D" w:rsidRDefault="00F9245F"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F9245F" w:rsidRPr="005E592D" w:rsidRDefault="00F9245F"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F9245F" w:rsidRPr="005E592D" w:rsidRDefault="00F9245F"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F9245F" w:rsidRPr="005E592D" w:rsidRDefault="00F9245F"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F9245F" w:rsidRPr="005E592D" w:rsidRDefault="00F9245F"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F9245F" w:rsidRPr="005E592D" w:rsidRDefault="00F9245F" w:rsidP="00BC3C39">
      <w:pPr>
        <w:ind w:firstLine="284"/>
        <w:jc w:val="both"/>
        <w:rPr>
          <w:sz w:val="24"/>
          <w:szCs w:val="24"/>
        </w:rPr>
      </w:pPr>
      <w:r>
        <w:rPr>
          <w:sz w:val="24"/>
          <w:szCs w:val="24"/>
        </w:rPr>
        <w:t>6.3</w:t>
      </w:r>
      <w:r w:rsidRPr="005E592D">
        <w:rPr>
          <w:sz w:val="24"/>
          <w:szCs w:val="24"/>
        </w:rPr>
        <w:t>. Источник финансирования закупки:</w:t>
      </w:r>
    </w:p>
    <w:p w:rsidR="00F9245F" w:rsidRPr="005E592D" w:rsidRDefault="00F9245F"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F9245F" w:rsidRPr="005E592D" w:rsidRDefault="00F9245F" w:rsidP="00BC3C39">
      <w:pPr>
        <w:pStyle w:val="BodyText"/>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F9245F" w:rsidRPr="005E592D" w:rsidRDefault="00F9245F" w:rsidP="00D576E3">
      <w:pPr>
        <w:pStyle w:val="BodyText"/>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F9245F" w:rsidRPr="005E592D" w:rsidTr="00D576E3">
        <w:tc>
          <w:tcPr>
            <w:tcW w:w="629" w:type="dxa"/>
          </w:tcPr>
          <w:p w:rsidR="00F9245F" w:rsidRPr="005E592D" w:rsidRDefault="00F9245F" w:rsidP="00D576E3">
            <w:pPr>
              <w:pStyle w:val="BodyText"/>
              <w:jc w:val="center"/>
              <w:rPr>
                <w:sz w:val="24"/>
                <w:szCs w:val="24"/>
              </w:rPr>
            </w:pPr>
            <w:r w:rsidRPr="005E592D">
              <w:rPr>
                <w:sz w:val="24"/>
                <w:szCs w:val="24"/>
              </w:rPr>
              <w:t>№</w:t>
            </w:r>
          </w:p>
          <w:p w:rsidR="00F9245F" w:rsidRPr="005E592D" w:rsidRDefault="00F9245F" w:rsidP="00D576E3">
            <w:pPr>
              <w:pStyle w:val="BodyText"/>
              <w:jc w:val="center"/>
              <w:rPr>
                <w:sz w:val="24"/>
                <w:szCs w:val="24"/>
              </w:rPr>
            </w:pPr>
            <w:r w:rsidRPr="005E592D">
              <w:rPr>
                <w:sz w:val="24"/>
                <w:szCs w:val="24"/>
              </w:rPr>
              <w:t>п/п</w:t>
            </w:r>
          </w:p>
        </w:tc>
        <w:tc>
          <w:tcPr>
            <w:tcW w:w="4536" w:type="dxa"/>
          </w:tcPr>
          <w:p w:rsidR="00F9245F" w:rsidRPr="005E592D" w:rsidRDefault="00F9245F" w:rsidP="00D576E3">
            <w:pPr>
              <w:pStyle w:val="BodyText"/>
              <w:jc w:val="center"/>
              <w:rPr>
                <w:sz w:val="24"/>
                <w:szCs w:val="24"/>
              </w:rPr>
            </w:pPr>
            <w:r w:rsidRPr="005E592D">
              <w:rPr>
                <w:sz w:val="24"/>
                <w:szCs w:val="24"/>
              </w:rPr>
              <w:t>Предмет закупки</w:t>
            </w:r>
          </w:p>
        </w:tc>
        <w:tc>
          <w:tcPr>
            <w:tcW w:w="851" w:type="dxa"/>
          </w:tcPr>
          <w:p w:rsidR="00F9245F" w:rsidRPr="005E592D" w:rsidRDefault="00F9245F" w:rsidP="00D576E3">
            <w:pPr>
              <w:pStyle w:val="BodyText"/>
              <w:jc w:val="center"/>
              <w:rPr>
                <w:sz w:val="24"/>
                <w:szCs w:val="24"/>
              </w:rPr>
            </w:pPr>
            <w:r w:rsidRPr="005E592D">
              <w:rPr>
                <w:sz w:val="24"/>
                <w:szCs w:val="24"/>
              </w:rPr>
              <w:t>Ед.</w:t>
            </w:r>
          </w:p>
          <w:p w:rsidR="00F9245F" w:rsidRPr="005E592D" w:rsidRDefault="00F9245F" w:rsidP="00D576E3">
            <w:pPr>
              <w:pStyle w:val="BodyText"/>
              <w:jc w:val="center"/>
              <w:rPr>
                <w:sz w:val="24"/>
                <w:szCs w:val="24"/>
              </w:rPr>
            </w:pPr>
            <w:r w:rsidRPr="005E592D">
              <w:rPr>
                <w:sz w:val="24"/>
                <w:szCs w:val="24"/>
              </w:rPr>
              <w:t>изм.</w:t>
            </w:r>
          </w:p>
        </w:tc>
        <w:tc>
          <w:tcPr>
            <w:tcW w:w="1418" w:type="dxa"/>
          </w:tcPr>
          <w:p w:rsidR="00F9245F" w:rsidRPr="005E592D" w:rsidRDefault="00F9245F" w:rsidP="00D576E3">
            <w:pPr>
              <w:pStyle w:val="BodyText"/>
              <w:jc w:val="center"/>
              <w:rPr>
                <w:sz w:val="24"/>
                <w:szCs w:val="24"/>
              </w:rPr>
            </w:pPr>
            <w:r w:rsidRPr="005E592D">
              <w:rPr>
                <w:sz w:val="24"/>
                <w:szCs w:val="24"/>
              </w:rPr>
              <w:t>Количество</w:t>
            </w:r>
          </w:p>
        </w:tc>
        <w:tc>
          <w:tcPr>
            <w:tcW w:w="2286" w:type="dxa"/>
          </w:tcPr>
          <w:p w:rsidR="00F9245F" w:rsidRPr="005E592D" w:rsidRDefault="00F9245F" w:rsidP="00D576E3">
            <w:pPr>
              <w:pStyle w:val="BodyText"/>
              <w:jc w:val="center"/>
              <w:rPr>
                <w:sz w:val="24"/>
                <w:szCs w:val="24"/>
              </w:rPr>
            </w:pPr>
            <w:r w:rsidRPr="005E592D">
              <w:rPr>
                <w:sz w:val="24"/>
                <w:szCs w:val="24"/>
              </w:rPr>
              <w:t>Требования</w:t>
            </w:r>
          </w:p>
          <w:p w:rsidR="00F9245F" w:rsidRPr="005E592D" w:rsidRDefault="00F9245F" w:rsidP="00D576E3">
            <w:pPr>
              <w:pStyle w:val="BodyText"/>
              <w:jc w:val="center"/>
              <w:rPr>
                <w:sz w:val="24"/>
                <w:szCs w:val="24"/>
              </w:rPr>
            </w:pPr>
            <w:r w:rsidRPr="005E592D">
              <w:rPr>
                <w:sz w:val="24"/>
                <w:szCs w:val="24"/>
              </w:rPr>
              <w:t>заказчика</w:t>
            </w:r>
          </w:p>
        </w:tc>
      </w:tr>
      <w:tr w:rsidR="00F9245F" w:rsidRPr="005E592D" w:rsidTr="00D576E3">
        <w:tc>
          <w:tcPr>
            <w:tcW w:w="629" w:type="dxa"/>
          </w:tcPr>
          <w:p w:rsidR="00F9245F" w:rsidRPr="005E592D" w:rsidRDefault="00F9245F" w:rsidP="00D576E3">
            <w:pPr>
              <w:pStyle w:val="BodyText"/>
              <w:jc w:val="center"/>
              <w:rPr>
                <w:sz w:val="24"/>
                <w:szCs w:val="24"/>
              </w:rPr>
            </w:pPr>
          </w:p>
        </w:tc>
        <w:tc>
          <w:tcPr>
            <w:tcW w:w="9091" w:type="dxa"/>
            <w:gridSpan w:val="4"/>
          </w:tcPr>
          <w:p w:rsidR="00F9245F" w:rsidRPr="005E592D" w:rsidRDefault="00F9245F" w:rsidP="00D576E3">
            <w:pPr>
              <w:pStyle w:val="BodyTex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C670D0">
              <w:rPr>
                <w:sz w:val="24"/>
                <w:szCs w:val="24"/>
                <w:highlight w:val="yellow"/>
              </w:rPr>
              <w:t>09.06.2021»</w:t>
            </w:r>
            <w:r>
              <w:rPr>
                <w:sz w:val="24"/>
                <w:szCs w:val="24"/>
              </w:rPr>
              <w:t xml:space="preserve"> </w:t>
            </w:r>
            <w:r w:rsidRPr="005E592D">
              <w:rPr>
                <w:sz w:val="24"/>
                <w:szCs w:val="24"/>
              </w:rPr>
              <w:t>→</w:t>
            </w:r>
            <w:r>
              <w:rPr>
                <w:sz w:val="24"/>
                <w:szCs w:val="24"/>
              </w:rPr>
              <w:t xml:space="preserve"> «Фармацевтические субстанции» </w:t>
            </w:r>
            <w:r w:rsidRPr="005E592D">
              <w:rPr>
                <w:sz w:val="24"/>
                <w:szCs w:val="24"/>
              </w:rPr>
              <w:t>→</w:t>
            </w:r>
            <w:r>
              <w:rPr>
                <w:sz w:val="24"/>
                <w:szCs w:val="24"/>
              </w:rPr>
              <w:t xml:space="preserve"> «</w:t>
            </w:r>
            <w:r w:rsidRPr="00355A0B">
              <w:rPr>
                <w:i/>
                <w:sz w:val="24"/>
                <w:szCs w:val="24"/>
              </w:rPr>
              <w:t>Предмет закупки</w:t>
            </w:r>
            <w:r>
              <w:rPr>
                <w:sz w:val="24"/>
                <w:szCs w:val="24"/>
              </w:rPr>
              <w:t>».</w:t>
            </w:r>
          </w:p>
        </w:tc>
      </w:tr>
    </w:tbl>
    <w:p w:rsidR="00F9245F" w:rsidRPr="005E592D" w:rsidRDefault="00F9245F" w:rsidP="00BC3C39">
      <w:pPr>
        <w:pStyle w:val="BodyText"/>
        <w:ind w:firstLine="284"/>
        <w:rPr>
          <w:sz w:val="24"/>
          <w:szCs w:val="24"/>
        </w:rPr>
      </w:pPr>
      <w:r w:rsidRPr="005E592D">
        <w:rPr>
          <w:sz w:val="24"/>
          <w:szCs w:val="24"/>
        </w:rPr>
        <w:t xml:space="preserve">           </w:t>
      </w:r>
    </w:p>
    <w:p w:rsidR="00F9245F" w:rsidRPr="005E592D" w:rsidRDefault="00F9245F" w:rsidP="00BC3C39">
      <w:pPr>
        <w:pStyle w:val="BodyText"/>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F9245F" w:rsidRPr="005E592D" w:rsidRDefault="00F9245F" w:rsidP="00BC3C39">
      <w:pPr>
        <w:pStyle w:val="BodyText"/>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F9245F" w:rsidRPr="005E592D" w:rsidRDefault="00F9245F" w:rsidP="00D576E3">
      <w:pPr>
        <w:jc w:val="center"/>
        <w:rPr>
          <w:b/>
          <w:sz w:val="24"/>
          <w:szCs w:val="24"/>
        </w:rPr>
      </w:pPr>
      <w:r w:rsidRPr="005E592D">
        <w:rPr>
          <w:b/>
          <w:sz w:val="24"/>
          <w:szCs w:val="24"/>
        </w:rPr>
        <w:t>Глава 7</w:t>
      </w:r>
    </w:p>
    <w:p w:rsidR="00F9245F" w:rsidRPr="005E592D" w:rsidRDefault="00F9245F" w:rsidP="00D576E3">
      <w:pPr>
        <w:jc w:val="center"/>
        <w:rPr>
          <w:b/>
          <w:sz w:val="24"/>
          <w:szCs w:val="24"/>
        </w:rPr>
      </w:pPr>
      <w:r w:rsidRPr="005E592D">
        <w:rPr>
          <w:b/>
          <w:sz w:val="24"/>
          <w:szCs w:val="24"/>
        </w:rPr>
        <w:t>ТРЕБОВАНИЯ К УЧАСТНИКАМ ОТКРЫТОГО КОНКУРСА</w:t>
      </w:r>
    </w:p>
    <w:p w:rsidR="00F9245F" w:rsidRPr="005E592D" w:rsidRDefault="00F9245F" w:rsidP="00D576E3">
      <w:pPr>
        <w:rPr>
          <w:sz w:val="24"/>
          <w:szCs w:val="24"/>
        </w:rPr>
      </w:pPr>
    </w:p>
    <w:p w:rsidR="00F9245F" w:rsidRPr="005E592D" w:rsidRDefault="00F9245F"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F9245F" w:rsidRPr="005E592D" w:rsidRDefault="00F9245F"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F9245F" w:rsidRPr="000535D6" w:rsidRDefault="00F9245F"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F9245F" w:rsidRPr="005E592D" w:rsidRDefault="00F9245F"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F9245F" w:rsidRPr="005E592D" w:rsidRDefault="00F9245F"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F9245F" w:rsidRPr="005E592D" w:rsidRDefault="00F9245F"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F9245F" w:rsidRPr="005E592D" w:rsidRDefault="00F9245F"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F9245F" w:rsidRPr="005E592D" w:rsidRDefault="00F9245F"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F9245F" w:rsidRPr="005E592D" w:rsidRDefault="00F9245F" w:rsidP="00BC3C39">
      <w:pPr>
        <w:ind w:firstLine="284"/>
        <w:jc w:val="both"/>
        <w:rPr>
          <w:sz w:val="24"/>
          <w:szCs w:val="24"/>
        </w:rPr>
      </w:pPr>
      <w:r>
        <w:rPr>
          <w:sz w:val="24"/>
          <w:szCs w:val="24"/>
        </w:rPr>
        <w:t>7.5</w:t>
      </w:r>
      <w:r w:rsidRPr="005E592D">
        <w:rPr>
          <w:sz w:val="24"/>
          <w:szCs w:val="24"/>
        </w:rPr>
        <w:t>. Участником не может быть:</w:t>
      </w:r>
    </w:p>
    <w:p w:rsidR="00F9245F" w:rsidRPr="005E592D" w:rsidRDefault="00F9245F"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F9245F" w:rsidRPr="005E592D" w:rsidRDefault="00F9245F"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F9245F" w:rsidRPr="005E592D" w:rsidRDefault="00F9245F"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F9245F" w:rsidRPr="005E592D" w:rsidRDefault="00F9245F"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F9245F" w:rsidRPr="005E592D" w:rsidRDefault="00F9245F"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F9245F" w:rsidRPr="005E592D" w:rsidRDefault="00F9245F"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F9245F" w:rsidRPr="005E592D" w:rsidRDefault="00F9245F"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F9245F" w:rsidRPr="005E592D" w:rsidRDefault="00F9245F"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F9245F" w:rsidRPr="005E592D" w:rsidRDefault="00F9245F"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F9245F" w:rsidRPr="005E592D" w:rsidRDefault="00F9245F"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F9245F" w:rsidRPr="007D39F2" w:rsidRDefault="00F9245F"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F9245F" w:rsidRPr="007D39F2" w:rsidRDefault="00F9245F"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F9245F" w:rsidRPr="007D39F2" w:rsidRDefault="00F9245F" w:rsidP="007D39F2">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F9245F" w:rsidRPr="005E592D" w:rsidRDefault="00F9245F" w:rsidP="00BC3C39">
      <w:pPr>
        <w:ind w:firstLine="284"/>
        <w:jc w:val="both"/>
        <w:rPr>
          <w:sz w:val="24"/>
          <w:szCs w:val="24"/>
        </w:rPr>
      </w:pPr>
      <w:r w:rsidRPr="005E592D">
        <w:rPr>
          <w:sz w:val="24"/>
          <w:szCs w:val="24"/>
        </w:rPr>
        <w:t>документ, подтверждающий о включении в:</w:t>
      </w:r>
    </w:p>
    <w:p w:rsidR="00F9245F" w:rsidRPr="005E592D" w:rsidRDefault="00F9245F"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F9245F" w:rsidRPr="005E592D" w:rsidRDefault="00F9245F"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F9245F" w:rsidRPr="005E592D" w:rsidRDefault="00F9245F" w:rsidP="00BC3C39">
      <w:pPr>
        <w:pStyle w:val="BodyText"/>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F9245F" w:rsidRPr="005E592D" w:rsidRDefault="00F9245F"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F9245F" w:rsidRPr="005E592D" w:rsidRDefault="00F9245F" w:rsidP="00BC3C39">
      <w:pPr>
        <w:pStyle w:val="BodyText"/>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F9245F" w:rsidRPr="005E592D" w:rsidRDefault="00F9245F" w:rsidP="00BC3C39">
      <w:pPr>
        <w:pStyle w:val="BodyText"/>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F9245F" w:rsidRPr="005E592D" w:rsidRDefault="00F9245F" w:rsidP="00BC3C39">
      <w:pPr>
        <w:pStyle w:val="BodyText"/>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F9245F" w:rsidRPr="005E592D" w:rsidRDefault="00F9245F" w:rsidP="00D576E3">
      <w:pPr>
        <w:pStyle w:val="BodyText"/>
        <w:ind w:firstLine="540"/>
        <w:rPr>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8</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F9245F" w:rsidRPr="005E592D" w:rsidRDefault="00F9245F" w:rsidP="00700320">
      <w:pPr>
        <w:suppressAutoHyphens/>
        <w:autoSpaceDE w:val="0"/>
        <w:autoSpaceDN w:val="0"/>
        <w:adjustRightInd w:val="0"/>
        <w:ind w:firstLine="284"/>
        <w:jc w:val="both"/>
        <w:rPr>
          <w:sz w:val="24"/>
          <w:szCs w:val="24"/>
        </w:rPr>
      </w:pPr>
      <w:r w:rsidRPr="005E592D">
        <w:rPr>
          <w:sz w:val="24"/>
          <w:szCs w:val="24"/>
        </w:rPr>
        <w:t xml:space="preserve">  </w:t>
      </w:r>
    </w:p>
    <w:p w:rsidR="00F9245F" w:rsidRPr="005E592D" w:rsidRDefault="00F9245F"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F9245F" w:rsidRPr="005E592D" w:rsidRDefault="00F9245F" w:rsidP="00700320">
      <w:pPr>
        <w:pStyle w:val="BodyText"/>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F9245F" w:rsidRPr="005E592D" w:rsidRDefault="00F9245F" w:rsidP="00700320">
      <w:pPr>
        <w:ind w:firstLine="284"/>
        <w:jc w:val="both"/>
        <w:rPr>
          <w:bCs/>
          <w:sz w:val="24"/>
          <w:szCs w:val="24"/>
        </w:rPr>
      </w:pPr>
      <w:r w:rsidRPr="005E592D">
        <w:rPr>
          <w:bCs/>
          <w:sz w:val="24"/>
          <w:szCs w:val="24"/>
        </w:rPr>
        <w:t>В этом случае:</w:t>
      </w:r>
    </w:p>
    <w:p w:rsidR="00F9245F" w:rsidRPr="005E592D" w:rsidRDefault="00F9245F"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F9245F" w:rsidRPr="005E592D" w:rsidRDefault="00F9245F"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F9245F" w:rsidRPr="005E592D" w:rsidRDefault="00F9245F"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F9245F" w:rsidRPr="005E592D" w:rsidRDefault="00F9245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F9245F" w:rsidRPr="005E592D" w:rsidRDefault="00F9245F"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F9245F" w:rsidRPr="005E592D" w:rsidRDefault="00F9245F"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F9245F" w:rsidRPr="005E592D" w:rsidRDefault="00F9245F"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F9245F" w:rsidRPr="005E592D" w:rsidRDefault="00F9245F"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F9245F" w:rsidRPr="005E592D" w:rsidRDefault="00F9245F"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F9245F" w:rsidRPr="005E592D" w:rsidRDefault="00F9245F"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F9245F" w:rsidRPr="005E592D" w:rsidRDefault="00F9245F"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F9245F" w:rsidRPr="005E592D" w:rsidRDefault="00F9245F"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F9245F" w:rsidRPr="005E592D" w:rsidRDefault="00F9245F"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F9245F" w:rsidRPr="005E592D" w:rsidRDefault="00F9245F"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F9245F" w:rsidRPr="005E592D" w:rsidRDefault="00F9245F"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F9245F" w:rsidRPr="005E592D" w:rsidRDefault="00F9245F"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F9245F" w:rsidRPr="005E592D" w:rsidRDefault="00F9245F"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F9245F" w:rsidRPr="005E592D" w:rsidRDefault="00F9245F"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F9245F" w:rsidRPr="005E592D" w:rsidRDefault="00F9245F"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F9245F" w:rsidRPr="005E592D" w:rsidRDefault="00F9245F" w:rsidP="00700320">
      <w:pPr>
        <w:ind w:firstLine="284"/>
        <w:jc w:val="both"/>
        <w:rPr>
          <w:b/>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9</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F9245F" w:rsidRPr="005E592D" w:rsidRDefault="00F9245F" w:rsidP="00D576E3">
      <w:pPr>
        <w:suppressAutoHyphens/>
        <w:autoSpaceDE w:val="0"/>
        <w:autoSpaceDN w:val="0"/>
        <w:adjustRightInd w:val="0"/>
        <w:rPr>
          <w:sz w:val="24"/>
          <w:szCs w:val="24"/>
        </w:rPr>
      </w:pPr>
      <w:r w:rsidRPr="005E592D">
        <w:rPr>
          <w:b/>
          <w:sz w:val="24"/>
          <w:szCs w:val="24"/>
        </w:rPr>
        <w:t xml:space="preserve">        </w:t>
      </w:r>
    </w:p>
    <w:p w:rsidR="00F9245F" w:rsidRPr="005E592D" w:rsidRDefault="00F9245F"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F9245F" w:rsidRPr="005E592D" w:rsidRDefault="00F9245F"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F9245F" w:rsidRPr="005E592D" w:rsidRDefault="00F9245F" w:rsidP="00355A0B">
      <w:pPr>
        <w:ind w:firstLine="284"/>
        <w:jc w:val="both"/>
        <w:rPr>
          <w:sz w:val="24"/>
          <w:szCs w:val="24"/>
        </w:rPr>
      </w:pPr>
      <w:hyperlink r:id="rId12"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Pr>
          <w:sz w:val="24"/>
          <w:szCs w:val="24"/>
        </w:rPr>
        <w:t xml:space="preserve">20.05.2021» </w:t>
      </w:r>
      <w:r w:rsidRPr="005E592D">
        <w:rPr>
          <w:sz w:val="24"/>
          <w:szCs w:val="24"/>
        </w:rPr>
        <w:t>→</w:t>
      </w:r>
      <w:r>
        <w:rPr>
          <w:sz w:val="24"/>
          <w:szCs w:val="24"/>
        </w:rPr>
        <w:t xml:space="preserve"> «Фармацевтические субстанции и вспомогательные вещества». </w:t>
      </w: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F9245F" w:rsidRPr="005E592D" w:rsidRDefault="00F9245F"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F9245F" w:rsidRPr="005E592D" w:rsidRDefault="00F9245F"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F9245F" w:rsidRPr="005E592D" w:rsidRDefault="00F9245F"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Pr>
          <w:sz w:val="24"/>
          <w:szCs w:val="24"/>
          <w:highlight w:val="yellow"/>
        </w:rPr>
        <w:t>09</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w:t>
      </w:r>
      <w:r>
        <w:rPr>
          <w:sz w:val="24"/>
          <w:szCs w:val="24"/>
        </w:rPr>
        <w:t xml:space="preserve"> «Фармацевтические субстанции».</w:t>
      </w:r>
    </w:p>
    <w:p w:rsidR="00F9245F" w:rsidRPr="005E592D" w:rsidRDefault="00F9245F" w:rsidP="00700320">
      <w:pPr>
        <w:pStyle w:val="BodyText"/>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F9245F" w:rsidRPr="005E592D" w:rsidRDefault="00F9245F" w:rsidP="00700320">
      <w:pPr>
        <w:pStyle w:val="BodyText"/>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F9245F" w:rsidRPr="005E592D" w:rsidRDefault="00F9245F" w:rsidP="00700320">
      <w:pPr>
        <w:pStyle w:val="BodyText"/>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F9245F" w:rsidRPr="005E592D" w:rsidRDefault="00F9245F" w:rsidP="00700320">
      <w:pPr>
        <w:pStyle w:val="BodyText"/>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F9245F" w:rsidRPr="005E592D" w:rsidRDefault="00F9245F"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F9245F" w:rsidRPr="005E592D" w:rsidRDefault="00F9245F" w:rsidP="00D576E3">
      <w:pPr>
        <w:suppressAutoHyphens/>
        <w:autoSpaceDE w:val="0"/>
        <w:autoSpaceDN w:val="0"/>
        <w:adjustRightInd w:val="0"/>
        <w:jc w:val="center"/>
        <w:rPr>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10</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F9245F" w:rsidRPr="005E592D" w:rsidRDefault="00F9245F" w:rsidP="00D576E3">
      <w:pPr>
        <w:suppressAutoHyphens/>
        <w:autoSpaceDE w:val="0"/>
        <w:autoSpaceDN w:val="0"/>
        <w:adjustRightInd w:val="0"/>
        <w:jc w:val="both"/>
        <w:rPr>
          <w:sz w:val="24"/>
          <w:szCs w:val="24"/>
        </w:rPr>
      </w:pPr>
    </w:p>
    <w:p w:rsidR="00F9245F" w:rsidRPr="005E592D" w:rsidRDefault="00F9245F"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F9245F" w:rsidRPr="005E592D" w:rsidRDefault="00F9245F"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F9245F" w:rsidRPr="005E592D" w:rsidRDefault="00F9245F" w:rsidP="00D576E3">
      <w:pPr>
        <w:jc w:val="center"/>
        <w:rPr>
          <w:b/>
          <w:sz w:val="24"/>
          <w:szCs w:val="24"/>
        </w:rPr>
      </w:pPr>
    </w:p>
    <w:p w:rsidR="00F9245F" w:rsidRPr="005E592D" w:rsidRDefault="00F9245F" w:rsidP="00D576E3">
      <w:pPr>
        <w:jc w:val="center"/>
        <w:rPr>
          <w:b/>
          <w:sz w:val="24"/>
          <w:szCs w:val="24"/>
        </w:rPr>
      </w:pPr>
      <w:r w:rsidRPr="005E592D">
        <w:rPr>
          <w:b/>
          <w:sz w:val="24"/>
          <w:szCs w:val="24"/>
        </w:rPr>
        <w:t>Глава 11</w:t>
      </w:r>
    </w:p>
    <w:p w:rsidR="00F9245F" w:rsidRPr="005E592D" w:rsidRDefault="00F9245F" w:rsidP="00D576E3">
      <w:pPr>
        <w:jc w:val="center"/>
        <w:rPr>
          <w:b/>
          <w:sz w:val="24"/>
          <w:szCs w:val="24"/>
        </w:rPr>
      </w:pPr>
      <w:r w:rsidRPr="005E592D">
        <w:rPr>
          <w:b/>
          <w:sz w:val="24"/>
          <w:szCs w:val="24"/>
        </w:rPr>
        <w:t>КОНКУРСНОЕ ОБЕСПЕЧЕНИЕ</w:t>
      </w:r>
    </w:p>
    <w:p w:rsidR="00F9245F" w:rsidRPr="005E592D" w:rsidRDefault="00F9245F" w:rsidP="00D576E3">
      <w:pPr>
        <w:jc w:val="center"/>
        <w:rPr>
          <w:b/>
          <w:sz w:val="24"/>
          <w:szCs w:val="24"/>
        </w:rPr>
      </w:pPr>
    </w:p>
    <w:p w:rsidR="00F9245F" w:rsidRPr="005E592D" w:rsidRDefault="00F9245F" w:rsidP="00700320">
      <w:pPr>
        <w:ind w:firstLine="284"/>
        <w:rPr>
          <w:sz w:val="24"/>
          <w:szCs w:val="24"/>
        </w:rPr>
      </w:pPr>
      <w:r>
        <w:rPr>
          <w:sz w:val="24"/>
          <w:szCs w:val="24"/>
        </w:rPr>
        <w:t>11.1</w:t>
      </w:r>
      <w:r w:rsidRPr="005E592D">
        <w:rPr>
          <w:sz w:val="24"/>
          <w:szCs w:val="24"/>
        </w:rPr>
        <w:t>. Конкурсное обеспечение не требуется.</w:t>
      </w:r>
    </w:p>
    <w:p w:rsidR="00F9245F" w:rsidRPr="005E592D" w:rsidRDefault="00F9245F" w:rsidP="00D576E3">
      <w:pPr>
        <w:tabs>
          <w:tab w:val="left" w:pos="0"/>
        </w:tabs>
        <w:suppressAutoHyphens/>
        <w:autoSpaceDE w:val="0"/>
        <w:autoSpaceDN w:val="0"/>
        <w:adjustRightInd w:val="0"/>
        <w:jc w:val="center"/>
        <w:rPr>
          <w:b/>
          <w:sz w:val="24"/>
          <w:szCs w:val="24"/>
        </w:rPr>
      </w:pP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F9245F" w:rsidRPr="005E592D" w:rsidRDefault="00F9245F" w:rsidP="00D576E3">
      <w:pPr>
        <w:suppressAutoHyphens/>
        <w:autoSpaceDE w:val="0"/>
        <w:autoSpaceDN w:val="0"/>
        <w:adjustRightInd w:val="0"/>
        <w:jc w:val="both"/>
        <w:rPr>
          <w:sz w:val="24"/>
          <w:szCs w:val="24"/>
        </w:rPr>
      </w:pPr>
      <w:r w:rsidRPr="005E592D">
        <w:rPr>
          <w:sz w:val="24"/>
          <w:szCs w:val="24"/>
        </w:rPr>
        <w:t xml:space="preserve">       </w:t>
      </w:r>
    </w:p>
    <w:p w:rsidR="00F9245F" w:rsidRPr="005E592D" w:rsidRDefault="00F9245F"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F9245F" w:rsidRPr="005E592D" w:rsidRDefault="00F9245F"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FootnoteReference"/>
          <w:sz w:val="24"/>
          <w:szCs w:val="24"/>
        </w:rPr>
        <w:t xml:space="preserve"> </w:t>
      </w:r>
    </w:p>
    <w:p w:rsidR="00F9245F" w:rsidRPr="005E592D" w:rsidRDefault="00F9245F"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F9245F" w:rsidRPr="005E592D" w:rsidRDefault="00F9245F" w:rsidP="00700320">
      <w:pPr>
        <w:pStyle w:val="BodyText"/>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F9245F" w:rsidRPr="005E592D" w:rsidRDefault="00F9245F"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F9245F" w:rsidRPr="005E592D" w:rsidRDefault="00F9245F"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F9245F" w:rsidRPr="005E592D" w:rsidRDefault="00F9245F"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F9245F" w:rsidRPr="005E592D" w:rsidRDefault="00F9245F"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F9245F" w:rsidRPr="005E592D" w:rsidRDefault="00F9245F"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F9245F" w:rsidRPr="005E592D" w:rsidRDefault="00F9245F"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F9245F" w:rsidRPr="005E592D" w:rsidRDefault="00F9245F"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F9245F" w:rsidRPr="005E592D" w:rsidRDefault="00F9245F"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F9245F" w:rsidRPr="005E592D" w:rsidRDefault="00F9245F" w:rsidP="00A8669D">
      <w:pPr>
        <w:ind w:firstLine="284"/>
        <w:jc w:val="both"/>
        <w:rPr>
          <w:sz w:val="24"/>
          <w:szCs w:val="24"/>
        </w:rPr>
      </w:pPr>
      <w:r w:rsidRPr="005E592D">
        <w:rPr>
          <w:sz w:val="24"/>
          <w:szCs w:val="24"/>
        </w:rPr>
        <w:t>Например :  56 долларов США/ кг; или 2456 белорусских рублей / л;</w:t>
      </w:r>
    </w:p>
    <w:p w:rsidR="00F9245F" w:rsidRPr="005E592D" w:rsidRDefault="00F9245F" w:rsidP="00A8669D">
      <w:pPr>
        <w:ind w:firstLine="284"/>
        <w:jc w:val="both"/>
        <w:rPr>
          <w:sz w:val="24"/>
          <w:szCs w:val="24"/>
        </w:rPr>
      </w:pPr>
      <w:r w:rsidRPr="005E592D">
        <w:rPr>
          <w:sz w:val="24"/>
          <w:szCs w:val="24"/>
        </w:rPr>
        <w:t xml:space="preserve">                   или  259 евро/кг; или  156 российских рублей/ тыс. шт.</w:t>
      </w:r>
    </w:p>
    <w:p w:rsidR="00F9245F" w:rsidRPr="005E592D" w:rsidRDefault="00F9245F"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F9245F" w:rsidRPr="005E592D" w:rsidRDefault="00F9245F"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F9245F" w:rsidRPr="005E592D" w:rsidRDefault="00F9245F"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F9245F" w:rsidRPr="005E592D" w:rsidRDefault="00F9245F" w:rsidP="00A8669D">
      <w:pPr>
        <w:pStyle w:val="BodyText"/>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F9245F" w:rsidRPr="005E592D" w:rsidRDefault="00F9245F" w:rsidP="00FE705F">
      <w:pPr>
        <w:pStyle w:val="BodyText"/>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F9245F" w:rsidRPr="00FE705F" w:rsidRDefault="00F9245F"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F9245F" w:rsidRPr="005E592D" w:rsidRDefault="00F9245F"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F9245F" w:rsidRPr="005E592D" w:rsidRDefault="00F9245F" w:rsidP="00700320">
      <w:pPr>
        <w:pStyle w:val="BodyText"/>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F9245F" w:rsidRPr="005E592D" w:rsidRDefault="00F9245F" w:rsidP="00D576E3">
      <w:pPr>
        <w:pStyle w:val="BodyText"/>
        <w:rPr>
          <w:sz w:val="24"/>
          <w:szCs w:val="24"/>
        </w:rPr>
      </w:pPr>
      <w:r w:rsidRPr="005E592D">
        <w:rPr>
          <w:sz w:val="24"/>
          <w:szCs w:val="24"/>
        </w:rPr>
        <w:t xml:space="preserve"> </w:t>
      </w:r>
    </w:p>
    <w:p w:rsidR="00F9245F" w:rsidRPr="005E592D" w:rsidRDefault="00F9245F" w:rsidP="00D576E3">
      <w:pPr>
        <w:pStyle w:val="BodyText"/>
        <w:jc w:val="center"/>
        <w:rPr>
          <w:b/>
          <w:sz w:val="24"/>
          <w:szCs w:val="24"/>
        </w:rPr>
      </w:pPr>
      <w:r w:rsidRPr="005E592D">
        <w:rPr>
          <w:b/>
          <w:sz w:val="24"/>
          <w:szCs w:val="24"/>
        </w:rPr>
        <w:t>Глава 13</w:t>
      </w: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F9245F" w:rsidRPr="005E592D" w:rsidRDefault="00F9245F" w:rsidP="00D576E3">
      <w:pPr>
        <w:pStyle w:val="BodyText"/>
        <w:rPr>
          <w:sz w:val="24"/>
          <w:szCs w:val="24"/>
        </w:rPr>
      </w:pPr>
    </w:p>
    <w:p w:rsidR="00F9245F" w:rsidRPr="005E592D" w:rsidRDefault="00F9245F" w:rsidP="00700320">
      <w:pPr>
        <w:pStyle w:val="BodyText"/>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F9245F" w:rsidRPr="005E592D" w:rsidRDefault="00F9245F"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F9245F" w:rsidRPr="005E592D" w:rsidRDefault="00F9245F" w:rsidP="00700320">
      <w:pPr>
        <w:pStyle w:val="BodyText"/>
        <w:ind w:firstLine="284"/>
        <w:rPr>
          <w:sz w:val="24"/>
          <w:szCs w:val="24"/>
        </w:rPr>
      </w:pPr>
      <w:r w:rsidRPr="005E592D">
        <w:rPr>
          <w:sz w:val="24"/>
          <w:szCs w:val="24"/>
        </w:rPr>
        <w:t xml:space="preserve">Открытое акционерное общество </w:t>
      </w:r>
    </w:p>
    <w:p w:rsidR="00F9245F" w:rsidRPr="005E592D" w:rsidRDefault="00F9245F" w:rsidP="00700320">
      <w:pPr>
        <w:pStyle w:val="BodyText"/>
        <w:ind w:firstLine="284"/>
        <w:rPr>
          <w:sz w:val="24"/>
          <w:szCs w:val="24"/>
        </w:rPr>
      </w:pPr>
      <w:r w:rsidRPr="005E592D">
        <w:rPr>
          <w:sz w:val="24"/>
          <w:szCs w:val="24"/>
        </w:rPr>
        <w:t>«Борисовский завод медицинских препаратов»</w:t>
      </w:r>
    </w:p>
    <w:p w:rsidR="00F9245F" w:rsidRPr="005E592D" w:rsidRDefault="00F9245F" w:rsidP="00700320">
      <w:pPr>
        <w:pStyle w:val="BodyText"/>
        <w:ind w:firstLine="284"/>
        <w:rPr>
          <w:sz w:val="24"/>
          <w:szCs w:val="24"/>
        </w:rPr>
      </w:pPr>
      <w:r w:rsidRPr="005E592D">
        <w:rPr>
          <w:sz w:val="24"/>
          <w:szCs w:val="24"/>
        </w:rPr>
        <w:t>ул. Чапаева, 64,</w:t>
      </w:r>
    </w:p>
    <w:p w:rsidR="00F9245F" w:rsidRPr="005E592D" w:rsidRDefault="00F9245F" w:rsidP="00700320">
      <w:pPr>
        <w:pStyle w:val="BodyText"/>
        <w:ind w:firstLine="284"/>
        <w:rPr>
          <w:sz w:val="24"/>
          <w:szCs w:val="24"/>
        </w:rPr>
      </w:pPr>
      <w:r w:rsidRPr="005E592D">
        <w:rPr>
          <w:sz w:val="24"/>
          <w:szCs w:val="24"/>
        </w:rPr>
        <w:t>222518, г. Борисов, Минская область,</w:t>
      </w:r>
    </w:p>
    <w:p w:rsidR="00F9245F" w:rsidRPr="005E592D" w:rsidRDefault="00F9245F" w:rsidP="00700320">
      <w:pPr>
        <w:pStyle w:val="BodyText"/>
        <w:ind w:firstLine="284"/>
        <w:rPr>
          <w:sz w:val="24"/>
          <w:szCs w:val="24"/>
        </w:rPr>
      </w:pPr>
      <w:r w:rsidRPr="005E592D">
        <w:rPr>
          <w:sz w:val="24"/>
          <w:szCs w:val="24"/>
        </w:rPr>
        <w:t>Республика Беларусь</w:t>
      </w:r>
    </w:p>
    <w:p w:rsidR="00F9245F" w:rsidRPr="005E592D" w:rsidRDefault="00F9245F"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F9245F" w:rsidRPr="005E592D" w:rsidTr="00D576E3">
        <w:trPr>
          <w:trHeight w:val="1134"/>
        </w:trPr>
        <w:tc>
          <w:tcPr>
            <w:tcW w:w="9967" w:type="dxa"/>
          </w:tcPr>
          <w:p w:rsidR="00F9245F" w:rsidRPr="005E592D" w:rsidRDefault="00F9245F" w:rsidP="00D576E3">
            <w:pPr>
              <w:jc w:val="center"/>
              <w:rPr>
                <w:b/>
                <w:bCs/>
                <w:w w:val="112"/>
                <w:sz w:val="24"/>
                <w:szCs w:val="24"/>
              </w:rPr>
            </w:pPr>
          </w:p>
          <w:p w:rsidR="00F9245F" w:rsidRPr="005E592D" w:rsidRDefault="00F9245F" w:rsidP="00D576E3">
            <w:pPr>
              <w:jc w:val="center"/>
              <w:rPr>
                <w:b/>
                <w:bCs/>
                <w:w w:val="112"/>
                <w:sz w:val="24"/>
                <w:szCs w:val="24"/>
              </w:rPr>
            </w:pPr>
            <w:r w:rsidRPr="005E592D">
              <w:rPr>
                <w:b/>
                <w:bCs/>
                <w:w w:val="112"/>
                <w:sz w:val="24"/>
                <w:szCs w:val="24"/>
              </w:rPr>
              <w:t>«ОТДЕЛ ЗАКУПОК</w:t>
            </w:r>
          </w:p>
          <w:p w:rsidR="00F9245F" w:rsidRDefault="00F9245F"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F9245F" w:rsidRPr="005E592D" w:rsidRDefault="00F9245F"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F9245F" w:rsidRPr="00691131" w:rsidRDefault="00F9245F"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Pr="00C670D0">
              <w:rPr>
                <w:b/>
                <w:sz w:val="24"/>
                <w:szCs w:val="24"/>
                <w:highlight w:val="yellow"/>
              </w:rPr>
              <w:t>09.06.2021г</w:t>
            </w:r>
            <w:r w:rsidRPr="005E592D">
              <w:rPr>
                <w:b/>
                <w:sz w:val="24"/>
                <w:szCs w:val="24"/>
              </w:rPr>
              <w:t>.»</w:t>
            </w:r>
          </w:p>
          <w:p w:rsidR="00F9245F" w:rsidRPr="00691131" w:rsidRDefault="00F9245F" w:rsidP="00D576E3">
            <w:pPr>
              <w:rPr>
                <w:color w:val="000000"/>
                <w:w w:val="112"/>
                <w:sz w:val="24"/>
                <w:szCs w:val="24"/>
              </w:rPr>
            </w:pPr>
          </w:p>
        </w:tc>
      </w:tr>
    </w:tbl>
    <w:p w:rsidR="00F9245F" w:rsidRPr="00691131" w:rsidRDefault="00F9245F" w:rsidP="00D576E3">
      <w:pPr>
        <w:rPr>
          <w:sz w:val="24"/>
          <w:szCs w:val="24"/>
        </w:rPr>
      </w:pPr>
    </w:p>
    <w:p w:rsidR="00F9245F" w:rsidRPr="005E592D" w:rsidRDefault="00F9245F"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F9245F" w:rsidRPr="005E592D" w:rsidRDefault="00F9245F"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F9245F" w:rsidRPr="005E592D" w:rsidRDefault="00F9245F"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F9245F" w:rsidRPr="005E592D" w:rsidRDefault="00F9245F"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F9245F" w:rsidRPr="005E592D" w:rsidRDefault="00F9245F"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F9245F" w:rsidRPr="005E592D" w:rsidRDefault="00F9245F"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Pr="00C670D0">
        <w:rPr>
          <w:sz w:val="24"/>
          <w:szCs w:val="24"/>
          <w:highlight w:val="yellow"/>
        </w:rPr>
        <w:t>09.06.2021</w:t>
      </w:r>
      <w:r>
        <w:rPr>
          <w:sz w:val="24"/>
          <w:szCs w:val="24"/>
        </w:rPr>
        <w:t xml:space="preserve"> </w:t>
      </w:r>
      <w:r w:rsidRPr="005E592D">
        <w:rPr>
          <w:sz w:val="24"/>
          <w:szCs w:val="24"/>
        </w:rPr>
        <w:t xml:space="preserve">г., указан в форме конкурсного предложения по предмету закупки. </w:t>
      </w:r>
    </w:p>
    <w:p w:rsidR="00F9245F" w:rsidRPr="005E592D" w:rsidRDefault="00F9245F"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F9245F" w:rsidRPr="005E592D" w:rsidRDefault="00F9245F"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F9245F" w:rsidRPr="005E592D" w:rsidRDefault="00F9245F"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F9245F" w:rsidRPr="005E592D" w:rsidRDefault="00F9245F"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F9245F" w:rsidRPr="005E592D" w:rsidRDefault="00F9245F"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F9245F" w:rsidRPr="005E592D" w:rsidRDefault="00F9245F" w:rsidP="00700320">
      <w:pPr>
        <w:pStyle w:val="BodyText"/>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F9245F" w:rsidRPr="005E592D" w:rsidRDefault="00F9245F" w:rsidP="00700320">
      <w:pPr>
        <w:pStyle w:val="BodyText"/>
        <w:ind w:firstLine="284"/>
        <w:rPr>
          <w:sz w:val="24"/>
          <w:szCs w:val="24"/>
        </w:rPr>
      </w:pPr>
      <w:r w:rsidRPr="005E592D">
        <w:rPr>
          <w:sz w:val="24"/>
          <w:szCs w:val="24"/>
        </w:rPr>
        <w:t>изданы дополнения к конкурсным документам;</w:t>
      </w:r>
    </w:p>
    <w:p w:rsidR="00F9245F" w:rsidRPr="005E592D" w:rsidRDefault="00F9245F" w:rsidP="00700320">
      <w:pPr>
        <w:pStyle w:val="BodyText"/>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F9245F" w:rsidRPr="005E592D" w:rsidRDefault="00F9245F"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14"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Pr>
          <w:sz w:val="24"/>
          <w:szCs w:val="24"/>
          <w:highlight w:val="yellow"/>
        </w:rPr>
        <w:t>09</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w:t>
      </w:r>
      <w:r>
        <w:rPr>
          <w:sz w:val="24"/>
          <w:szCs w:val="24"/>
        </w:rPr>
        <w:t xml:space="preserve"> «Фармацевтические субстанции.» </w:t>
      </w:r>
      <w:r w:rsidRPr="005E592D">
        <w:rPr>
          <w:sz w:val="24"/>
          <w:szCs w:val="24"/>
        </w:rPr>
        <w:t>→</w:t>
      </w:r>
      <w:r>
        <w:rPr>
          <w:sz w:val="24"/>
          <w:szCs w:val="24"/>
        </w:rPr>
        <w:t xml:space="preserve"> «</w:t>
      </w:r>
      <w:r w:rsidRPr="00355A0B">
        <w:rPr>
          <w:i/>
          <w:sz w:val="24"/>
          <w:szCs w:val="24"/>
        </w:rPr>
        <w:t>Предмет закупки</w:t>
      </w:r>
      <w:r>
        <w:rPr>
          <w:sz w:val="24"/>
          <w:szCs w:val="24"/>
        </w:rPr>
        <w:t>».</w:t>
      </w:r>
    </w:p>
    <w:p w:rsidR="00F9245F" w:rsidRPr="005E592D" w:rsidRDefault="00F9245F" w:rsidP="00700320">
      <w:pPr>
        <w:pStyle w:val="BodyText"/>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F9245F" w:rsidRPr="005E592D" w:rsidRDefault="00F9245F" w:rsidP="00700320">
      <w:pPr>
        <w:pStyle w:val="BodyText"/>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F9245F" w:rsidRPr="005E592D" w:rsidRDefault="00F9245F"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F9245F" w:rsidRPr="005E592D" w:rsidRDefault="00F9245F"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F9245F" w:rsidRPr="005E592D" w:rsidRDefault="00F9245F" w:rsidP="00D576E3">
      <w:pPr>
        <w:suppressAutoHyphens/>
        <w:autoSpaceDE w:val="0"/>
        <w:autoSpaceDN w:val="0"/>
        <w:adjustRightInd w:val="0"/>
        <w:jc w:val="center"/>
        <w:rPr>
          <w:b/>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14</w:t>
      </w:r>
    </w:p>
    <w:p w:rsidR="00F9245F" w:rsidRPr="005E592D" w:rsidRDefault="00F9245F"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F9245F" w:rsidRPr="005E592D" w:rsidRDefault="00F9245F" w:rsidP="00D576E3">
      <w:pPr>
        <w:ind w:firstLine="720"/>
        <w:jc w:val="both"/>
        <w:rPr>
          <w:sz w:val="24"/>
          <w:szCs w:val="24"/>
        </w:rPr>
      </w:pPr>
    </w:p>
    <w:p w:rsidR="00F9245F" w:rsidRPr="005E592D" w:rsidRDefault="00F9245F"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F9245F" w:rsidRPr="005E592D" w:rsidRDefault="00F9245F" w:rsidP="00700320">
      <w:pPr>
        <w:pStyle w:val="BodyText"/>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F9245F" w:rsidRPr="005E592D" w:rsidRDefault="00F9245F" w:rsidP="00700320">
      <w:pPr>
        <w:pStyle w:val="BodyText"/>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F9245F" w:rsidRPr="005E592D" w:rsidRDefault="00F9245F" w:rsidP="00D576E3">
      <w:pPr>
        <w:pStyle w:val="BodyText"/>
        <w:ind w:firstLine="180"/>
        <w:rPr>
          <w:bCs/>
          <w:sz w:val="24"/>
          <w:szCs w:val="24"/>
        </w:rPr>
      </w:pPr>
    </w:p>
    <w:p w:rsidR="00F9245F" w:rsidRPr="005E592D" w:rsidRDefault="00F9245F" w:rsidP="00D576E3">
      <w:pPr>
        <w:pStyle w:val="BodyText"/>
        <w:jc w:val="center"/>
        <w:rPr>
          <w:b/>
          <w:sz w:val="24"/>
          <w:szCs w:val="24"/>
        </w:rPr>
      </w:pPr>
      <w:r w:rsidRPr="005E592D">
        <w:rPr>
          <w:b/>
          <w:sz w:val="24"/>
          <w:szCs w:val="24"/>
        </w:rPr>
        <w:t>Глава 15</w:t>
      </w:r>
    </w:p>
    <w:p w:rsidR="00F9245F" w:rsidRPr="005E592D" w:rsidRDefault="00F9245F" w:rsidP="00D576E3">
      <w:pPr>
        <w:pStyle w:val="BodyText"/>
        <w:jc w:val="center"/>
        <w:rPr>
          <w:i/>
          <w:iCs/>
          <w:sz w:val="24"/>
          <w:szCs w:val="24"/>
        </w:rPr>
      </w:pPr>
      <w:r w:rsidRPr="005E592D">
        <w:rPr>
          <w:b/>
          <w:sz w:val="24"/>
          <w:szCs w:val="24"/>
        </w:rPr>
        <w:t>ЯЗЫК И ОБМЕН ДОКУМЕНТАМИ, СВЕДЕНИЯМИ</w:t>
      </w:r>
    </w:p>
    <w:p w:rsidR="00F9245F" w:rsidRPr="005E592D" w:rsidRDefault="00F9245F" w:rsidP="00D576E3">
      <w:pPr>
        <w:suppressAutoHyphens/>
        <w:autoSpaceDE w:val="0"/>
        <w:autoSpaceDN w:val="0"/>
        <w:adjustRightInd w:val="0"/>
        <w:jc w:val="both"/>
        <w:rPr>
          <w:b/>
          <w:sz w:val="24"/>
          <w:szCs w:val="24"/>
        </w:rPr>
      </w:pPr>
    </w:p>
    <w:p w:rsidR="00F9245F" w:rsidRPr="005E592D" w:rsidRDefault="00F9245F"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F9245F" w:rsidRPr="005E592D" w:rsidRDefault="00F9245F" w:rsidP="00700320">
      <w:pPr>
        <w:pStyle w:val="BodyText"/>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F9245F" w:rsidRPr="005E592D" w:rsidRDefault="00F9245F" w:rsidP="00D576E3">
      <w:pPr>
        <w:tabs>
          <w:tab w:val="left" w:pos="0"/>
        </w:tabs>
        <w:suppressAutoHyphens/>
        <w:autoSpaceDE w:val="0"/>
        <w:autoSpaceDN w:val="0"/>
        <w:adjustRightInd w:val="0"/>
        <w:jc w:val="center"/>
        <w:rPr>
          <w:b/>
          <w:sz w:val="24"/>
          <w:szCs w:val="24"/>
        </w:rPr>
      </w:pP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F9245F" w:rsidRPr="005E592D" w:rsidRDefault="00F9245F"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F9245F" w:rsidRPr="005E592D" w:rsidRDefault="00F9245F" w:rsidP="00D576E3">
      <w:pPr>
        <w:pStyle w:val="BodyText"/>
        <w:ind w:firstLine="540"/>
        <w:rPr>
          <w:i/>
          <w:iCs/>
          <w:sz w:val="24"/>
          <w:szCs w:val="24"/>
        </w:rPr>
      </w:pPr>
    </w:p>
    <w:p w:rsidR="00F9245F" w:rsidRPr="0086733C" w:rsidRDefault="00F9245F" w:rsidP="00700320">
      <w:pPr>
        <w:pStyle w:val="BodyText"/>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F9245F" w:rsidRPr="005E592D" w:rsidRDefault="00F9245F" w:rsidP="00700320">
      <w:pPr>
        <w:pStyle w:val="BodyText"/>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F9245F" w:rsidRPr="005E592D" w:rsidRDefault="00F9245F" w:rsidP="00700320">
      <w:pPr>
        <w:pStyle w:val="BodyText"/>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F9245F" w:rsidRPr="002B70B1" w:rsidRDefault="00F9245F" w:rsidP="00700320">
      <w:pPr>
        <w:pStyle w:val="BodyText"/>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F9245F" w:rsidRPr="002B70B1" w:rsidRDefault="00F9245F"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F9245F" w:rsidRPr="002B70B1" w:rsidRDefault="00F9245F"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F9245F" w:rsidRPr="005E592D" w:rsidRDefault="00F9245F" w:rsidP="00700320">
      <w:pPr>
        <w:pStyle w:val="BodyText"/>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F9245F" w:rsidRPr="005E592D" w:rsidRDefault="00F9245F" w:rsidP="00700320">
      <w:pPr>
        <w:pStyle w:val="BodyText"/>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F9245F" w:rsidRPr="005E592D" w:rsidRDefault="00F9245F" w:rsidP="00D576E3">
      <w:pPr>
        <w:pStyle w:val="BodyText"/>
        <w:tabs>
          <w:tab w:val="left" w:pos="0"/>
        </w:tabs>
        <w:ind w:firstLine="360"/>
        <w:rPr>
          <w:sz w:val="24"/>
          <w:szCs w:val="24"/>
        </w:rPr>
      </w:pPr>
    </w:p>
    <w:p w:rsidR="00F9245F" w:rsidRPr="005E592D" w:rsidRDefault="00F9245F" w:rsidP="00E236F7">
      <w:pPr>
        <w:jc w:val="center"/>
        <w:rPr>
          <w:b/>
          <w:bCs/>
          <w:sz w:val="24"/>
          <w:szCs w:val="24"/>
        </w:rPr>
      </w:pPr>
      <w:r w:rsidRPr="005E592D">
        <w:rPr>
          <w:b/>
          <w:bCs/>
          <w:sz w:val="24"/>
          <w:szCs w:val="24"/>
        </w:rPr>
        <w:t>Глава 17</w:t>
      </w:r>
    </w:p>
    <w:p w:rsidR="00F9245F" w:rsidRDefault="00F9245F" w:rsidP="00D576E3">
      <w:pPr>
        <w:jc w:val="center"/>
        <w:rPr>
          <w:b/>
          <w:bCs/>
          <w:caps/>
          <w:sz w:val="24"/>
          <w:szCs w:val="24"/>
        </w:rPr>
      </w:pPr>
      <w:r w:rsidRPr="005E592D">
        <w:rPr>
          <w:b/>
          <w:bCs/>
          <w:caps/>
          <w:sz w:val="24"/>
          <w:szCs w:val="24"/>
        </w:rPr>
        <w:t>Применение преференциальной поправки</w:t>
      </w:r>
    </w:p>
    <w:p w:rsidR="00F9245F" w:rsidRPr="005E592D" w:rsidRDefault="00F9245F" w:rsidP="00D576E3">
      <w:pPr>
        <w:jc w:val="center"/>
        <w:rPr>
          <w:b/>
          <w:bCs/>
          <w:caps/>
          <w:sz w:val="24"/>
          <w:szCs w:val="24"/>
        </w:rPr>
      </w:pPr>
    </w:p>
    <w:p w:rsidR="00F9245F" w:rsidRPr="005E592D" w:rsidRDefault="00F9245F" w:rsidP="00E535C1">
      <w:pPr>
        <w:pStyle w:val="BodyText"/>
        <w:tabs>
          <w:tab w:val="left" w:pos="0"/>
        </w:tabs>
        <w:ind w:firstLine="284"/>
        <w:rPr>
          <w:sz w:val="24"/>
          <w:szCs w:val="24"/>
        </w:rPr>
      </w:pPr>
      <w:r>
        <w:rPr>
          <w:sz w:val="24"/>
          <w:szCs w:val="24"/>
        </w:rPr>
        <w:t>17</w:t>
      </w:r>
      <w:r w:rsidRPr="005E592D">
        <w:rPr>
          <w:sz w:val="24"/>
          <w:szCs w:val="24"/>
        </w:rPr>
        <w:t>.</w:t>
      </w:r>
      <w:r>
        <w:rPr>
          <w:sz w:val="24"/>
          <w:szCs w:val="24"/>
        </w:rPr>
        <w:t>1</w:t>
      </w:r>
      <w:r w:rsidRPr="005E592D">
        <w:rPr>
          <w:sz w:val="24"/>
          <w:szCs w:val="24"/>
        </w:rPr>
        <w:t xml:space="preserve">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F9245F" w:rsidRPr="005E592D" w:rsidRDefault="00F9245F" w:rsidP="00E535C1">
      <w:pPr>
        <w:pStyle w:val="BodyText"/>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F9245F" w:rsidRPr="005E592D" w:rsidRDefault="00F9245F" w:rsidP="00E535C1">
      <w:pPr>
        <w:pStyle w:val="BodyText"/>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F9245F" w:rsidRPr="005E592D" w:rsidRDefault="00F9245F" w:rsidP="00E535C1">
      <w:pPr>
        <w:pStyle w:val="BodyText"/>
        <w:tabs>
          <w:tab w:val="left" w:pos="0"/>
        </w:tabs>
        <w:ind w:firstLine="284"/>
        <w:rPr>
          <w:sz w:val="24"/>
          <w:szCs w:val="24"/>
        </w:rPr>
      </w:pPr>
      <w:r w:rsidRPr="005E592D">
        <w:rPr>
          <w:sz w:val="24"/>
          <w:szCs w:val="24"/>
        </w:rPr>
        <w:t>Преференциальная поправка не применяется в отношении:</w:t>
      </w:r>
    </w:p>
    <w:p w:rsidR="00F9245F" w:rsidRPr="005E592D" w:rsidRDefault="00F9245F" w:rsidP="00E535C1">
      <w:pPr>
        <w:pStyle w:val="BodyText"/>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F9245F" w:rsidRPr="005E592D" w:rsidRDefault="00F9245F" w:rsidP="00E535C1">
      <w:pPr>
        <w:pStyle w:val="BodyText"/>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F9245F" w:rsidRPr="005E592D" w:rsidRDefault="00F9245F" w:rsidP="00E535C1">
      <w:pPr>
        <w:pStyle w:val="BodyText"/>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F9245F" w:rsidRPr="005E592D" w:rsidRDefault="00F9245F" w:rsidP="00E535C1">
      <w:pPr>
        <w:pStyle w:val="BodyText"/>
        <w:tabs>
          <w:tab w:val="left" w:pos="0"/>
        </w:tabs>
        <w:ind w:firstLine="284"/>
        <w:rPr>
          <w:sz w:val="24"/>
          <w:szCs w:val="24"/>
        </w:rPr>
      </w:pPr>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F9245F" w:rsidRPr="005E592D" w:rsidRDefault="00F9245F" w:rsidP="00E535C1">
      <w:pPr>
        <w:pStyle w:val="BodyText"/>
        <w:tabs>
          <w:tab w:val="left" w:pos="0"/>
        </w:tabs>
        <w:ind w:firstLine="284"/>
        <w:rPr>
          <w:sz w:val="24"/>
          <w:szCs w:val="24"/>
        </w:rPr>
      </w:pPr>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F9245F" w:rsidRPr="005E592D" w:rsidRDefault="00F9245F" w:rsidP="00E535C1">
      <w:pPr>
        <w:pStyle w:val="BodyText"/>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F9245F" w:rsidRPr="005E592D" w:rsidRDefault="00F9245F" w:rsidP="00E535C1">
      <w:pPr>
        <w:pStyle w:val="BodyText"/>
        <w:tabs>
          <w:tab w:val="left" w:pos="0"/>
        </w:tabs>
        <w:ind w:firstLine="284"/>
        <w:rPr>
          <w:sz w:val="24"/>
          <w:szCs w:val="24"/>
        </w:rPr>
      </w:pPr>
      <w:r>
        <w:rPr>
          <w:sz w:val="24"/>
          <w:szCs w:val="24"/>
        </w:rPr>
        <w:t>17.2</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F9245F" w:rsidRPr="005E592D" w:rsidRDefault="00F9245F" w:rsidP="00E535C1">
      <w:pPr>
        <w:pStyle w:val="BodyText"/>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F9245F" w:rsidRPr="005E592D" w:rsidRDefault="00F9245F" w:rsidP="00E236F7">
      <w:pPr>
        <w:tabs>
          <w:tab w:val="left" w:pos="6804"/>
        </w:tabs>
        <w:autoSpaceDE w:val="0"/>
        <w:autoSpaceDN w:val="0"/>
        <w:adjustRightInd w:val="0"/>
        <w:ind w:firstLine="426"/>
        <w:jc w:val="both"/>
        <w:rPr>
          <w:sz w:val="30"/>
          <w:szCs w:val="30"/>
        </w:rPr>
      </w:pPr>
    </w:p>
    <w:p w:rsidR="00F9245F" w:rsidRPr="005E592D" w:rsidRDefault="00F9245F" w:rsidP="00E236F7">
      <w:pPr>
        <w:ind w:firstLine="426"/>
        <w:jc w:val="center"/>
        <w:rPr>
          <w:b/>
          <w:bCs/>
          <w:sz w:val="24"/>
          <w:szCs w:val="24"/>
        </w:rPr>
      </w:pPr>
      <w:r w:rsidRPr="005E592D">
        <w:rPr>
          <w:b/>
          <w:bCs/>
          <w:sz w:val="24"/>
          <w:szCs w:val="24"/>
        </w:rPr>
        <w:t>Глава 18</w:t>
      </w:r>
    </w:p>
    <w:p w:rsidR="00F9245F" w:rsidRPr="005E592D" w:rsidRDefault="00F9245F" w:rsidP="00E236F7">
      <w:pPr>
        <w:ind w:firstLine="426"/>
        <w:jc w:val="center"/>
        <w:rPr>
          <w:b/>
          <w:bCs/>
          <w:sz w:val="24"/>
          <w:szCs w:val="24"/>
        </w:rPr>
      </w:pPr>
      <w:r w:rsidRPr="005E592D">
        <w:rPr>
          <w:b/>
          <w:bCs/>
          <w:sz w:val="24"/>
          <w:szCs w:val="24"/>
        </w:rPr>
        <w:t>ОЦЕНКА КОНКУРСНЫХ ПРЕДЛОЖЕНИЙ</w:t>
      </w:r>
    </w:p>
    <w:p w:rsidR="00F9245F" w:rsidRPr="005E592D" w:rsidRDefault="00F9245F" w:rsidP="00E236F7">
      <w:pPr>
        <w:ind w:firstLine="426"/>
        <w:jc w:val="center"/>
        <w:rPr>
          <w:b/>
          <w:bCs/>
          <w:sz w:val="24"/>
          <w:szCs w:val="24"/>
        </w:rPr>
      </w:pPr>
      <w:r w:rsidRPr="005E592D">
        <w:rPr>
          <w:b/>
          <w:bCs/>
          <w:sz w:val="24"/>
          <w:szCs w:val="24"/>
        </w:rPr>
        <w:t>И ВЫБОР НАИЛУЧШЕГО ПРЕДЛОЖЕНИЯ И ПОСТАВЩИКА</w:t>
      </w:r>
    </w:p>
    <w:p w:rsidR="00F9245F" w:rsidRPr="005E592D" w:rsidRDefault="00F9245F" w:rsidP="00E236F7">
      <w:pPr>
        <w:ind w:firstLine="426"/>
        <w:jc w:val="center"/>
        <w:rPr>
          <w:b/>
          <w:bCs/>
          <w:sz w:val="24"/>
          <w:szCs w:val="24"/>
        </w:rPr>
      </w:pPr>
    </w:p>
    <w:p w:rsidR="00F9245F" w:rsidRPr="005E592D" w:rsidRDefault="00F9245F" w:rsidP="00E535C1">
      <w:pPr>
        <w:pStyle w:val="BodyTextIndent"/>
        <w:ind w:right="113" w:firstLine="284"/>
        <w:rPr>
          <w:b/>
          <w:sz w:val="24"/>
          <w:szCs w:val="24"/>
        </w:rPr>
      </w:pPr>
      <w:r>
        <w:rPr>
          <w:b/>
          <w:sz w:val="24"/>
          <w:szCs w:val="24"/>
        </w:rPr>
        <w:t>18.1</w:t>
      </w:r>
      <w:r w:rsidRPr="005E592D">
        <w:rPr>
          <w:b/>
          <w:sz w:val="24"/>
          <w:szCs w:val="24"/>
        </w:rPr>
        <w:t>. Оценка конкурсных предложений</w:t>
      </w:r>
    </w:p>
    <w:p w:rsidR="00F9245F" w:rsidRPr="005E592D" w:rsidRDefault="00F9245F" w:rsidP="00E535C1">
      <w:pPr>
        <w:pStyle w:val="BodyTextIndent"/>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F9245F" w:rsidRPr="005E592D" w:rsidRDefault="00F9245F" w:rsidP="00E535C1">
      <w:pPr>
        <w:pStyle w:val="BodyTextIndent"/>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F9245F" w:rsidRPr="000F47CB" w:rsidRDefault="00F9245F" w:rsidP="00E535C1">
      <w:pPr>
        <w:pStyle w:val="BodyTextIndent"/>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F9245F" w:rsidRPr="005E592D" w:rsidRDefault="00F9245F" w:rsidP="00E535C1">
      <w:pPr>
        <w:pStyle w:val="BodyTextIndent"/>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F9245F" w:rsidRPr="005E592D" w:rsidRDefault="00F9245F" w:rsidP="00E535C1">
      <w:pPr>
        <w:ind w:firstLine="284"/>
        <w:jc w:val="both"/>
        <w:rPr>
          <w:sz w:val="24"/>
          <w:szCs w:val="24"/>
        </w:rPr>
      </w:pPr>
    </w:p>
    <w:p w:rsidR="00F9245F" w:rsidRPr="005E592D" w:rsidRDefault="00F9245F"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F9245F" w:rsidRPr="005E592D" w:rsidRDefault="00F9245F" w:rsidP="00E535C1">
      <w:pPr>
        <w:ind w:firstLine="284"/>
        <w:jc w:val="both"/>
        <w:rPr>
          <w:b/>
          <w:sz w:val="24"/>
          <w:szCs w:val="24"/>
        </w:rPr>
      </w:pPr>
    </w:p>
    <w:p w:rsidR="00F9245F" w:rsidRPr="005E592D" w:rsidRDefault="00F9245F"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F9245F" w:rsidRPr="005E592D" w:rsidRDefault="00F9245F" w:rsidP="00E535C1">
      <w:pPr>
        <w:ind w:firstLine="284"/>
        <w:jc w:val="both"/>
        <w:rPr>
          <w:sz w:val="24"/>
          <w:szCs w:val="24"/>
        </w:rPr>
      </w:pPr>
      <w:r w:rsidRPr="005E592D">
        <w:rPr>
          <w:sz w:val="24"/>
          <w:szCs w:val="24"/>
        </w:rPr>
        <w:t xml:space="preserve">Цена конкурсного предложения; </w:t>
      </w:r>
    </w:p>
    <w:p w:rsidR="00F9245F" w:rsidRPr="005E592D" w:rsidRDefault="00F9245F" w:rsidP="00E535C1">
      <w:pPr>
        <w:ind w:firstLine="284"/>
        <w:jc w:val="both"/>
        <w:rPr>
          <w:sz w:val="24"/>
          <w:szCs w:val="24"/>
        </w:rPr>
      </w:pPr>
      <w:r w:rsidRPr="005E592D">
        <w:rPr>
          <w:sz w:val="24"/>
          <w:szCs w:val="24"/>
        </w:rPr>
        <w:t>Порядок и сроки осуществления платежей;</w:t>
      </w:r>
    </w:p>
    <w:p w:rsidR="00F9245F" w:rsidRPr="005E592D" w:rsidRDefault="00F9245F" w:rsidP="00E535C1">
      <w:pPr>
        <w:ind w:firstLine="284"/>
        <w:jc w:val="both"/>
        <w:rPr>
          <w:sz w:val="24"/>
          <w:szCs w:val="24"/>
        </w:rPr>
      </w:pPr>
      <w:r w:rsidRPr="005E592D">
        <w:rPr>
          <w:sz w:val="24"/>
          <w:szCs w:val="24"/>
        </w:rPr>
        <w:t>Профессиональная состоятельность.</w:t>
      </w:r>
    </w:p>
    <w:p w:rsidR="00F9245F" w:rsidRPr="005E592D" w:rsidRDefault="00F9245F"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F9245F" w:rsidRPr="005E592D" w:rsidRDefault="00F9245F" w:rsidP="00E535C1">
      <w:pPr>
        <w:ind w:firstLine="284"/>
        <w:jc w:val="both"/>
        <w:rPr>
          <w:sz w:val="24"/>
          <w:szCs w:val="24"/>
        </w:rPr>
      </w:pPr>
      <w:r w:rsidRPr="005E592D">
        <w:rPr>
          <w:sz w:val="24"/>
          <w:szCs w:val="24"/>
        </w:rPr>
        <w:t xml:space="preserve">                                                                                                                        Таблица 1</w:t>
      </w:r>
    </w:p>
    <w:p w:rsidR="00F9245F" w:rsidRPr="005E592D" w:rsidRDefault="00F9245F"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F9245F" w:rsidRPr="005E592D" w:rsidTr="00D576E3">
        <w:tc>
          <w:tcPr>
            <w:tcW w:w="737" w:type="dxa"/>
          </w:tcPr>
          <w:p w:rsidR="00F9245F" w:rsidRPr="005E592D" w:rsidRDefault="00F9245F" w:rsidP="00D576E3">
            <w:pPr>
              <w:jc w:val="center"/>
              <w:rPr>
                <w:sz w:val="24"/>
                <w:szCs w:val="24"/>
              </w:rPr>
            </w:pPr>
            <w:r w:rsidRPr="005E592D">
              <w:rPr>
                <w:sz w:val="24"/>
                <w:szCs w:val="24"/>
              </w:rPr>
              <w:t>№</w:t>
            </w:r>
          </w:p>
          <w:p w:rsidR="00F9245F" w:rsidRPr="005E592D" w:rsidRDefault="00F9245F" w:rsidP="00D576E3">
            <w:pPr>
              <w:jc w:val="center"/>
              <w:rPr>
                <w:sz w:val="24"/>
                <w:szCs w:val="24"/>
              </w:rPr>
            </w:pPr>
            <w:r w:rsidRPr="005E592D">
              <w:rPr>
                <w:sz w:val="24"/>
                <w:szCs w:val="24"/>
              </w:rPr>
              <w:t>п/п</w:t>
            </w:r>
          </w:p>
        </w:tc>
        <w:tc>
          <w:tcPr>
            <w:tcW w:w="5954" w:type="dxa"/>
          </w:tcPr>
          <w:p w:rsidR="00F9245F" w:rsidRPr="005E592D" w:rsidRDefault="00F9245F" w:rsidP="00D576E3">
            <w:pPr>
              <w:jc w:val="center"/>
              <w:rPr>
                <w:sz w:val="24"/>
                <w:szCs w:val="24"/>
              </w:rPr>
            </w:pPr>
          </w:p>
          <w:p w:rsidR="00F9245F" w:rsidRPr="005E592D" w:rsidRDefault="00F9245F" w:rsidP="00D576E3">
            <w:pPr>
              <w:jc w:val="center"/>
              <w:rPr>
                <w:sz w:val="24"/>
                <w:szCs w:val="24"/>
              </w:rPr>
            </w:pPr>
            <w:r w:rsidRPr="005E592D">
              <w:rPr>
                <w:sz w:val="24"/>
                <w:szCs w:val="24"/>
              </w:rPr>
              <w:t>Критерии</w:t>
            </w:r>
          </w:p>
        </w:tc>
        <w:tc>
          <w:tcPr>
            <w:tcW w:w="3285" w:type="dxa"/>
          </w:tcPr>
          <w:p w:rsidR="00F9245F" w:rsidRPr="005E592D" w:rsidRDefault="00F9245F" w:rsidP="00D576E3">
            <w:pPr>
              <w:jc w:val="center"/>
              <w:rPr>
                <w:sz w:val="24"/>
                <w:szCs w:val="24"/>
              </w:rPr>
            </w:pPr>
            <w:r w:rsidRPr="005E592D">
              <w:rPr>
                <w:sz w:val="24"/>
                <w:szCs w:val="24"/>
              </w:rPr>
              <w:t>Коэффициент</w:t>
            </w:r>
          </w:p>
          <w:p w:rsidR="00F9245F" w:rsidRPr="005E592D" w:rsidRDefault="00F9245F" w:rsidP="00D576E3">
            <w:pPr>
              <w:jc w:val="center"/>
              <w:rPr>
                <w:sz w:val="24"/>
                <w:szCs w:val="24"/>
              </w:rPr>
            </w:pPr>
            <w:r w:rsidRPr="005E592D">
              <w:rPr>
                <w:sz w:val="24"/>
                <w:szCs w:val="24"/>
              </w:rPr>
              <w:t>удельного веса</w:t>
            </w:r>
          </w:p>
        </w:tc>
      </w:tr>
      <w:tr w:rsidR="00F9245F" w:rsidRPr="005E592D" w:rsidTr="00D576E3">
        <w:tc>
          <w:tcPr>
            <w:tcW w:w="737" w:type="dxa"/>
          </w:tcPr>
          <w:p w:rsidR="00F9245F" w:rsidRPr="005E592D" w:rsidRDefault="00F9245F" w:rsidP="00D576E3">
            <w:pPr>
              <w:jc w:val="center"/>
              <w:rPr>
                <w:sz w:val="24"/>
                <w:szCs w:val="24"/>
              </w:rPr>
            </w:pPr>
            <w:r w:rsidRPr="005E592D">
              <w:rPr>
                <w:sz w:val="24"/>
                <w:szCs w:val="24"/>
              </w:rPr>
              <w:t>1</w:t>
            </w:r>
          </w:p>
        </w:tc>
        <w:tc>
          <w:tcPr>
            <w:tcW w:w="5954" w:type="dxa"/>
          </w:tcPr>
          <w:p w:rsidR="00F9245F" w:rsidRPr="005E592D" w:rsidRDefault="00F9245F" w:rsidP="00D576E3">
            <w:pPr>
              <w:jc w:val="both"/>
              <w:rPr>
                <w:sz w:val="24"/>
                <w:szCs w:val="24"/>
              </w:rPr>
            </w:pPr>
            <w:r w:rsidRPr="005E592D">
              <w:rPr>
                <w:sz w:val="24"/>
                <w:szCs w:val="24"/>
              </w:rPr>
              <w:t xml:space="preserve">Цена конкурсного предложения </w:t>
            </w:r>
          </w:p>
        </w:tc>
        <w:tc>
          <w:tcPr>
            <w:tcW w:w="3285" w:type="dxa"/>
          </w:tcPr>
          <w:p w:rsidR="00F9245F" w:rsidRPr="005E592D" w:rsidRDefault="00F9245F" w:rsidP="00D576E3">
            <w:pPr>
              <w:jc w:val="center"/>
              <w:rPr>
                <w:sz w:val="24"/>
                <w:szCs w:val="24"/>
              </w:rPr>
            </w:pPr>
            <w:r w:rsidRPr="005E592D">
              <w:rPr>
                <w:sz w:val="24"/>
                <w:szCs w:val="24"/>
              </w:rPr>
              <w:t>0,94</w:t>
            </w:r>
          </w:p>
        </w:tc>
      </w:tr>
      <w:tr w:rsidR="00F9245F" w:rsidRPr="005E592D" w:rsidTr="00D576E3">
        <w:tc>
          <w:tcPr>
            <w:tcW w:w="737" w:type="dxa"/>
          </w:tcPr>
          <w:p w:rsidR="00F9245F" w:rsidRPr="005E592D" w:rsidRDefault="00F9245F" w:rsidP="00D576E3">
            <w:pPr>
              <w:jc w:val="center"/>
              <w:rPr>
                <w:sz w:val="24"/>
                <w:szCs w:val="24"/>
              </w:rPr>
            </w:pPr>
            <w:r w:rsidRPr="005E592D">
              <w:rPr>
                <w:sz w:val="24"/>
                <w:szCs w:val="24"/>
              </w:rPr>
              <w:t>2</w:t>
            </w:r>
          </w:p>
        </w:tc>
        <w:tc>
          <w:tcPr>
            <w:tcW w:w="5954" w:type="dxa"/>
          </w:tcPr>
          <w:p w:rsidR="00F9245F" w:rsidRPr="005E592D" w:rsidRDefault="00F9245F" w:rsidP="00D576E3">
            <w:pPr>
              <w:jc w:val="both"/>
              <w:rPr>
                <w:sz w:val="24"/>
                <w:szCs w:val="24"/>
              </w:rPr>
            </w:pPr>
            <w:r w:rsidRPr="005E592D">
              <w:rPr>
                <w:sz w:val="24"/>
                <w:szCs w:val="24"/>
              </w:rPr>
              <w:t>Порядок и сроки осуществления платежей</w:t>
            </w:r>
          </w:p>
        </w:tc>
        <w:tc>
          <w:tcPr>
            <w:tcW w:w="3285" w:type="dxa"/>
          </w:tcPr>
          <w:p w:rsidR="00F9245F" w:rsidRPr="005E592D" w:rsidRDefault="00F9245F" w:rsidP="00D576E3">
            <w:pPr>
              <w:jc w:val="center"/>
              <w:rPr>
                <w:sz w:val="24"/>
                <w:szCs w:val="24"/>
              </w:rPr>
            </w:pPr>
            <w:r w:rsidRPr="005E592D">
              <w:rPr>
                <w:sz w:val="24"/>
                <w:szCs w:val="24"/>
              </w:rPr>
              <w:t>0,03</w:t>
            </w:r>
          </w:p>
        </w:tc>
      </w:tr>
      <w:tr w:rsidR="00F9245F" w:rsidRPr="005E592D" w:rsidTr="00D576E3">
        <w:tc>
          <w:tcPr>
            <w:tcW w:w="737" w:type="dxa"/>
          </w:tcPr>
          <w:p w:rsidR="00F9245F" w:rsidRPr="005E592D" w:rsidRDefault="00F9245F" w:rsidP="00D576E3">
            <w:pPr>
              <w:jc w:val="center"/>
              <w:rPr>
                <w:sz w:val="24"/>
                <w:szCs w:val="24"/>
              </w:rPr>
            </w:pPr>
            <w:r w:rsidRPr="005E592D">
              <w:rPr>
                <w:sz w:val="24"/>
                <w:szCs w:val="24"/>
              </w:rPr>
              <w:t>3</w:t>
            </w:r>
          </w:p>
        </w:tc>
        <w:tc>
          <w:tcPr>
            <w:tcW w:w="5954" w:type="dxa"/>
          </w:tcPr>
          <w:p w:rsidR="00F9245F" w:rsidRPr="005E592D" w:rsidRDefault="00F9245F" w:rsidP="00D576E3">
            <w:pPr>
              <w:jc w:val="both"/>
              <w:rPr>
                <w:sz w:val="24"/>
                <w:szCs w:val="24"/>
              </w:rPr>
            </w:pPr>
            <w:r w:rsidRPr="005E592D">
              <w:rPr>
                <w:sz w:val="24"/>
                <w:szCs w:val="24"/>
              </w:rPr>
              <w:t>Профессиональная состоятельность</w:t>
            </w:r>
          </w:p>
        </w:tc>
        <w:tc>
          <w:tcPr>
            <w:tcW w:w="3285" w:type="dxa"/>
          </w:tcPr>
          <w:p w:rsidR="00F9245F" w:rsidRPr="005E592D" w:rsidRDefault="00F9245F" w:rsidP="00D576E3">
            <w:pPr>
              <w:jc w:val="center"/>
              <w:rPr>
                <w:sz w:val="24"/>
                <w:szCs w:val="24"/>
                <w:lang w:val="en-US"/>
              </w:rPr>
            </w:pPr>
            <w:r w:rsidRPr="005E592D">
              <w:rPr>
                <w:sz w:val="24"/>
                <w:szCs w:val="24"/>
              </w:rPr>
              <w:t>0,03</w:t>
            </w:r>
          </w:p>
        </w:tc>
      </w:tr>
      <w:tr w:rsidR="00F9245F" w:rsidRPr="005E592D" w:rsidTr="00D576E3">
        <w:tc>
          <w:tcPr>
            <w:tcW w:w="6691" w:type="dxa"/>
            <w:gridSpan w:val="2"/>
          </w:tcPr>
          <w:p w:rsidR="00F9245F" w:rsidRPr="005E592D" w:rsidRDefault="00F9245F" w:rsidP="00D576E3">
            <w:pPr>
              <w:jc w:val="both"/>
              <w:rPr>
                <w:sz w:val="24"/>
                <w:szCs w:val="24"/>
              </w:rPr>
            </w:pPr>
            <w:r w:rsidRPr="005E592D">
              <w:rPr>
                <w:sz w:val="24"/>
                <w:szCs w:val="24"/>
              </w:rPr>
              <w:t>Сумма коэффициентов удельных весов критерий</w:t>
            </w:r>
          </w:p>
        </w:tc>
        <w:tc>
          <w:tcPr>
            <w:tcW w:w="3285" w:type="dxa"/>
          </w:tcPr>
          <w:p w:rsidR="00F9245F" w:rsidRPr="005E592D" w:rsidRDefault="00F9245F" w:rsidP="00D576E3">
            <w:pPr>
              <w:jc w:val="center"/>
              <w:rPr>
                <w:sz w:val="24"/>
                <w:szCs w:val="24"/>
              </w:rPr>
            </w:pPr>
            <w:r w:rsidRPr="005E592D">
              <w:rPr>
                <w:sz w:val="24"/>
                <w:szCs w:val="24"/>
              </w:rPr>
              <w:t>1,0</w:t>
            </w:r>
          </w:p>
        </w:tc>
      </w:tr>
    </w:tbl>
    <w:p w:rsidR="00F9245F" w:rsidRPr="005E592D" w:rsidRDefault="00F9245F" w:rsidP="00D576E3">
      <w:pPr>
        <w:jc w:val="both"/>
        <w:rPr>
          <w:sz w:val="24"/>
          <w:szCs w:val="24"/>
        </w:rPr>
      </w:pPr>
    </w:p>
    <w:p w:rsidR="00F9245F" w:rsidRPr="005E592D" w:rsidRDefault="00F9245F"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F9245F" w:rsidRPr="005E592D" w:rsidRDefault="00F9245F"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F9245F" w:rsidRPr="005E592D" w:rsidRDefault="00F9245F"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F9245F" w:rsidRDefault="00F9245F" w:rsidP="00E535C1">
      <w:pPr>
        <w:ind w:firstLine="284"/>
        <w:jc w:val="both"/>
        <w:rPr>
          <w:sz w:val="24"/>
          <w:szCs w:val="24"/>
        </w:rPr>
      </w:pPr>
    </w:p>
    <w:p w:rsidR="00F9245F" w:rsidRPr="005E592D" w:rsidRDefault="00F9245F" w:rsidP="00E535C1">
      <w:pPr>
        <w:ind w:firstLine="284"/>
        <w:jc w:val="both"/>
        <w:rPr>
          <w:sz w:val="24"/>
          <w:szCs w:val="24"/>
        </w:rPr>
      </w:pPr>
    </w:p>
    <w:p w:rsidR="00F9245F" w:rsidRPr="005E592D" w:rsidRDefault="00F9245F"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F9245F" w:rsidRPr="005E592D" w:rsidRDefault="00F9245F" w:rsidP="00E535C1">
      <w:pPr>
        <w:ind w:firstLine="284"/>
        <w:jc w:val="both"/>
        <w:rPr>
          <w:sz w:val="24"/>
          <w:szCs w:val="24"/>
        </w:rPr>
      </w:pPr>
      <w:r w:rsidRPr="005E592D">
        <w:rPr>
          <w:sz w:val="24"/>
          <w:szCs w:val="24"/>
        </w:rPr>
        <w:t xml:space="preserve">     </w:t>
      </w:r>
    </w:p>
    <w:p w:rsidR="00F9245F" w:rsidRPr="005E592D" w:rsidRDefault="00F9245F" w:rsidP="00E535C1">
      <w:pPr>
        <w:pStyle w:val="BodyText"/>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F9245F" w:rsidRPr="005E592D" w:rsidRDefault="00F9245F" w:rsidP="00E535C1">
      <w:pPr>
        <w:pStyle w:val="BodyText"/>
        <w:ind w:firstLine="284"/>
        <w:rPr>
          <w:b/>
          <w:iCs/>
          <w:snapToGrid w:val="0"/>
          <w:sz w:val="24"/>
          <w:szCs w:val="24"/>
        </w:rPr>
      </w:pPr>
    </w:p>
    <w:p w:rsidR="00F9245F" w:rsidRPr="005E592D" w:rsidRDefault="00F9245F" w:rsidP="00E535C1">
      <w:pPr>
        <w:pStyle w:val="BodyText"/>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F9245F" w:rsidRPr="005E592D" w:rsidRDefault="00F9245F"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F9245F" w:rsidRPr="005E592D" w:rsidRDefault="00F9245F" w:rsidP="00D576E3">
      <w:pPr>
        <w:pStyle w:val="BodyText"/>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F9245F" w:rsidRPr="005E592D" w:rsidRDefault="00F9245F" w:rsidP="00D576E3">
      <w:pPr>
        <w:pStyle w:val="BodyText"/>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F9245F" w:rsidRPr="005E592D" w:rsidRDefault="00F9245F"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F9245F" w:rsidRPr="005E592D" w:rsidRDefault="00F9245F"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F9245F" w:rsidRPr="005E592D" w:rsidRDefault="00F9245F"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F9245F" w:rsidRPr="005E592D" w:rsidRDefault="00F9245F"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F9245F" w:rsidRPr="005E592D" w:rsidRDefault="00F9245F" w:rsidP="00E535C1">
      <w:pPr>
        <w:pStyle w:val="BodyTextIndent"/>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F9245F" w:rsidRPr="008D0BB6" w:rsidRDefault="00F9245F"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F9245F" w:rsidRPr="008D0BB6" w:rsidRDefault="00F9245F" w:rsidP="008D0BB6">
      <w:pPr>
        <w:pStyle w:val="BodyText"/>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F9245F" w:rsidRPr="008D0BB6" w:rsidRDefault="00F9245F" w:rsidP="008D0BB6">
      <w:pPr>
        <w:pStyle w:val="BodyTextIndent"/>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F9245F" w:rsidRPr="005E592D" w:rsidRDefault="00F9245F" w:rsidP="00E535C1">
      <w:pPr>
        <w:pStyle w:val="BodyText"/>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F9245F" w:rsidRPr="00030335" w:rsidRDefault="00F9245F" w:rsidP="008D0BB6">
      <w:pPr>
        <w:pStyle w:val="BodyText"/>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F9245F" w:rsidRPr="005E592D" w:rsidRDefault="00F9245F" w:rsidP="00E535C1">
      <w:pPr>
        <w:pStyle w:val="BodyTextIndent"/>
        <w:ind w:firstLine="284"/>
        <w:rPr>
          <w:sz w:val="24"/>
          <w:szCs w:val="24"/>
        </w:rPr>
      </w:pPr>
      <w:r w:rsidRPr="005E592D">
        <w:rPr>
          <w:sz w:val="24"/>
          <w:szCs w:val="24"/>
        </w:rPr>
        <w:t>Итоговое сравнение предложений поставщиков при проведении закупок</w:t>
      </w:r>
    </w:p>
    <w:p w:rsidR="00F9245F" w:rsidRDefault="00F9245F" w:rsidP="00D576E3">
      <w:pPr>
        <w:pStyle w:val="BodyTextIndent"/>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F9245F" w:rsidRPr="007540CF" w:rsidTr="005E7816">
        <w:tc>
          <w:tcPr>
            <w:tcW w:w="5744" w:type="dxa"/>
          </w:tcPr>
          <w:p w:rsidR="00F9245F" w:rsidRPr="00030335" w:rsidRDefault="00F9245F"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F9245F" w:rsidRPr="00030335" w:rsidRDefault="00F9245F" w:rsidP="00436717">
            <w:pPr>
              <w:jc w:val="both"/>
              <w:rPr>
                <w:sz w:val="24"/>
                <w:szCs w:val="24"/>
              </w:rPr>
            </w:pPr>
            <w:r w:rsidRPr="00030335">
              <w:rPr>
                <w:sz w:val="24"/>
                <w:szCs w:val="24"/>
              </w:rPr>
              <w:t>2.2. Резидент РБ, предлагающий товары с ценой  с НДС:</w:t>
            </w:r>
          </w:p>
          <w:p w:rsidR="00F9245F" w:rsidRPr="00030335" w:rsidRDefault="00F9245F"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F9245F" w:rsidRPr="00030335" w:rsidRDefault="00F9245F" w:rsidP="00436717">
            <w:pPr>
              <w:jc w:val="both"/>
              <w:rPr>
                <w:sz w:val="24"/>
                <w:szCs w:val="24"/>
              </w:rPr>
            </w:pPr>
            <w:r w:rsidRPr="00030335">
              <w:rPr>
                <w:sz w:val="24"/>
                <w:szCs w:val="24"/>
              </w:rPr>
              <w:t>2.1. Ц’ = Ц</w:t>
            </w:r>
            <w:r w:rsidRPr="00030335">
              <w:rPr>
                <w:sz w:val="24"/>
                <w:szCs w:val="24"/>
                <w:vertAlign w:val="superscript"/>
              </w:rPr>
              <w:t xml:space="preserve">1       </w:t>
            </w:r>
          </w:p>
          <w:p w:rsidR="00F9245F" w:rsidRPr="00030335" w:rsidRDefault="00F9245F" w:rsidP="00436717">
            <w:pPr>
              <w:jc w:val="both"/>
              <w:rPr>
                <w:sz w:val="24"/>
                <w:szCs w:val="24"/>
                <w:vertAlign w:val="superscript"/>
              </w:rPr>
            </w:pPr>
            <w:r w:rsidRPr="00030335">
              <w:rPr>
                <w:sz w:val="24"/>
                <w:szCs w:val="24"/>
                <w:vertAlign w:val="superscript"/>
              </w:rPr>
              <w:t xml:space="preserve">      </w:t>
            </w:r>
          </w:p>
          <w:p w:rsidR="00F9245F" w:rsidRPr="00030335" w:rsidRDefault="00F9245F" w:rsidP="00436717">
            <w:pPr>
              <w:jc w:val="both"/>
              <w:rPr>
                <w:sz w:val="24"/>
                <w:szCs w:val="24"/>
                <w:lang w:val="en-US"/>
              </w:rPr>
            </w:pPr>
          </w:p>
          <w:p w:rsidR="00F9245F" w:rsidRPr="00030335" w:rsidRDefault="00F9245F"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F9245F" w:rsidRPr="00030335" w:rsidRDefault="00F9245F" w:rsidP="00436717">
            <w:pPr>
              <w:jc w:val="both"/>
              <w:rPr>
                <w:sz w:val="24"/>
                <w:szCs w:val="24"/>
              </w:rPr>
            </w:pPr>
          </w:p>
        </w:tc>
      </w:tr>
      <w:tr w:rsidR="00F9245F" w:rsidRPr="007540CF" w:rsidTr="00436717">
        <w:trPr>
          <w:trHeight w:val="840"/>
        </w:trPr>
        <w:tc>
          <w:tcPr>
            <w:tcW w:w="5744" w:type="dxa"/>
          </w:tcPr>
          <w:p w:rsidR="00F9245F" w:rsidRPr="00030335" w:rsidRDefault="00F9245F" w:rsidP="00436717">
            <w:pPr>
              <w:pStyle w:val="BodyTextIndent"/>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F9245F" w:rsidRPr="00030335" w:rsidRDefault="00F9245F"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F9245F" w:rsidRPr="00030335" w:rsidRDefault="00F9245F" w:rsidP="00436717">
            <w:pPr>
              <w:jc w:val="both"/>
              <w:rPr>
                <w:sz w:val="24"/>
                <w:szCs w:val="24"/>
              </w:rPr>
            </w:pPr>
          </w:p>
        </w:tc>
      </w:tr>
      <w:tr w:rsidR="00F9245F" w:rsidRPr="007540CF" w:rsidTr="00436717">
        <w:trPr>
          <w:trHeight w:val="2782"/>
        </w:trPr>
        <w:tc>
          <w:tcPr>
            <w:tcW w:w="5744" w:type="dxa"/>
          </w:tcPr>
          <w:p w:rsidR="00F9245F" w:rsidRPr="00030335" w:rsidRDefault="00F9245F" w:rsidP="00436717">
            <w:pPr>
              <w:pStyle w:val="BodyTextIndent"/>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F9245F" w:rsidRPr="00030335" w:rsidRDefault="00F9245F" w:rsidP="00436717">
            <w:pPr>
              <w:pStyle w:val="BodyTextIndent"/>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F9245F" w:rsidRPr="00030335" w:rsidRDefault="00F9245F"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F9245F" w:rsidRPr="00030335" w:rsidRDefault="00F9245F" w:rsidP="00436717">
            <w:pPr>
              <w:jc w:val="both"/>
              <w:rPr>
                <w:sz w:val="24"/>
                <w:szCs w:val="24"/>
              </w:rPr>
            </w:pPr>
          </w:p>
          <w:p w:rsidR="00F9245F" w:rsidRDefault="00F9245F" w:rsidP="00436717">
            <w:pPr>
              <w:jc w:val="both"/>
              <w:rPr>
                <w:sz w:val="24"/>
                <w:szCs w:val="24"/>
              </w:rPr>
            </w:pPr>
          </w:p>
          <w:p w:rsidR="00F9245F" w:rsidRPr="00030335" w:rsidRDefault="00F9245F" w:rsidP="00436717">
            <w:pPr>
              <w:jc w:val="both"/>
              <w:rPr>
                <w:sz w:val="24"/>
                <w:szCs w:val="24"/>
              </w:rPr>
            </w:pPr>
          </w:p>
          <w:p w:rsidR="00F9245F" w:rsidRPr="00030335" w:rsidRDefault="00F9245F"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F9245F" w:rsidRPr="00030335" w:rsidRDefault="00F9245F"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F9245F" w:rsidRPr="007540CF" w:rsidTr="00030335">
        <w:trPr>
          <w:trHeight w:val="885"/>
        </w:trPr>
        <w:tc>
          <w:tcPr>
            <w:tcW w:w="5744" w:type="dxa"/>
          </w:tcPr>
          <w:p w:rsidR="00F9245F" w:rsidRPr="00030335" w:rsidRDefault="00F9245F"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F9245F" w:rsidRPr="00030335" w:rsidRDefault="00F9245F"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F9245F" w:rsidRPr="00030335" w:rsidRDefault="00F9245F" w:rsidP="00436717">
            <w:pPr>
              <w:jc w:val="both"/>
              <w:rPr>
                <w:sz w:val="24"/>
                <w:szCs w:val="24"/>
              </w:rPr>
            </w:pPr>
          </w:p>
        </w:tc>
      </w:tr>
      <w:tr w:rsidR="00F9245F" w:rsidRPr="007540CF" w:rsidTr="00436717">
        <w:trPr>
          <w:trHeight w:val="2250"/>
        </w:trPr>
        <w:tc>
          <w:tcPr>
            <w:tcW w:w="5744" w:type="dxa"/>
          </w:tcPr>
          <w:p w:rsidR="00F9245F" w:rsidRPr="00030335" w:rsidRDefault="00F9245F"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F9245F" w:rsidRPr="00030335" w:rsidRDefault="00F9245F"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F9245F" w:rsidRPr="00030335" w:rsidRDefault="00F9245F" w:rsidP="00436717">
            <w:pPr>
              <w:jc w:val="both"/>
              <w:rPr>
                <w:sz w:val="24"/>
                <w:szCs w:val="24"/>
              </w:rPr>
            </w:pPr>
          </w:p>
        </w:tc>
      </w:tr>
    </w:tbl>
    <w:p w:rsidR="00F9245F" w:rsidRPr="005E592D" w:rsidRDefault="00F9245F" w:rsidP="00E535C1">
      <w:pPr>
        <w:pStyle w:val="BodyText"/>
        <w:tabs>
          <w:tab w:val="left" w:pos="0"/>
        </w:tabs>
        <w:ind w:firstLine="284"/>
        <w:rPr>
          <w:snapToGrid w:val="0"/>
          <w:sz w:val="24"/>
          <w:szCs w:val="24"/>
        </w:rPr>
      </w:pPr>
    </w:p>
    <w:p w:rsidR="00F9245F" w:rsidRPr="005E592D" w:rsidRDefault="00F9245F" w:rsidP="00E535C1">
      <w:pPr>
        <w:pStyle w:val="BodyText"/>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F9245F" w:rsidRPr="005E592D" w:rsidRDefault="00F9245F" w:rsidP="00E535C1">
      <w:pPr>
        <w:pStyle w:val="BodyText"/>
        <w:ind w:firstLine="284"/>
        <w:rPr>
          <w:b/>
          <w:bCs/>
          <w:iCs/>
          <w:sz w:val="24"/>
          <w:szCs w:val="24"/>
        </w:rPr>
      </w:pPr>
    </w:p>
    <w:p w:rsidR="00F9245F" w:rsidRPr="005E592D" w:rsidRDefault="00F9245F"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F9245F" w:rsidRPr="005E592D" w:rsidRDefault="00F9245F"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F9245F" w:rsidRPr="005E592D" w:rsidRDefault="00F9245F" w:rsidP="00E535C1">
      <w:pPr>
        <w:pStyle w:val="BodyText"/>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F9245F" w:rsidRPr="005E592D" w:rsidRDefault="00F9245F" w:rsidP="00E535C1">
      <w:pPr>
        <w:pStyle w:val="BodyText"/>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F9245F" w:rsidRPr="005E592D" w:rsidRDefault="00F9245F" w:rsidP="00E535C1">
      <w:pPr>
        <w:pStyle w:val="BodyText"/>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F9245F" w:rsidRPr="00B635A5" w:rsidRDefault="00F9245F" w:rsidP="00B635A5">
      <w:pPr>
        <w:pStyle w:val="BodyText"/>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F9245F" w:rsidRPr="00B635A5" w:rsidRDefault="00F9245F" w:rsidP="00B635A5">
      <w:pPr>
        <w:pStyle w:val="BodyText"/>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F9245F" w:rsidRPr="005E592D" w:rsidRDefault="00F9245F" w:rsidP="00E535C1">
      <w:pPr>
        <w:ind w:firstLine="284"/>
        <w:rPr>
          <w:sz w:val="24"/>
          <w:szCs w:val="24"/>
        </w:rPr>
      </w:pPr>
    </w:p>
    <w:p w:rsidR="00F9245F" w:rsidRPr="005E592D" w:rsidRDefault="00F9245F" w:rsidP="00E535C1">
      <w:pPr>
        <w:pStyle w:val="BodyText"/>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F9245F" w:rsidRPr="005E592D" w:rsidRDefault="00F9245F" w:rsidP="00E535C1">
      <w:pPr>
        <w:pStyle w:val="BodyText"/>
        <w:ind w:firstLine="284"/>
        <w:rPr>
          <w:b/>
          <w:bCs/>
          <w:iCs/>
          <w:snapToGrid w:val="0"/>
          <w:sz w:val="24"/>
          <w:szCs w:val="24"/>
        </w:rPr>
      </w:pPr>
    </w:p>
    <w:p w:rsidR="00F9245F" w:rsidRPr="005E592D" w:rsidRDefault="00F9245F"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F9245F" w:rsidRPr="005E592D" w:rsidRDefault="00F9245F"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F9245F" w:rsidRPr="005E592D" w:rsidRDefault="00F9245F"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F9245F" w:rsidRPr="005E592D" w:rsidRDefault="00F9245F"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F9245F" w:rsidRPr="005E592D" w:rsidRDefault="00F9245F"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F9245F" w:rsidRPr="005E592D" w:rsidRDefault="00F9245F"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F9245F" w:rsidRPr="005E592D" w:rsidRDefault="00F9245F"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F9245F" w:rsidRPr="005E592D" w:rsidRDefault="00F9245F"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F9245F" w:rsidRPr="005E592D" w:rsidRDefault="00F9245F"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F9245F" w:rsidRPr="005E592D" w:rsidRDefault="00F9245F"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F9245F" w:rsidRPr="005E592D" w:rsidRDefault="00F9245F"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F9245F" w:rsidRPr="005E592D" w:rsidRDefault="00F9245F"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F9245F" w:rsidRPr="005E592D" w:rsidRDefault="00F9245F"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F9245F" w:rsidRPr="005E592D" w:rsidRDefault="00F9245F"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F9245F" w:rsidRPr="005E592D" w:rsidRDefault="00F9245F"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F9245F" w:rsidRPr="005E592D" w:rsidRDefault="00F9245F"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F9245F" w:rsidRPr="005E592D" w:rsidRDefault="00F9245F"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F9245F" w:rsidRPr="005E592D" w:rsidRDefault="00F9245F"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F9245F" w:rsidRPr="005E592D" w:rsidRDefault="00F9245F"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F9245F" w:rsidRPr="005E592D" w:rsidRDefault="00F9245F"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F9245F" w:rsidRPr="005E592D" w:rsidRDefault="00F9245F"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F9245F" w:rsidRPr="005E592D" w:rsidRDefault="00F9245F" w:rsidP="00E535C1">
      <w:pPr>
        <w:pStyle w:val="BodyText"/>
        <w:tabs>
          <w:tab w:val="left" w:pos="0"/>
        </w:tabs>
        <w:ind w:firstLine="284"/>
        <w:jc w:val="left"/>
        <w:rPr>
          <w:iCs/>
          <w:snapToGrid w:val="0"/>
          <w:sz w:val="24"/>
          <w:szCs w:val="24"/>
        </w:rPr>
      </w:pPr>
      <w:r w:rsidRPr="005E592D">
        <w:rPr>
          <w:iCs/>
          <w:snapToGrid w:val="0"/>
          <w:sz w:val="24"/>
          <w:szCs w:val="24"/>
        </w:rPr>
        <w:t xml:space="preserve">     </w:t>
      </w:r>
    </w:p>
    <w:p w:rsidR="00F9245F" w:rsidRPr="005E592D" w:rsidRDefault="00F9245F" w:rsidP="005E592D">
      <w:pPr>
        <w:pStyle w:val="BodyText"/>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F9245F" w:rsidRPr="005E592D" w:rsidRDefault="00F9245F" w:rsidP="005E592D">
      <w:pPr>
        <w:pStyle w:val="BodyText"/>
        <w:ind w:firstLine="284"/>
        <w:jc w:val="left"/>
        <w:rPr>
          <w:b/>
          <w:iCs/>
          <w:snapToGrid w:val="0"/>
          <w:sz w:val="24"/>
          <w:szCs w:val="24"/>
        </w:rPr>
      </w:pPr>
    </w:p>
    <w:p w:rsidR="00F9245F" w:rsidRPr="00FA3203" w:rsidRDefault="00F9245F" w:rsidP="005E592D">
      <w:pPr>
        <w:pStyle w:val="BodyText"/>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F9245F" w:rsidRPr="005E592D" w:rsidRDefault="00F9245F"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F9245F" w:rsidRDefault="00F9245F" w:rsidP="005E592D">
      <w:pPr>
        <w:pStyle w:val="BodyText"/>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F9245F" w:rsidRPr="00710CBB" w:rsidRDefault="00F9245F"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F9245F" w:rsidRPr="00710CBB" w:rsidRDefault="00F9245F" w:rsidP="00710CBB">
      <w:pPr>
        <w:pStyle w:val="BodyText"/>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F9245F" w:rsidRPr="00710CBB" w:rsidRDefault="00F9245F"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F9245F" w:rsidRPr="00710CBB" w:rsidRDefault="00F9245F"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F9245F" w:rsidRPr="00710CBB" w:rsidRDefault="00F9245F"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F9245F" w:rsidRPr="005E592D" w:rsidRDefault="00F9245F"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F9245F" w:rsidRDefault="00F9245F" w:rsidP="005E592D">
      <w:pPr>
        <w:pStyle w:val="BodyText"/>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F9245F" w:rsidRPr="005E592D" w:rsidRDefault="00F9245F" w:rsidP="005E592D">
      <w:pPr>
        <w:pStyle w:val="BodyText"/>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F9245F" w:rsidRDefault="00F9245F"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F9245F" w:rsidRPr="005E592D" w:rsidRDefault="00F9245F" w:rsidP="005E592D">
      <w:pPr>
        <w:suppressAutoHyphens/>
        <w:autoSpaceDE w:val="0"/>
        <w:autoSpaceDN w:val="0"/>
        <w:adjustRightInd w:val="0"/>
        <w:ind w:firstLine="284"/>
        <w:jc w:val="both"/>
        <w:rPr>
          <w:sz w:val="24"/>
          <w:szCs w:val="24"/>
        </w:rPr>
      </w:pPr>
    </w:p>
    <w:p w:rsidR="00F9245F" w:rsidRPr="005E592D" w:rsidRDefault="00F9245F" w:rsidP="00D576E3">
      <w:pPr>
        <w:pStyle w:val="BodyText"/>
        <w:ind w:firstLine="180"/>
        <w:jc w:val="center"/>
        <w:rPr>
          <w:b/>
          <w:sz w:val="24"/>
          <w:szCs w:val="24"/>
        </w:rPr>
      </w:pPr>
    </w:p>
    <w:p w:rsidR="00F9245F" w:rsidRPr="005E592D" w:rsidRDefault="00F9245F" w:rsidP="00D576E3">
      <w:pPr>
        <w:pStyle w:val="BodyText"/>
        <w:ind w:firstLine="180"/>
        <w:jc w:val="center"/>
        <w:rPr>
          <w:b/>
          <w:sz w:val="24"/>
          <w:szCs w:val="24"/>
        </w:rPr>
      </w:pPr>
      <w:r w:rsidRPr="005E592D">
        <w:rPr>
          <w:b/>
          <w:sz w:val="24"/>
          <w:szCs w:val="24"/>
        </w:rPr>
        <w:t>Глава 19</w:t>
      </w:r>
    </w:p>
    <w:p w:rsidR="00F9245F" w:rsidRPr="005E592D" w:rsidRDefault="00F9245F" w:rsidP="00D576E3">
      <w:pPr>
        <w:pStyle w:val="BodyText"/>
        <w:ind w:firstLine="540"/>
        <w:jc w:val="center"/>
        <w:rPr>
          <w:b/>
          <w:sz w:val="24"/>
          <w:szCs w:val="24"/>
        </w:rPr>
      </w:pPr>
      <w:r w:rsidRPr="005E592D">
        <w:rPr>
          <w:b/>
          <w:sz w:val="24"/>
          <w:szCs w:val="24"/>
        </w:rPr>
        <w:t>ВСКРЫТИЕ КОНВЕРТОВ С КОНКУРСНЫМИ ПРЕДЛОЖЕНИЯМИ</w:t>
      </w:r>
    </w:p>
    <w:p w:rsidR="00F9245F" w:rsidRPr="005E592D" w:rsidRDefault="00F9245F" w:rsidP="00D576E3">
      <w:pPr>
        <w:pStyle w:val="BodyText"/>
        <w:ind w:firstLine="540"/>
        <w:rPr>
          <w:color w:val="000000"/>
          <w:w w:val="112"/>
          <w:sz w:val="24"/>
          <w:szCs w:val="24"/>
        </w:rPr>
      </w:pPr>
      <w:r w:rsidRPr="005E592D">
        <w:rPr>
          <w:sz w:val="24"/>
          <w:szCs w:val="24"/>
        </w:rPr>
        <w:t xml:space="preserve"> </w:t>
      </w:r>
    </w:p>
    <w:p w:rsidR="00F9245F" w:rsidRPr="005E592D" w:rsidRDefault="00F9245F" w:rsidP="005E592D">
      <w:pPr>
        <w:pStyle w:val="BodyText"/>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F9245F" w:rsidRPr="005E592D" w:rsidRDefault="00F9245F" w:rsidP="005E592D">
      <w:pPr>
        <w:pStyle w:val="BodyText"/>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F9245F" w:rsidRPr="005E592D" w:rsidRDefault="00F9245F" w:rsidP="005E592D">
      <w:pPr>
        <w:pStyle w:val="BodyText"/>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F9245F" w:rsidRPr="005E592D" w:rsidRDefault="00F9245F" w:rsidP="005E592D">
      <w:pPr>
        <w:pStyle w:val="BodyText"/>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F9245F" w:rsidRPr="005E592D" w:rsidRDefault="00F9245F"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F9245F" w:rsidRPr="005E592D" w:rsidRDefault="00F9245F"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F9245F" w:rsidRPr="005E592D" w:rsidRDefault="00F9245F"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Pr>
          <w:sz w:val="24"/>
          <w:szCs w:val="24"/>
          <w:highlight w:val="yellow"/>
        </w:rPr>
        <w:t>09</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F9245F" w:rsidRPr="005E592D" w:rsidRDefault="00F9245F" w:rsidP="005E592D">
      <w:pPr>
        <w:suppressAutoHyphens/>
        <w:autoSpaceDE w:val="0"/>
        <w:autoSpaceDN w:val="0"/>
        <w:adjustRightInd w:val="0"/>
        <w:ind w:firstLine="284"/>
        <w:jc w:val="both"/>
        <w:rPr>
          <w:sz w:val="24"/>
          <w:szCs w:val="24"/>
        </w:rPr>
      </w:pPr>
      <w:r w:rsidRPr="005E592D">
        <w:rPr>
          <w:sz w:val="24"/>
          <w:szCs w:val="24"/>
        </w:rPr>
        <w:t>ул. Чапаева, 64,</w:t>
      </w:r>
    </w:p>
    <w:p w:rsidR="00F9245F" w:rsidRPr="005E592D" w:rsidRDefault="00F9245F"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F9245F" w:rsidRPr="005E592D" w:rsidRDefault="00F9245F" w:rsidP="005E592D">
      <w:pPr>
        <w:pStyle w:val="BodyText"/>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F9245F" w:rsidRPr="005E592D" w:rsidRDefault="00F9245F" w:rsidP="005E592D">
      <w:pPr>
        <w:pStyle w:val="BodyText"/>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F9245F" w:rsidRPr="005E592D" w:rsidRDefault="00F9245F" w:rsidP="005E592D">
      <w:pPr>
        <w:pStyle w:val="BodyText"/>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F9245F" w:rsidRDefault="00F9245F" w:rsidP="005E592D">
      <w:pPr>
        <w:pStyle w:val="BodyText"/>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F9245F" w:rsidRDefault="00F9245F" w:rsidP="005E592D">
      <w:pPr>
        <w:pStyle w:val="BodyText"/>
        <w:ind w:firstLine="284"/>
        <w:rPr>
          <w:iCs/>
          <w:sz w:val="24"/>
          <w:szCs w:val="24"/>
        </w:rPr>
      </w:pPr>
    </w:p>
    <w:p w:rsidR="00F9245F" w:rsidRDefault="00F9245F" w:rsidP="005E592D">
      <w:pPr>
        <w:pStyle w:val="BodyText"/>
        <w:ind w:firstLine="284"/>
        <w:rPr>
          <w:iCs/>
          <w:sz w:val="24"/>
          <w:szCs w:val="24"/>
        </w:rPr>
      </w:pPr>
    </w:p>
    <w:p w:rsidR="00F9245F" w:rsidRPr="005E592D" w:rsidRDefault="00F9245F" w:rsidP="005E592D">
      <w:pPr>
        <w:pStyle w:val="BodyText"/>
        <w:ind w:firstLine="284"/>
        <w:rPr>
          <w:iCs/>
          <w:sz w:val="24"/>
          <w:szCs w:val="24"/>
        </w:rPr>
      </w:pPr>
    </w:p>
    <w:p w:rsidR="00F9245F" w:rsidRPr="005E592D" w:rsidRDefault="00F9245F" w:rsidP="00D576E3">
      <w:pPr>
        <w:pStyle w:val="BodyText"/>
        <w:jc w:val="center"/>
        <w:rPr>
          <w:b/>
          <w:iCs/>
          <w:sz w:val="24"/>
          <w:szCs w:val="24"/>
        </w:rPr>
      </w:pPr>
      <w:r w:rsidRPr="005E592D">
        <w:rPr>
          <w:b/>
          <w:iCs/>
          <w:sz w:val="24"/>
          <w:szCs w:val="24"/>
        </w:rPr>
        <w:t>Глава 20</w:t>
      </w:r>
    </w:p>
    <w:p w:rsidR="00F9245F" w:rsidRPr="005E592D" w:rsidRDefault="00F9245F" w:rsidP="00D576E3">
      <w:pPr>
        <w:pStyle w:val="BodyText"/>
        <w:jc w:val="center"/>
        <w:rPr>
          <w:b/>
          <w:iCs/>
          <w:sz w:val="24"/>
          <w:szCs w:val="24"/>
        </w:rPr>
      </w:pPr>
      <w:r w:rsidRPr="005E592D">
        <w:rPr>
          <w:b/>
          <w:iCs/>
          <w:sz w:val="24"/>
          <w:szCs w:val="24"/>
        </w:rPr>
        <w:t>РАССМОТРЕНИЕ КОНКУРСНЫХ ПРЕДЛОЖЕНИЙ</w:t>
      </w:r>
    </w:p>
    <w:p w:rsidR="00F9245F" w:rsidRPr="005E592D" w:rsidRDefault="00F9245F" w:rsidP="005E592D">
      <w:pPr>
        <w:pStyle w:val="BodyText"/>
        <w:ind w:firstLine="284"/>
        <w:rPr>
          <w:i/>
          <w:iCs/>
          <w:sz w:val="24"/>
          <w:szCs w:val="24"/>
        </w:rPr>
      </w:pPr>
    </w:p>
    <w:p w:rsidR="00F9245F" w:rsidRPr="005E592D" w:rsidRDefault="00F9245F" w:rsidP="005E592D">
      <w:pPr>
        <w:pStyle w:val="BodyText"/>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F9245F" w:rsidRPr="005E592D" w:rsidRDefault="00F9245F" w:rsidP="005E592D">
      <w:pPr>
        <w:ind w:firstLine="284"/>
        <w:jc w:val="both"/>
        <w:rPr>
          <w:sz w:val="24"/>
          <w:szCs w:val="24"/>
        </w:rPr>
      </w:pPr>
      <w:r w:rsidRPr="005E592D">
        <w:rPr>
          <w:sz w:val="24"/>
          <w:szCs w:val="24"/>
        </w:rPr>
        <w:t>Заказчик изучит конкурсные предложения на предмет:</w:t>
      </w:r>
    </w:p>
    <w:p w:rsidR="00F9245F" w:rsidRPr="005E592D" w:rsidRDefault="00F9245F"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F9245F" w:rsidRPr="005E592D" w:rsidRDefault="00F9245F"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F9245F" w:rsidRPr="005E592D" w:rsidRDefault="00F9245F" w:rsidP="005E592D">
      <w:pPr>
        <w:pStyle w:val="BodyText"/>
        <w:ind w:firstLine="284"/>
        <w:rPr>
          <w:iCs/>
          <w:sz w:val="24"/>
          <w:szCs w:val="24"/>
        </w:rPr>
      </w:pPr>
      <w:r w:rsidRPr="005E592D">
        <w:rPr>
          <w:sz w:val="24"/>
          <w:szCs w:val="24"/>
        </w:rPr>
        <w:t>наличия ошибок,  допущенных при вычислениях.</w:t>
      </w:r>
    </w:p>
    <w:p w:rsidR="00F9245F" w:rsidRPr="005E592D" w:rsidRDefault="00F9245F"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F9245F" w:rsidRPr="005E592D" w:rsidRDefault="00F9245F" w:rsidP="005E592D">
      <w:pPr>
        <w:pStyle w:val="BodyText"/>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F9245F" w:rsidRPr="005E592D" w:rsidRDefault="00F9245F" w:rsidP="005E592D">
      <w:pPr>
        <w:pStyle w:val="BodyText"/>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F9245F" w:rsidRPr="005E592D" w:rsidRDefault="00F9245F" w:rsidP="005E592D">
      <w:pPr>
        <w:pStyle w:val="BodyText"/>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F9245F" w:rsidRPr="005E592D" w:rsidRDefault="00F9245F" w:rsidP="005E592D">
      <w:pPr>
        <w:pStyle w:val="BodyText"/>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F9245F" w:rsidRPr="005E592D" w:rsidRDefault="00F9245F" w:rsidP="00D576E3">
      <w:pPr>
        <w:suppressAutoHyphens/>
        <w:autoSpaceDE w:val="0"/>
        <w:autoSpaceDN w:val="0"/>
        <w:adjustRightInd w:val="0"/>
        <w:jc w:val="center"/>
        <w:rPr>
          <w:b/>
          <w:sz w:val="24"/>
          <w:szCs w:val="24"/>
        </w:rPr>
      </w:pP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Глава 21</w:t>
      </w:r>
    </w:p>
    <w:p w:rsidR="00F9245F" w:rsidRPr="005E592D" w:rsidRDefault="00F9245F"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F9245F" w:rsidRPr="005E592D" w:rsidRDefault="00F9245F" w:rsidP="00D576E3">
      <w:pPr>
        <w:pStyle w:val="BodyText"/>
        <w:ind w:firstLine="540"/>
        <w:rPr>
          <w:iCs/>
          <w:sz w:val="24"/>
          <w:szCs w:val="24"/>
        </w:rPr>
      </w:pPr>
    </w:p>
    <w:p w:rsidR="00F9245F" w:rsidRPr="005E592D" w:rsidRDefault="00F9245F"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F9245F" w:rsidRPr="005E592D" w:rsidRDefault="00F9245F"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F9245F" w:rsidRPr="005E592D" w:rsidRDefault="00F9245F"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F9245F" w:rsidRPr="005E592D" w:rsidRDefault="00F9245F"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F9245F" w:rsidRPr="005E592D" w:rsidRDefault="00F9245F"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F9245F" w:rsidRPr="005E592D" w:rsidRDefault="00F9245F"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F9245F" w:rsidRPr="005E592D" w:rsidRDefault="00F9245F"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F9245F" w:rsidRPr="005E592D" w:rsidRDefault="00F9245F"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F9245F" w:rsidRPr="005E592D" w:rsidRDefault="00F9245F" w:rsidP="005E592D">
      <w:pPr>
        <w:pStyle w:val="point"/>
        <w:ind w:firstLine="284"/>
      </w:pPr>
      <w:r>
        <w:t>21.3</w:t>
      </w:r>
      <w:r w:rsidRPr="005E592D">
        <w:t>. Комиссия имеет право отклонить все конкурсные предложения в случае:</w:t>
      </w:r>
    </w:p>
    <w:p w:rsidR="00F9245F" w:rsidRPr="005E592D" w:rsidRDefault="00F9245F" w:rsidP="005E592D">
      <w:pPr>
        <w:pStyle w:val="newncpi"/>
        <w:ind w:firstLine="284"/>
      </w:pPr>
      <w:r>
        <w:t>21.3</w:t>
      </w:r>
      <w:r w:rsidRPr="005E592D">
        <w:t xml:space="preserve">.1. Утраты заказчиком необходимости приобретения товаров. </w:t>
      </w:r>
    </w:p>
    <w:p w:rsidR="00F9245F" w:rsidRPr="005E592D" w:rsidRDefault="00F9245F" w:rsidP="005E592D">
      <w:pPr>
        <w:pStyle w:val="newncpi"/>
        <w:ind w:firstLine="284"/>
      </w:pPr>
      <w:r>
        <w:t>21.3</w:t>
      </w:r>
      <w:r w:rsidRPr="005E592D">
        <w:t>.2. Как содержащие экономически невыгодные для заказчика условия.</w:t>
      </w:r>
    </w:p>
    <w:p w:rsidR="00F9245F" w:rsidRPr="005E592D" w:rsidRDefault="00F9245F" w:rsidP="005E592D">
      <w:pPr>
        <w:pStyle w:val="BodyText"/>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F9245F" w:rsidRPr="005E592D" w:rsidRDefault="00F9245F"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F9245F" w:rsidRPr="005E592D" w:rsidRDefault="00F9245F" w:rsidP="005E592D">
      <w:pPr>
        <w:pStyle w:val="BodyText"/>
        <w:ind w:firstLine="284"/>
        <w:rPr>
          <w:b/>
          <w:iCs/>
          <w:sz w:val="24"/>
          <w:szCs w:val="24"/>
        </w:rPr>
      </w:pPr>
    </w:p>
    <w:p w:rsidR="00F9245F" w:rsidRPr="005E592D" w:rsidRDefault="00F9245F" w:rsidP="00D576E3">
      <w:pPr>
        <w:pStyle w:val="BodyText"/>
        <w:ind w:firstLine="540"/>
        <w:jc w:val="center"/>
        <w:rPr>
          <w:b/>
          <w:iCs/>
          <w:sz w:val="24"/>
          <w:szCs w:val="24"/>
        </w:rPr>
      </w:pPr>
      <w:r w:rsidRPr="005E592D">
        <w:rPr>
          <w:b/>
          <w:iCs/>
          <w:sz w:val="24"/>
          <w:szCs w:val="24"/>
        </w:rPr>
        <w:t>Глава 22</w:t>
      </w:r>
    </w:p>
    <w:p w:rsidR="00F9245F" w:rsidRPr="005E592D" w:rsidRDefault="00F9245F" w:rsidP="00D576E3">
      <w:pPr>
        <w:ind w:firstLine="360"/>
        <w:jc w:val="center"/>
        <w:rPr>
          <w:b/>
          <w:sz w:val="24"/>
          <w:szCs w:val="24"/>
        </w:rPr>
      </w:pPr>
      <w:r w:rsidRPr="005E592D">
        <w:rPr>
          <w:b/>
          <w:sz w:val="24"/>
          <w:szCs w:val="24"/>
        </w:rPr>
        <w:t>ОТМЕНА ПРОЦЕДУРЫ ОТКРЫТОГО КОНКУРСА</w:t>
      </w:r>
    </w:p>
    <w:p w:rsidR="00F9245F" w:rsidRPr="005E592D" w:rsidRDefault="00F9245F" w:rsidP="00D576E3">
      <w:pPr>
        <w:ind w:firstLine="360"/>
        <w:jc w:val="center"/>
        <w:rPr>
          <w:b/>
          <w:sz w:val="24"/>
          <w:szCs w:val="24"/>
        </w:rPr>
      </w:pPr>
    </w:p>
    <w:p w:rsidR="00F9245F" w:rsidRPr="005E592D" w:rsidRDefault="00F9245F"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F9245F" w:rsidRPr="005E592D" w:rsidRDefault="00F9245F" w:rsidP="005E592D">
      <w:pPr>
        <w:ind w:firstLine="284"/>
        <w:jc w:val="both"/>
        <w:rPr>
          <w:sz w:val="24"/>
          <w:szCs w:val="24"/>
        </w:rPr>
      </w:pPr>
      <w:r>
        <w:rPr>
          <w:sz w:val="24"/>
          <w:szCs w:val="24"/>
        </w:rPr>
        <w:t>22.1</w:t>
      </w:r>
      <w:r w:rsidRPr="005E592D">
        <w:rPr>
          <w:sz w:val="24"/>
          <w:szCs w:val="24"/>
        </w:rPr>
        <w:t>.1. Отсутствия финансирования;</w:t>
      </w:r>
    </w:p>
    <w:p w:rsidR="00F9245F" w:rsidRPr="005E592D" w:rsidRDefault="00F9245F"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F9245F" w:rsidRPr="005E592D" w:rsidRDefault="00F9245F"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F9245F" w:rsidRPr="005E592D" w:rsidRDefault="00F9245F" w:rsidP="005E592D">
      <w:pPr>
        <w:ind w:firstLine="284"/>
        <w:jc w:val="both"/>
        <w:rPr>
          <w:sz w:val="24"/>
          <w:szCs w:val="24"/>
        </w:rPr>
      </w:pPr>
      <w:r>
        <w:rPr>
          <w:sz w:val="24"/>
          <w:szCs w:val="24"/>
        </w:rPr>
        <w:t>22.1</w:t>
      </w:r>
      <w:r w:rsidRPr="005E592D">
        <w:rPr>
          <w:sz w:val="24"/>
          <w:szCs w:val="24"/>
        </w:rPr>
        <w:t>.4. ОАО «БЗМП» вправе:</w:t>
      </w:r>
    </w:p>
    <w:p w:rsidR="00F9245F" w:rsidRPr="005E592D" w:rsidRDefault="00F9245F" w:rsidP="005E592D">
      <w:pPr>
        <w:ind w:firstLine="284"/>
        <w:jc w:val="both"/>
        <w:rPr>
          <w:sz w:val="24"/>
          <w:szCs w:val="24"/>
        </w:rPr>
      </w:pPr>
      <w:r w:rsidRPr="005E59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F9245F" w:rsidRPr="005E592D" w:rsidRDefault="00F9245F"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F9245F" w:rsidRPr="005E592D" w:rsidRDefault="00F9245F"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F9245F" w:rsidRPr="005E592D" w:rsidRDefault="00F9245F"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F9245F" w:rsidRPr="005E592D" w:rsidRDefault="00F9245F" w:rsidP="00D576E3">
      <w:pPr>
        <w:ind w:firstLine="180"/>
        <w:jc w:val="both"/>
        <w:rPr>
          <w:sz w:val="24"/>
          <w:szCs w:val="24"/>
        </w:rPr>
      </w:pPr>
    </w:p>
    <w:p w:rsidR="00F9245F" w:rsidRPr="005E592D" w:rsidRDefault="00F9245F" w:rsidP="00D576E3">
      <w:pPr>
        <w:ind w:firstLine="540"/>
        <w:jc w:val="center"/>
        <w:rPr>
          <w:b/>
          <w:sz w:val="24"/>
          <w:szCs w:val="24"/>
        </w:rPr>
      </w:pPr>
      <w:r w:rsidRPr="005E592D">
        <w:rPr>
          <w:b/>
          <w:sz w:val="24"/>
          <w:szCs w:val="24"/>
        </w:rPr>
        <w:t>Глава 23</w:t>
      </w:r>
    </w:p>
    <w:p w:rsidR="00F9245F" w:rsidRPr="005E592D" w:rsidRDefault="00F9245F" w:rsidP="00D576E3">
      <w:pPr>
        <w:ind w:firstLine="540"/>
        <w:jc w:val="center"/>
        <w:rPr>
          <w:b/>
          <w:sz w:val="24"/>
          <w:szCs w:val="24"/>
        </w:rPr>
      </w:pPr>
      <w:r w:rsidRPr="005E592D">
        <w:rPr>
          <w:b/>
          <w:sz w:val="24"/>
          <w:szCs w:val="24"/>
        </w:rPr>
        <w:t>ПРИЗНАНИЕ ОТКРЫТОГО КОНКУРСА НЕСОСТОЯВШИМСЯ</w:t>
      </w:r>
    </w:p>
    <w:p w:rsidR="00F9245F" w:rsidRPr="005E592D" w:rsidRDefault="00F9245F" w:rsidP="00D576E3">
      <w:pPr>
        <w:ind w:firstLine="540"/>
        <w:jc w:val="both"/>
        <w:rPr>
          <w:b/>
          <w:sz w:val="24"/>
          <w:szCs w:val="24"/>
        </w:rPr>
      </w:pPr>
    </w:p>
    <w:p w:rsidR="00F9245F" w:rsidRPr="005E592D" w:rsidRDefault="00F9245F"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F9245F" w:rsidRPr="005E592D" w:rsidRDefault="00F9245F"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F9245F" w:rsidRPr="005E592D" w:rsidRDefault="00F9245F"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F9245F" w:rsidRPr="005E592D" w:rsidRDefault="00F9245F"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F9245F" w:rsidRPr="005E592D" w:rsidRDefault="00F9245F" w:rsidP="005E592D">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F9245F" w:rsidRPr="005E592D" w:rsidRDefault="00F9245F"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F9245F" w:rsidRDefault="00F9245F"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F9245F" w:rsidRDefault="00F9245F" w:rsidP="001E065A">
      <w:pPr>
        <w:ind w:firstLine="284"/>
        <w:jc w:val="both"/>
      </w:pPr>
    </w:p>
    <w:p w:rsidR="00F9245F" w:rsidRPr="005E592D" w:rsidRDefault="00F9245F" w:rsidP="001E065A">
      <w:pPr>
        <w:ind w:firstLine="284"/>
        <w:jc w:val="both"/>
        <w:rPr>
          <w:b/>
          <w:iCs/>
        </w:rPr>
      </w:pPr>
    </w:p>
    <w:p w:rsidR="00F9245F" w:rsidRPr="005E592D" w:rsidRDefault="00F9245F" w:rsidP="00D576E3">
      <w:pPr>
        <w:pStyle w:val="BodyText"/>
        <w:ind w:firstLine="540"/>
        <w:jc w:val="center"/>
        <w:rPr>
          <w:b/>
          <w:iCs/>
          <w:sz w:val="24"/>
          <w:szCs w:val="24"/>
        </w:rPr>
      </w:pPr>
      <w:r w:rsidRPr="005E592D">
        <w:rPr>
          <w:b/>
          <w:iCs/>
          <w:sz w:val="24"/>
          <w:szCs w:val="24"/>
        </w:rPr>
        <w:t>Глава 24</w:t>
      </w:r>
    </w:p>
    <w:p w:rsidR="00F9245F" w:rsidRPr="005E592D" w:rsidRDefault="00F9245F" w:rsidP="00D576E3">
      <w:pPr>
        <w:pStyle w:val="BodyText"/>
        <w:ind w:firstLine="540"/>
        <w:jc w:val="center"/>
        <w:rPr>
          <w:b/>
          <w:sz w:val="24"/>
          <w:szCs w:val="24"/>
        </w:rPr>
      </w:pPr>
      <w:r w:rsidRPr="005E592D">
        <w:rPr>
          <w:b/>
          <w:sz w:val="24"/>
          <w:szCs w:val="24"/>
        </w:rPr>
        <w:t>ЗАКЛЮЧЕНИЯ ДОГОВОРА (КОНТРАКТА)</w:t>
      </w:r>
    </w:p>
    <w:p w:rsidR="00F9245F" w:rsidRPr="005E592D" w:rsidRDefault="00F9245F" w:rsidP="00D576E3">
      <w:pPr>
        <w:suppressAutoHyphens/>
        <w:autoSpaceDE w:val="0"/>
        <w:autoSpaceDN w:val="0"/>
        <w:adjustRightInd w:val="0"/>
        <w:jc w:val="center"/>
        <w:rPr>
          <w:b/>
          <w:sz w:val="24"/>
          <w:szCs w:val="24"/>
        </w:rPr>
      </w:pPr>
    </w:p>
    <w:p w:rsidR="00F9245F" w:rsidRPr="005E592D" w:rsidRDefault="00F9245F"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F9245F" w:rsidRPr="005E592D" w:rsidRDefault="00F9245F"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F9245F" w:rsidRPr="005E592D" w:rsidRDefault="00F9245F"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F9245F" w:rsidRPr="005E592D" w:rsidRDefault="00F9245F"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F9245F" w:rsidRPr="005E592D" w:rsidRDefault="00F9245F"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F9245F" w:rsidRPr="005E592D" w:rsidRDefault="00F9245F"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F9245F" w:rsidRPr="005E592D" w:rsidRDefault="00F9245F" w:rsidP="005E592D">
      <w:pPr>
        <w:ind w:firstLine="284"/>
        <w:jc w:val="both"/>
        <w:rPr>
          <w:sz w:val="24"/>
          <w:szCs w:val="24"/>
        </w:rPr>
      </w:pPr>
      <w:r>
        <w:rPr>
          <w:sz w:val="24"/>
          <w:szCs w:val="24"/>
        </w:rPr>
        <w:t>24.4</w:t>
      </w:r>
      <w:r w:rsidRPr="005E592D">
        <w:rPr>
          <w:sz w:val="24"/>
          <w:szCs w:val="24"/>
        </w:rPr>
        <w:t>.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F9245F" w:rsidRPr="005E592D" w:rsidRDefault="00F9245F"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F9245F" w:rsidRPr="005E592D" w:rsidRDefault="00F9245F"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F9245F" w:rsidRPr="005E592D" w:rsidRDefault="00F9245F"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F9245F" w:rsidRPr="005E592D" w:rsidRDefault="00F9245F"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F9245F" w:rsidRPr="005E592D" w:rsidRDefault="00F9245F"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F9245F" w:rsidRPr="005E592D" w:rsidRDefault="00F9245F"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F9245F" w:rsidRPr="005E592D" w:rsidRDefault="00F9245F" w:rsidP="005E592D">
      <w:pPr>
        <w:pStyle w:val="BodyText"/>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F9245F" w:rsidRDefault="00F9245F" w:rsidP="00D576E3">
      <w:pPr>
        <w:pStyle w:val="BodyText"/>
        <w:jc w:val="center"/>
        <w:rPr>
          <w:b/>
          <w:sz w:val="24"/>
          <w:szCs w:val="24"/>
        </w:rPr>
      </w:pPr>
    </w:p>
    <w:p w:rsidR="00F9245F" w:rsidRPr="005E592D" w:rsidRDefault="00F9245F" w:rsidP="00D576E3">
      <w:pPr>
        <w:pStyle w:val="BodyText"/>
        <w:jc w:val="center"/>
        <w:rPr>
          <w:b/>
          <w:sz w:val="24"/>
          <w:szCs w:val="24"/>
        </w:rPr>
      </w:pPr>
    </w:p>
    <w:p w:rsidR="00F9245F" w:rsidRPr="005E7816" w:rsidRDefault="00F9245F" w:rsidP="00D576E3">
      <w:pPr>
        <w:pStyle w:val="BodyText"/>
        <w:jc w:val="center"/>
        <w:rPr>
          <w:b/>
          <w:sz w:val="24"/>
          <w:szCs w:val="24"/>
        </w:rPr>
      </w:pPr>
      <w:r w:rsidRPr="005E7816">
        <w:rPr>
          <w:b/>
          <w:sz w:val="24"/>
          <w:szCs w:val="24"/>
        </w:rPr>
        <w:t>Глава 25</w:t>
      </w:r>
    </w:p>
    <w:p w:rsidR="00F9245F" w:rsidRPr="005E7816" w:rsidRDefault="00F9245F" w:rsidP="00D576E3">
      <w:pPr>
        <w:pStyle w:val="BodyText"/>
        <w:jc w:val="center"/>
        <w:rPr>
          <w:b/>
          <w:sz w:val="24"/>
          <w:szCs w:val="24"/>
        </w:rPr>
      </w:pPr>
      <w:r w:rsidRPr="005E7816">
        <w:rPr>
          <w:b/>
          <w:sz w:val="24"/>
          <w:szCs w:val="24"/>
        </w:rPr>
        <w:t xml:space="preserve">РАЗРЕШЕНИЕ РАЗНОГЛАСИЙ, </w:t>
      </w:r>
    </w:p>
    <w:p w:rsidR="00F9245F" w:rsidRPr="005E7816" w:rsidRDefault="00F9245F" w:rsidP="00D576E3">
      <w:pPr>
        <w:pStyle w:val="BodyText"/>
        <w:jc w:val="center"/>
        <w:rPr>
          <w:b/>
          <w:sz w:val="24"/>
          <w:szCs w:val="24"/>
        </w:rPr>
      </w:pPr>
      <w:r w:rsidRPr="005E7816">
        <w:rPr>
          <w:b/>
          <w:sz w:val="24"/>
          <w:szCs w:val="24"/>
        </w:rPr>
        <w:t>СВЯЗАНЫХ  С ПРОВЕДЕНИЕМ ОТКРЫТОГО КОНКУРСА</w:t>
      </w:r>
    </w:p>
    <w:p w:rsidR="00F9245F" w:rsidRPr="005E7816" w:rsidRDefault="00F9245F" w:rsidP="00D576E3">
      <w:pPr>
        <w:ind w:firstLine="180"/>
        <w:jc w:val="both"/>
        <w:rPr>
          <w:sz w:val="24"/>
          <w:szCs w:val="24"/>
        </w:rPr>
      </w:pPr>
    </w:p>
    <w:p w:rsidR="00F9245F" w:rsidRPr="005E7816" w:rsidRDefault="00F9245F"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F9245F" w:rsidRPr="005E7816" w:rsidRDefault="00F9245F"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F9245F" w:rsidRPr="005E592D" w:rsidRDefault="00F9245F" w:rsidP="00D576E3">
      <w:pPr>
        <w:ind w:left="6840" w:firstLine="1978"/>
        <w:rPr>
          <w:sz w:val="24"/>
          <w:szCs w:val="24"/>
        </w:rPr>
      </w:pPr>
      <w:r w:rsidRPr="005E592D">
        <w:rPr>
          <w:sz w:val="24"/>
          <w:szCs w:val="24"/>
        </w:rPr>
        <w:t xml:space="preserve">                                                                                                                                       </w:t>
      </w:r>
    </w:p>
    <w:p w:rsidR="00F9245F" w:rsidRPr="005E592D" w:rsidRDefault="00F9245F" w:rsidP="00D576E3">
      <w:pPr>
        <w:rPr>
          <w:sz w:val="24"/>
          <w:szCs w:val="24"/>
        </w:rPr>
      </w:pPr>
    </w:p>
    <w:p w:rsidR="00F9245F" w:rsidRPr="005E592D" w:rsidRDefault="00F9245F"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F9245F" w:rsidRPr="005E592D" w:rsidRDefault="00F9245F" w:rsidP="00D576E3">
      <w:pPr>
        <w:rPr>
          <w:sz w:val="24"/>
          <w:szCs w:val="24"/>
        </w:rPr>
      </w:pPr>
    </w:p>
    <w:p w:rsidR="00F9245F" w:rsidRPr="005E592D" w:rsidRDefault="00F9245F" w:rsidP="00D576E3">
      <w:pPr>
        <w:rPr>
          <w:sz w:val="24"/>
          <w:szCs w:val="24"/>
        </w:rPr>
      </w:pPr>
      <w:r w:rsidRPr="005E592D">
        <w:rPr>
          <w:sz w:val="24"/>
          <w:szCs w:val="24"/>
        </w:rPr>
        <w:t>Начальник юридического бюро                                                                        О.Л. Железнов</w:t>
      </w:r>
    </w:p>
    <w:p w:rsidR="00F9245F" w:rsidRPr="005E592D" w:rsidRDefault="00F9245F" w:rsidP="00D576E3">
      <w:pPr>
        <w:rPr>
          <w:sz w:val="24"/>
          <w:szCs w:val="24"/>
        </w:rPr>
      </w:pPr>
    </w:p>
    <w:p w:rsidR="00F9245F" w:rsidRPr="005E592D" w:rsidRDefault="00F9245F"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F9245F" w:rsidRPr="005E592D" w:rsidRDefault="00F9245F" w:rsidP="00D576E3">
      <w:pPr>
        <w:rPr>
          <w:sz w:val="24"/>
          <w:szCs w:val="24"/>
        </w:rPr>
      </w:pPr>
    </w:p>
    <w:p w:rsidR="00F9245F" w:rsidRDefault="00F9245F" w:rsidP="00AC2B0A">
      <w:pPr>
        <w:pStyle w:val="BodyText"/>
        <w:jc w:val="left"/>
        <w:rPr>
          <w:sz w:val="24"/>
          <w:szCs w:val="24"/>
        </w:rPr>
      </w:pPr>
      <w:r>
        <w:rPr>
          <w:sz w:val="24"/>
          <w:szCs w:val="24"/>
        </w:rPr>
        <w:t>Менеджер по закупкам ИС</w:t>
      </w:r>
      <w:r w:rsidRPr="00AC2B0A">
        <w:rPr>
          <w:sz w:val="24"/>
          <w:szCs w:val="24"/>
        </w:rPr>
        <w:t xml:space="preserve">                          </w:t>
      </w:r>
      <w:r w:rsidRPr="00AC2B0A">
        <w:rPr>
          <w:sz w:val="24"/>
          <w:szCs w:val="24"/>
        </w:rPr>
        <w:tab/>
        <w:t xml:space="preserve">                                    </w:t>
      </w:r>
      <w:r>
        <w:rPr>
          <w:sz w:val="24"/>
          <w:szCs w:val="24"/>
        </w:rPr>
        <w:t xml:space="preserve">        И.В.Васюк</w:t>
      </w:r>
    </w:p>
    <w:p w:rsidR="00F9245F" w:rsidRDefault="00F9245F" w:rsidP="00AC2B0A">
      <w:pPr>
        <w:pStyle w:val="BodyText"/>
        <w:jc w:val="left"/>
        <w:rPr>
          <w:sz w:val="24"/>
          <w:szCs w:val="24"/>
        </w:rPr>
      </w:pPr>
    </w:p>
    <w:p w:rsidR="00F9245F" w:rsidRPr="00AC2B0A" w:rsidRDefault="00F9245F" w:rsidP="00AC2B0A">
      <w:pPr>
        <w:pStyle w:val="BodyText"/>
        <w:jc w:val="left"/>
        <w:rPr>
          <w:sz w:val="24"/>
          <w:szCs w:val="24"/>
        </w:rPr>
      </w:pPr>
    </w:p>
    <w:p w:rsidR="00F9245F" w:rsidRDefault="00F9245F" w:rsidP="00F547E7">
      <w:pPr>
        <w:tabs>
          <w:tab w:val="left" w:pos="7588"/>
        </w:tabs>
        <w:rPr>
          <w:sz w:val="24"/>
          <w:szCs w:val="24"/>
        </w:rPr>
      </w:pPr>
    </w:p>
    <w:p w:rsidR="00F9245F" w:rsidRPr="00F547E7" w:rsidRDefault="00F9245F" w:rsidP="00F547E7">
      <w:pPr>
        <w:tabs>
          <w:tab w:val="left" w:pos="7588"/>
        </w:tabs>
        <w:rPr>
          <w:sz w:val="24"/>
          <w:szCs w:val="24"/>
        </w:rPr>
      </w:pPr>
    </w:p>
    <w:p w:rsidR="00F9245F" w:rsidRPr="00F547E7" w:rsidRDefault="00F9245F" w:rsidP="00F547E7">
      <w:pPr>
        <w:tabs>
          <w:tab w:val="left" w:pos="7588"/>
        </w:tabs>
        <w:rPr>
          <w:sz w:val="24"/>
          <w:szCs w:val="24"/>
        </w:rPr>
      </w:pPr>
    </w:p>
    <w:p w:rsidR="00F9245F" w:rsidRPr="00F547E7" w:rsidRDefault="00F9245F" w:rsidP="00F547E7">
      <w:pPr>
        <w:tabs>
          <w:tab w:val="left" w:pos="7588"/>
        </w:tabs>
        <w:rPr>
          <w:sz w:val="24"/>
          <w:szCs w:val="24"/>
        </w:rPr>
      </w:pPr>
    </w:p>
    <w:p w:rsidR="00F9245F" w:rsidRDefault="00F9245F"/>
    <w:sectPr w:rsidR="00F9245F" w:rsidSect="00D576E3">
      <w:headerReference w:type="even" r:id="rId15"/>
      <w:headerReference w:type="default" r:id="rId16"/>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45F" w:rsidRDefault="00F9245F">
      <w:r>
        <w:separator/>
      </w:r>
    </w:p>
  </w:endnote>
  <w:endnote w:type="continuationSeparator" w:id="0">
    <w:p w:rsidR="00F9245F" w:rsidRDefault="00F92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45F" w:rsidRDefault="00F9245F">
      <w:r>
        <w:separator/>
      </w:r>
    </w:p>
  </w:footnote>
  <w:footnote w:type="continuationSeparator" w:id="0">
    <w:p w:rsidR="00F9245F" w:rsidRDefault="00F924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45F" w:rsidRDefault="00F9245F"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9245F" w:rsidRDefault="00F924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45F" w:rsidRDefault="00F9245F"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F9245F" w:rsidRDefault="00F924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2B0A"/>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E3"/>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576E3"/>
    <w:pPr>
      <w:jc w:val="both"/>
    </w:pPr>
    <w:rPr>
      <w:szCs w:val="28"/>
    </w:rPr>
  </w:style>
  <w:style w:type="character" w:customStyle="1" w:styleId="BodyTextChar">
    <w:name w:val="Body Text Char"/>
    <w:basedOn w:val="DefaultParagraphFont"/>
    <w:link w:val="BodyText"/>
    <w:uiPriority w:val="99"/>
    <w:locked/>
    <w:rsid w:val="00D576E3"/>
    <w:rPr>
      <w:rFonts w:cs="Times New Roman"/>
      <w:sz w:val="28"/>
      <w:szCs w:val="28"/>
      <w:lang w:val="ru-RU" w:eastAsia="ru-RU" w:bidi="ar-SA"/>
    </w:rPr>
  </w:style>
  <w:style w:type="paragraph" w:styleId="BodyTextIndent">
    <w:name w:val="Body Text Indent"/>
    <w:basedOn w:val="Normal"/>
    <w:link w:val="BodyTextIndentChar"/>
    <w:uiPriority w:val="99"/>
    <w:rsid w:val="00D576E3"/>
    <w:pPr>
      <w:ind w:firstLine="900"/>
      <w:jc w:val="both"/>
    </w:pPr>
    <w:rPr>
      <w:szCs w:val="28"/>
    </w:rPr>
  </w:style>
  <w:style w:type="character" w:customStyle="1" w:styleId="BodyTextIndentChar">
    <w:name w:val="Body Text Indent Char"/>
    <w:basedOn w:val="DefaultParagraphFont"/>
    <w:link w:val="BodyTextIndent"/>
    <w:uiPriority w:val="99"/>
    <w:semiHidden/>
    <w:locked/>
    <w:rsid w:val="00D576E3"/>
    <w:rPr>
      <w:rFonts w:cs="Times New Roman"/>
      <w:sz w:val="28"/>
      <w:szCs w:val="28"/>
      <w:lang w:val="ru-RU" w:eastAsia="ru-RU" w:bidi="ar-SA"/>
    </w:rPr>
  </w:style>
  <w:style w:type="character" w:styleId="Hyperlink">
    <w:name w:val="Hyperlink"/>
    <w:basedOn w:val="DefaultParagraphFont"/>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Normal"/>
    <w:uiPriority w:val="99"/>
    <w:rsid w:val="00D576E3"/>
    <w:pPr>
      <w:ind w:firstLine="567"/>
      <w:jc w:val="both"/>
    </w:pPr>
    <w:rPr>
      <w:sz w:val="24"/>
      <w:szCs w:val="24"/>
    </w:rPr>
  </w:style>
  <w:style w:type="paragraph" w:customStyle="1" w:styleId="point">
    <w:name w:val="point"/>
    <w:basedOn w:val="Normal"/>
    <w:uiPriority w:val="99"/>
    <w:rsid w:val="00D576E3"/>
    <w:pPr>
      <w:ind w:firstLine="567"/>
      <w:jc w:val="both"/>
    </w:pPr>
    <w:rPr>
      <w:sz w:val="24"/>
      <w:szCs w:val="24"/>
    </w:rPr>
  </w:style>
  <w:style w:type="paragraph" w:customStyle="1" w:styleId="underpoint">
    <w:name w:val="underpoint"/>
    <w:basedOn w:val="Normal"/>
    <w:uiPriority w:val="99"/>
    <w:rsid w:val="00D576E3"/>
    <w:pPr>
      <w:ind w:firstLine="567"/>
      <w:jc w:val="both"/>
    </w:pPr>
    <w:rPr>
      <w:sz w:val="24"/>
      <w:szCs w:val="24"/>
    </w:rPr>
  </w:style>
  <w:style w:type="character" w:styleId="FootnoteReference">
    <w:name w:val="footnote reference"/>
    <w:basedOn w:val="DefaultParagraphFont"/>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Normal"/>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DefaultParagraphFont"/>
    <w:uiPriority w:val="99"/>
    <w:rsid w:val="00D576E3"/>
    <w:rPr>
      <w:rFonts w:ascii="Times New Roman" w:hAnsi="Times New Roman" w:cs="Times New Roman"/>
      <w:sz w:val="26"/>
      <w:szCs w:val="26"/>
    </w:rPr>
  </w:style>
  <w:style w:type="paragraph" w:styleId="Header">
    <w:name w:val="header"/>
    <w:basedOn w:val="Normal"/>
    <w:link w:val="HeaderChar"/>
    <w:uiPriority w:val="99"/>
    <w:rsid w:val="00D576E3"/>
    <w:pPr>
      <w:tabs>
        <w:tab w:val="center" w:pos="4677"/>
        <w:tab w:val="right" w:pos="9355"/>
      </w:tabs>
    </w:pPr>
  </w:style>
  <w:style w:type="character" w:customStyle="1" w:styleId="HeaderChar">
    <w:name w:val="Header Char"/>
    <w:basedOn w:val="DefaultParagraphFont"/>
    <w:link w:val="Header"/>
    <w:uiPriority w:val="99"/>
    <w:semiHidden/>
    <w:locked/>
    <w:rsid w:val="00D576E3"/>
    <w:rPr>
      <w:rFonts w:cs="Times New Roman"/>
      <w:sz w:val="28"/>
      <w:lang w:val="ru-RU" w:eastAsia="ru-RU" w:bidi="ar-SA"/>
    </w:rPr>
  </w:style>
  <w:style w:type="character" w:styleId="PageNumber">
    <w:name w:val="page number"/>
    <w:basedOn w:val="DefaultParagraphFont"/>
    <w:uiPriority w:val="99"/>
    <w:rsid w:val="00D576E3"/>
    <w:rPr>
      <w:rFonts w:cs="Times New Roman"/>
    </w:rPr>
  </w:style>
  <w:style w:type="paragraph" w:styleId="BalloonText">
    <w:name w:val="Balloon Text"/>
    <w:basedOn w:val="Normal"/>
    <w:link w:val="BalloonTextChar"/>
    <w:uiPriority w:val="99"/>
    <w:rsid w:val="0012006C"/>
    <w:rPr>
      <w:rFonts w:ascii="Tahoma" w:hAnsi="Tahoma" w:cs="Tahoma"/>
      <w:sz w:val="16"/>
      <w:szCs w:val="16"/>
    </w:rPr>
  </w:style>
  <w:style w:type="character" w:customStyle="1" w:styleId="BalloonTextChar">
    <w:name w:val="Balloon Text Char"/>
    <w:basedOn w:val="DefaultParagraphFont"/>
    <w:link w:val="BalloonText"/>
    <w:uiPriority w:val="99"/>
    <w:locked/>
    <w:rsid w:val="0012006C"/>
    <w:rPr>
      <w:rFonts w:ascii="Tahoma" w:hAnsi="Tahoma" w:cs="Tahoma"/>
      <w:sz w:val="16"/>
      <w:szCs w:val="16"/>
    </w:rPr>
  </w:style>
  <w:style w:type="paragraph" w:customStyle="1" w:styleId="p-normal">
    <w:name w:val="p-normal"/>
    <w:basedOn w:val="Normal"/>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289</TotalTime>
  <Pages>25</Pages>
  <Words>11910</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omts</cp:lastModifiedBy>
  <cp:revision>30</cp:revision>
  <cp:lastPrinted>2021-04-20T06:40:00Z</cp:lastPrinted>
  <dcterms:created xsi:type="dcterms:W3CDTF">2021-01-06T08:31:00Z</dcterms:created>
  <dcterms:modified xsi:type="dcterms:W3CDTF">2021-05-20T10:14:00Z</dcterms:modified>
</cp:coreProperties>
</file>