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5B6" w:rsidRPr="001D2161" w:rsidRDefault="000175B6" w:rsidP="001070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Приложение1</w:t>
      </w:r>
    </w:p>
    <w:p w:rsidR="000175B6" w:rsidRPr="00C126BD" w:rsidRDefault="000175B6" w:rsidP="00107082">
      <w:pPr>
        <w:ind w:firstLine="567"/>
        <w:jc w:val="both"/>
        <w:rPr>
          <w:sz w:val="24"/>
          <w:szCs w:val="24"/>
        </w:rPr>
      </w:pPr>
    </w:p>
    <w:p w:rsidR="000175B6" w:rsidRPr="00D65B29" w:rsidRDefault="000175B6" w:rsidP="00591F69">
      <w:pPr>
        <w:spacing w:after="120"/>
        <w:ind w:firstLine="567"/>
        <w:jc w:val="center"/>
        <w:rPr>
          <w:b/>
          <w:sz w:val="24"/>
        </w:rPr>
      </w:pPr>
      <w:r>
        <w:rPr>
          <w:b/>
          <w:sz w:val="24"/>
          <w:szCs w:val="24"/>
        </w:rPr>
        <w:t>Техническое</w:t>
      </w:r>
      <w:r w:rsidRPr="0097520A">
        <w:rPr>
          <w:b/>
          <w:sz w:val="28"/>
          <w:szCs w:val="28"/>
        </w:rPr>
        <w:t xml:space="preserve"> </w:t>
      </w:r>
      <w:r w:rsidRPr="0097520A">
        <w:rPr>
          <w:b/>
          <w:sz w:val="24"/>
        </w:rPr>
        <w:t>описание внешнего вида</w:t>
      </w:r>
    </w:p>
    <w:p w:rsidR="000175B6" w:rsidRDefault="000175B6" w:rsidP="005B5625">
      <w:pPr>
        <w:jc w:val="both"/>
        <w:rPr>
          <w:sz w:val="24"/>
          <w:szCs w:val="24"/>
        </w:rPr>
      </w:pPr>
      <w:r w:rsidRPr="00187469">
        <w:rPr>
          <w:b/>
          <w:sz w:val="24"/>
          <w:szCs w:val="24"/>
        </w:rPr>
        <w:t>Ткань</w:t>
      </w:r>
      <w:r w:rsidRPr="00187469">
        <w:rPr>
          <w:sz w:val="24"/>
          <w:szCs w:val="24"/>
        </w:rPr>
        <w:t xml:space="preserve">: </w:t>
      </w:r>
      <w:r>
        <w:rPr>
          <w:sz w:val="24"/>
          <w:szCs w:val="24"/>
        </w:rPr>
        <w:t>100% хлопок.</w:t>
      </w:r>
      <w:r w:rsidRPr="00187469">
        <w:rPr>
          <w:sz w:val="24"/>
          <w:szCs w:val="24"/>
        </w:rPr>
        <w:t xml:space="preserve"> </w:t>
      </w:r>
      <w:r>
        <w:rPr>
          <w:sz w:val="24"/>
          <w:szCs w:val="24"/>
        </w:rPr>
        <w:t>Плотность не менее 250г/м2,. СВО лента 30мм</w:t>
      </w:r>
    </w:p>
    <w:p w:rsidR="000175B6" w:rsidRDefault="000175B6" w:rsidP="00591F69">
      <w:pPr>
        <w:jc w:val="both"/>
        <w:rPr>
          <w:sz w:val="24"/>
          <w:szCs w:val="24"/>
        </w:rPr>
      </w:pPr>
      <w:r w:rsidRPr="00F73801">
        <w:rPr>
          <w:b/>
          <w:sz w:val="24"/>
          <w:szCs w:val="24"/>
        </w:rPr>
        <w:t xml:space="preserve">Костюм </w:t>
      </w:r>
      <w:r w:rsidRPr="00F73801">
        <w:rPr>
          <w:sz w:val="24"/>
          <w:szCs w:val="24"/>
        </w:rPr>
        <w:t>состоит</w:t>
      </w:r>
      <w:r w:rsidRPr="00F73801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из куртки</w:t>
      </w:r>
      <w:r w:rsidRPr="00F73801">
        <w:rPr>
          <w:sz w:val="24"/>
          <w:szCs w:val="24"/>
        </w:rPr>
        <w:t xml:space="preserve"> и брюк. </w:t>
      </w:r>
    </w:p>
    <w:p w:rsidR="000175B6" w:rsidRPr="00F73801" w:rsidRDefault="000175B6" w:rsidP="00591F69">
      <w:pPr>
        <w:jc w:val="both"/>
        <w:rPr>
          <w:sz w:val="24"/>
          <w:szCs w:val="24"/>
        </w:rPr>
      </w:pPr>
      <w:r w:rsidRPr="00F73801">
        <w:rPr>
          <w:b/>
          <w:sz w:val="24"/>
          <w:szCs w:val="24"/>
        </w:rPr>
        <w:t>Куртка</w:t>
      </w:r>
      <w:r>
        <w:rPr>
          <w:sz w:val="24"/>
          <w:szCs w:val="24"/>
        </w:rPr>
        <w:t xml:space="preserve">: темно-синего цвета, </w:t>
      </w:r>
      <w:r w:rsidRPr="00F73801">
        <w:rPr>
          <w:sz w:val="24"/>
          <w:szCs w:val="24"/>
        </w:rPr>
        <w:t>прямого силуэта, с центральн</w:t>
      </w:r>
      <w:r>
        <w:rPr>
          <w:sz w:val="24"/>
          <w:szCs w:val="24"/>
        </w:rPr>
        <w:t>ой потайной застежкой. Кокетка из отделочной ткани василькового цвета, над швом притачивания которых настрочена СВО лента.</w:t>
      </w:r>
    </w:p>
    <w:p w:rsidR="000175B6" w:rsidRDefault="000175B6" w:rsidP="00591F69">
      <w:pPr>
        <w:jc w:val="both"/>
        <w:rPr>
          <w:sz w:val="24"/>
          <w:szCs w:val="24"/>
        </w:rPr>
      </w:pPr>
      <w:r w:rsidRPr="00F73801">
        <w:rPr>
          <w:b/>
          <w:sz w:val="24"/>
          <w:szCs w:val="24"/>
        </w:rPr>
        <w:t xml:space="preserve">Перед </w:t>
      </w:r>
      <w:r w:rsidRPr="00F73801">
        <w:rPr>
          <w:sz w:val="24"/>
          <w:szCs w:val="24"/>
        </w:rPr>
        <w:t xml:space="preserve">с </w:t>
      </w:r>
      <w:r>
        <w:rPr>
          <w:sz w:val="24"/>
          <w:szCs w:val="24"/>
        </w:rPr>
        <w:t>одним</w:t>
      </w:r>
      <w:r w:rsidRPr="00F73801">
        <w:rPr>
          <w:sz w:val="24"/>
          <w:szCs w:val="24"/>
        </w:rPr>
        <w:t xml:space="preserve"> нагрудным</w:t>
      </w:r>
      <w:r>
        <w:rPr>
          <w:sz w:val="24"/>
          <w:szCs w:val="24"/>
        </w:rPr>
        <w:t>(слева)</w:t>
      </w:r>
      <w:r w:rsidRPr="00F73801">
        <w:rPr>
          <w:sz w:val="24"/>
          <w:szCs w:val="24"/>
        </w:rPr>
        <w:t xml:space="preserve"> </w:t>
      </w:r>
      <w:r>
        <w:rPr>
          <w:sz w:val="24"/>
          <w:szCs w:val="24"/>
        </w:rPr>
        <w:t>карманом</w:t>
      </w:r>
      <w:r w:rsidRPr="00F73801">
        <w:rPr>
          <w:sz w:val="24"/>
          <w:szCs w:val="24"/>
        </w:rPr>
        <w:t xml:space="preserve"> с </w:t>
      </w:r>
      <w:r>
        <w:rPr>
          <w:sz w:val="24"/>
          <w:szCs w:val="24"/>
        </w:rPr>
        <w:t>логотипом 5см х 5см</w:t>
      </w:r>
    </w:p>
    <w:p w:rsidR="000175B6" w:rsidRPr="00F73801" w:rsidRDefault="000175B6" w:rsidP="00591F69">
      <w:pPr>
        <w:jc w:val="both"/>
        <w:rPr>
          <w:sz w:val="24"/>
          <w:szCs w:val="24"/>
        </w:rPr>
      </w:pPr>
      <w:r w:rsidRPr="00F73801">
        <w:rPr>
          <w:b/>
          <w:sz w:val="24"/>
          <w:szCs w:val="24"/>
        </w:rPr>
        <w:t xml:space="preserve">Спинка </w:t>
      </w:r>
      <w:r w:rsidRPr="00F73801">
        <w:rPr>
          <w:sz w:val="24"/>
          <w:szCs w:val="24"/>
        </w:rPr>
        <w:t>с отрезной кокеткой</w:t>
      </w:r>
      <w:r>
        <w:rPr>
          <w:sz w:val="24"/>
          <w:szCs w:val="24"/>
        </w:rPr>
        <w:t>, с надписью ОАО БЗМП (высота надписи 50мм)</w:t>
      </w:r>
      <w:r w:rsidRPr="00F73801">
        <w:rPr>
          <w:sz w:val="24"/>
          <w:szCs w:val="24"/>
        </w:rPr>
        <w:t>.</w:t>
      </w:r>
    </w:p>
    <w:p w:rsidR="000175B6" w:rsidRPr="00F73801" w:rsidRDefault="000175B6" w:rsidP="00591F69">
      <w:pPr>
        <w:jc w:val="both"/>
        <w:rPr>
          <w:sz w:val="24"/>
          <w:szCs w:val="24"/>
        </w:rPr>
      </w:pPr>
      <w:r w:rsidRPr="00F73801">
        <w:rPr>
          <w:b/>
          <w:sz w:val="24"/>
          <w:szCs w:val="24"/>
        </w:rPr>
        <w:t>Рукав</w:t>
      </w:r>
      <w:r>
        <w:rPr>
          <w:b/>
          <w:sz w:val="24"/>
          <w:szCs w:val="24"/>
        </w:rPr>
        <w:t>а</w:t>
      </w:r>
      <w:r>
        <w:rPr>
          <w:sz w:val="24"/>
          <w:szCs w:val="24"/>
        </w:rPr>
        <w:t xml:space="preserve"> втачные ,с усилительными накладками в области локтя.</w:t>
      </w:r>
    </w:p>
    <w:p w:rsidR="000175B6" w:rsidRDefault="000175B6" w:rsidP="00591F69">
      <w:pPr>
        <w:rPr>
          <w:sz w:val="24"/>
          <w:szCs w:val="24"/>
        </w:rPr>
      </w:pPr>
      <w:r w:rsidRPr="00F73801">
        <w:rPr>
          <w:b/>
          <w:sz w:val="24"/>
          <w:szCs w:val="24"/>
        </w:rPr>
        <w:t xml:space="preserve">Воротник </w:t>
      </w:r>
      <w:r w:rsidRPr="00F73801">
        <w:rPr>
          <w:sz w:val="24"/>
          <w:szCs w:val="24"/>
        </w:rPr>
        <w:t xml:space="preserve">втачной, отложной. </w:t>
      </w:r>
    </w:p>
    <w:p w:rsidR="000175B6" w:rsidRPr="00D65B29" w:rsidRDefault="000175B6" w:rsidP="00591F69">
      <w:pPr>
        <w:rPr>
          <w:sz w:val="24"/>
          <w:szCs w:val="24"/>
        </w:rPr>
      </w:pPr>
      <w:r w:rsidRPr="00F73801">
        <w:rPr>
          <w:b/>
          <w:sz w:val="24"/>
          <w:szCs w:val="24"/>
        </w:rPr>
        <w:t xml:space="preserve">Брюки </w:t>
      </w:r>
      <w:r w:rsidRPr="00F73801">
        <w:rPr>
          <w:sz w:val="24"/>
          <w:szCs w:val="24"/>
        </w:rPr>
        <w:t>с притачным поясом</w:t>
      </w:r>
      <w:r>
        <w:rPr>
          <w:sz w:val="24"/>
          <w:szCs w:val="24"/>
        </w:rPr>
        <w:t>, застегивающимся на петлю и пуговицу</w:t>
      </w:r>
      <w:r w:rsidRPr="00F73801">
        <w:rPr>
          <w:sz w:val="24"/>
          <w:szCs w:val="24"/>
        </w:rPr>
        <w:t xml:space="preserve">, с застежкой </w:t>
      </w:r>
      <w:r>
        <w:rPr>
          <w:sz w:val="24"/>
          <w:szCs w:val="24"/>
        </w:rPr>
        <w:t>в среднем шве</w:t>
      </w:r>
      <w:r w:rsidRPr="00F73801">
        <w:rPr>
          <w:sz w:val="24"/>
          <w:szCs w:val="24"/>
        </w:rPr>
        <w:t>. П</w:t>
      </w:r>
      <w:r>
        <w:rPr>
          <w:sz w:val="24"/>
          <w:szCs w:val="24"/>
        </w:rPr>
        <w:t xml:space="preserve">ояс по боковым швам </w:t>
      </w:r>
      <w:r w:rsidRPr="00F73801">
        <w:rPr>
          <w:sz w:val="24"/>
          <w:szCs w:val="24"/>
        </w:rPr>
        <w:t>стянут на эла</w:t>
      </w:r>
      <w:r>
        <w:rPr>
          <w:sz w:val="24"/>
          <w:szCs w:val="24"/>
        </w:rPr>
        <w:t>стичную ленту</w:t>
      </w:r>
      <w:r w:rsidRPr="00F73801">
        <w:rPr>
          <w:sz w:val="24"/>
          <w:szCs w:val="24"/>
        </w:rPr>
        <w:t>.</w:t>
      </w:r>
      <w:r>
        <w:rPr>
          <w:sz w:val="24"/>
          <w:szCs w:val="24"/>
        </w:rPr>
        <w:t xml:space="preserve"> По нижним частям брюк настрочена СВО лента.</w:t>
      </w:r>
    </w:p>
    <w:p w:rsidR="000175B6" w:rsidRPr="00F73801" w:rsidRDefault="000175B6" w:rsidP="00591F69">
      <w:pPr>
        <w:spacing w:after="120"/>
        <w:jc w:val="both"/>
        <w:rPr>
          <w:sz w:val="24"/>
          <w:szCs w:val="24"/>
        </w:rPr>
      </w:pPr>
      <w:r w:rsidRPr="0097520A">
        <w:rPr>
          <w:b/>
          <w:sz w:val="24"/>
          <w:szCs w:val="24"/>
        </w:rPr>
        <w:t>Передние части</w:t>
      </w:r>
      <w:r w:rsidRPr="0097520A">
        <w:rPr>
          <w:sz w:val="24"/>
          <w:szCs w:val="24"/>
        </w:rPr>
        <w:t xml:space="preserve"> </w:t>
      </w:r>
      <w:r>
        <w:rPr>
          <w:sz w:val="24"/>
          <w:szCs w:val="24"/>
        </w:rPr>
        <w:t>брюк</w:t>
      </w:r>
      <w:r w:rsidRPr="0097520A">
        <w:rPr>
          <w:sz w:val="24"/>
          <w:szCs w:val="24"/>
        </w:rPr>
        <w:t xml:space="preserve"> с боковыми карманами и </w:t>
      </w:r>
      <w:r>
        <w:rPr>
          <w:sz w:val="24"/>
          <w:szCs w:val="24"/>
        </w:rPr>
        <w:t>усилительными накладками</w:t>
      </w:r>
      <w:r w:rsidRPr="0097520A">
        <w:rPr>
          <w:sz w:val="24"/>
          <w:szCs w:val="24"/>
        </w:rPr>
        <w:t xml:space="preserve"> в области колена</w:t>
      </w:r>
    </w:p>
    <w:p w:rsidR="000175B6" w:rsidRDefault="000175B6" w:rsidP="00591F69">
      <w:pPr>
        <w:jc w:val="both"/>
        <w:rPr>
          <w:sz w:val="24"/>
          <w:szCs w:val="24"/>
        </w:rPr>
      </w:pPr>
      <w:r w:rsidRPr="003E2309">
        <w:rPr>
          <w:b/>
          <w:sz w:val="24"/>
          <w:szCs w:val="24"/>
        </w:rPr>
        <w:t>Степень защиты</w:t>
      </w:r>
      <w:r>
        <w:rPr>
          <w:sz w:val="24"/>
          <w:szCs w:val="24"/>
        </w:rPr>
        <w:t>: ЗМи</w:t>
      </w:r>
    </w:p>
    <w:p w:rsidR="000175B6" w:rsidRDefault="000175B6" w:rsidP="00591F69">
      <w:pPr>
        <w:jc w:val="both"/>
        <w:rPr>
          <w:sz w:val="24"/>
          <w:szCs w:val="24"/>
        </w:rPr>
      </w:pPr>
      <w:r>
        <w:rPr>
          <w:sz w:val="24"/>
          <w:szCs w:val="24"/>
        </w:rPr>
        <w:t>В приложении эскиз брюк и эскиз куртки</w:t>
      </w:r>
    </w:p>
    <w:p w:rsidR="000175B6" w:rsidRPr="00C126BD" w:rsidRDefault="000175B6" w:rsidP="00C126BD">
      <w:pPr>
        <w:rPr>
          <w:sz w:val="24"/>
          <w:szCs w:val="24"/>
        </w:rPr>
      </w:pPr>
    </w:p>
    <w:p w:rsidR="000175B6" w:rsidRPr="00C126BD" w:rsidRDefault="000175B6" w:rsidP="00C126BD">
      <w:pPr>
        <w:rPr>
          <w:sz w:val="24"/>
          <w:szCs w:val="24"/>
        </w:rPr>
      </w:pPr>
    </w:p>
    <w:p w:rsidR="000175B6" w:rsidRDefault="000175B6" w:rsidP="00C126BD">
      <w:pPr>
        <w:rPr>
          <w:sz w:val="24"/>
          <w:szCs w:val="24"/>
        </w:rPr>
      </w:pPr>
    </w:p>
    <w:p w:rsidR="000175B6" w:rsidRDefault="000175B6" w:rsidP="00C126BD">
      <w:pPr>
        <w:rPr>
          <w:sz w:val="24"/>
          <w:szCs w:val="24"/>
        </w:rPr>
      </w:pPr>
    </w:p>
    <w:p w:rsidR="000175B6" w:rsidRDefault="000175B6" w:rsidP="00C126BD">
      <w:pPr>
        <w:rPr>
          <w:sz w:val="24"/>
          <w:szCs w:val="24"/>
        </w:rPr>
      </w:pPr>
    </w:p>
    <w:p w:rsidR="000175B6" w:rsidRPr="00C126BD" w:rsidRDefault="000175B6" w:rsidP="00C126BD">
      <w:pPr>
        <w:rPr>
          <w:sz w:val="24"/>
          <w:szCs w:val="24"/>
        </w:rPr>
      </w:pPr>
    </w:p>
    <w:p w:rsidR="000175B6" w:rsidRPr="00C126BD" w:rsidRDefault="000175B6" w:rsidP="00C126BD">
      <w:pPr>
        <w:rPr>
          <w:sz w:val="24"/>
          <w:szCs w:val="24"/>
        </w:rPr>
      </w:pPr>
    </w:p>
    <w:p w:rsidR="000175B6" w:rsidRPr="00C126BD" w:rsidRDefault="000175B6" w:rsidP="00C126BD">
      <w:pPr>
        <w:rPr>
          <w:sz w:val="24"/>
          <w:szCs w:val="24"/>
        </w:rPr>
      </w:pPr>
    </w:p>
    <w:p w:rsidR="000175B6" w:rsidRDefault="000175B6" w:rsidP="00C126BD">
      <w:pPr>
        <w:rPr>
          <w:sz w:val="24"/>
          <w:szCs w:val="24"/>
        </w:rPr>
      </w:pPr>
    </w:p>
    <w:p w:rsidR="000175B6" w:rsidRPr="00C126BD" w:rsidRDefault="000175B6" w:rsidP="00C126BD">
      <w:pPr>
        <w:tabs>
          <w:tab w:val="left" w:pos="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0175B6" w:rsidRPr="00C126BD" w:rsidSect="00591F69">
      <w:pgSz w:w="11906" w:h="16838"/>
      <w:pgMar w:top="737" w:right="624" w:bottom="737" w:left="1134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F69"/>
    <w:rsid w:val="00003627"/>
    <w:rsid w:val="00003C5E"/>
    <w:rsid w:val="000059EB"/>
    <w:rsid w:val="00013911"/>
    <w:rsid w:val="0001449C"/>
    <w:rsid w:val="00014FD7"/>
    <w:rsid w:val="000160FE"/>
    <w:rsid w:val="000175B6"/>
    <w:rsid w:val="00020BE0"/>
    <w:rsid w:val="000253BC"/>
    <w:rsid w:val="00026326"/>
    <w:rsid w:val="000361BC"/>
    <w:rsid w:val="00036F92"/>
    <w:rsid w:val="00054D57"/>
    <w:rsid w:val="00060C19"/>
    <w:rsid w:val="00061D24"/>
    <w:rsid w:val="000620B2"/>
    <w:rsid w:val="000620C5"/>
    <w:rsid w:val="00062E0E"/>
    <w:rsid w:val="00065EE8"/>
    <w:rsid w:val="00080B1E"/>
    <w:rsid w:val="0008227B"/>
    <w:rsid w:val="00082317"/>
    <w:rsid w:val="0008393F"/>
    <w:rsid w:val="000856EF"/>
    <w:rsid w:val="0009794F"/>
    <w:rsid w:val="00097968"/>
    <w:rsid w:val="00097FD9"/>
    <w:rsid w:val="000B19AF"/>
    <w:rsid w:val="000B4963"/>
    <w:rsid w:val="000B6823"/>
    <w:rsid w:val="000C1B81"/>
    <w:rsid w:val="000C527F"/>
    <w:rsid w:val="000C677A"/>
    <w:rsid w:val="000C6892"/>
    <w:rsid w:val="000D3F0E"/>
    <w:rsid w:val="000D4DFA"/>
    <w:rsid w:val="000D5E80"/>
    <w:rsid w:val="000D6C0D"/>
    <w:rsid w:val="000E12B6"/>
    <w:rsid w:val="000E364C"/>
    <w:rsid w:val="000F347A"/>
    <w:rsid w:val="000F3A6E"/>
    <w:rsid w:val="000F3B5B"/>
    <w:rsid w:val="000F5B4F"/>
    <w:rsid w:val="00100462"/>
    <w:rsid w:val="00107082"/>
    <w:rsid w:val="00112508"/>
    <w:rsid w:val="00120C56"/>
    <w:rsid w:val="00127B37"/>
    <w:rsid w:val="00131606"/>
    <w:rsid w:val="00131EF0"/>
    <w:rsid w:val="0013405B"/>
    <w:rsid w:val="001340A7"/>
    <w:rsid w:val="001360BF"/>
    <w:rsid w:val="001365B9"/>
    <w:rsid w:val="00136C5E"/>
    <w:rsid w:val="00137EB9"/>
    <w:rsid w:val="001414EC"/>
    <w:rsid w:val="00143CD5"/>
    <w:rsid w:val="0014460B"/>
    <w:rsid w:val="00144BED"/>
    <w:rsid w:val="0014603E"/>
    <w:rsid w:val="00147855"/>
    <w:rsid w:val="001548F7"/>
    <w:rsid w:val="00154C3F"/>
    <w:rsid w:val="00157025"/>
    <w:rsid w:val="00161D72"/>
    <w:rsid w:val="00162BFD"/>
    <w:rsid w:val="00165B15"/>
    <w:rsid w:val="001663F8"/>
    <w:rsid w:val="00166418"/>
    <w:rsid w:val="00166759"/>
    <w:rsid w:val="00167D53"/>
    <w:rsid w:val="00172439"/>
    <w:rsid w:val="00177C2D"/>
    <w:rsid w:val="00187469"/>
    <w:rsid w:val="00190FD8"/>
    <w:rsid w:val="00193BA7"/>
    <w:rsid w:val="00194442"/>
    <w:rsid w:val="00196532"/>
    <w:rsid w:val="00197513"/>
    <w:rsid w:val="001A1099"/>
    <w:rsid w:val="001A4D34"/>
    <w:rsid w:val="001B593E"/>
    <w:rsid w:val="001C0A10"/>
    <w:rsid w:val="001C1689"/>
    <w:rsid w:val="001C506D"/>
    <w:rsid w:val="001D1331"/>
    <w:rsid w:val="001D2161"/>
    <w:rsid w:val="001D5490"/>
    <w:rsid w:val="001E503C"/>
    <w:rsid w:val="001F2F69"/>
    <w:rsid w:val="001F7970"/>
    <w:rsid w:val="002124A1"/>
    <w:rsid w:val="00214249"/>
    <w:rsid w:val="002153E5"/>
    <w:rsid w:val="0021644E"/>
    <w:rsid w:val="00226ECF"/>
    <w:rsid w:val="00230E7E"/>
    <w:rsid w:val="00233E96"/>
    <w:rsid w:val="00233F72"/>
    <w:rsid w:val="00236C34"/>
    <w:rsid w:val="00242BDA"/>
    <w:rsid w:val="00246F18"/>
    <w:rsid w:val="0025072A"/>
    <w:rsid w:val="00253312"/>
    <w:rsid w:val="00260527"/>
    <w:rsid w:val="002616EB"/>
    <w:rsid w:val="002661B7"/>
    <w:rsid w:val="00270780"/>
    <w:rsid w:val="00276653"/>
    <w:rsid w:val="00280808"/>
    <w:rsid w:val="0028129F"/>
    <w:rsid w:val="00284F73"/>
    <w:rsid w:val="002851A4"/>
    <w:rsid w:val="00286F06"/>
    <w:rsid w:val="002973F2"/>
    <w:rsid w:val="002A050A"/>
    <w:rsid w:val="002A3904"/>
    <w:rsid w:val="002A46AE"/>
    <w:rsid w:val="002A6BF6"/>
    <w:rsid w:val="002B1D8C"/>
    <w:rsid w:val="002B7FC6"/>
    <w:rsid w:val="002C1AC1"/>
    <w:rsid w:val="002C3C95"/>
    <w:rsid w:val="002C665C"/>
    <w:rsid w:val="002C7DC7"/>
    <w:rsid w:val="002D36A7"/>
    <w:rsid w:val="002D4413"/>
    <w:rsid w:val="002D7B86"/>
    <w:rsid w:val="002E2D88"/>
    <w:rsid w:val="002E3E75"/>
    <w:rsid w:val="002E42FB"/>
    <w:rsid w:val="002F63B3"/>
    <w:rsid w:val="002F6771"/>
    <w:rsid w:val="002F7279"/>
    <w:rsid w:val="0030336C"/>
    <w:rsid w:val="00303682"/>
    <w:rsid w:val="00305025"/>
    <w:rsid w:val="00311484"/>
    <w:rsid w:val="00320A5B"/>
    <w:rsid w:val="0033616A"/>
    <w:rsid w:val="00340EE8"/>
    <w:rsid w:val="0034222F"/>
    <w:rsid w:val="003436B7"/>
    <w:rsid w:val="0034577C"/>
    <w:rsid w:val="00346017"/>
    <w:rsid w:val="00351222"/>
    <w:rsid w:val="003549C4"/>
    <w:rsid w:val="00362CF7"/>
    <w:rsid w:val="003858DF"/>
    <w:rsid w:val="003859AC"/>
    <w:rsid w:val="00386FC0"/>
    <w:rsid w:val="00392E24"/>
    <w:rsid w:val="00392E6D"/>
    <w:rsid w:val="00392ED9"/>
    <w:rsid w:val="003942DE"/>
    <w:rsid w:val="0039724F"/>
    <w:rsid w:val="003A0BC8"/>
    <w:rsid w:val="003A4764"/>
    <w:rsid w:val="003B2B34"/>
    <w:rsid w:val="003B525F"/>
    <w:rsid w:val="003B5918"/>
    <w:rsid w:val="003B5A2D"/>
    <w:rsid w:val="003B5AEE"/>
    <w:rsid w:val="003C67DC"/>
    <w:rsid w:val="003D0608"/>
    <w:rsid w:val="003E2309"/>
    <w:rsid w:val="003E681D"/>
    <w:rsid w:val="003F1A8E"/>
    <w:rsid w:val="003F28B1"/>
    <w:rsid w:val="003F7B0E"/>
    <w:rsid w:val="00402668"/>
    <w:rsid w:val="004028DB"/>
    <w:rsid w:val="00420767"/>
    <w:rsid w:val="00420DB3"/>
    <w:rsid w:val="00427116"/>
    <w:rsid w:val="00433200"/>
    <w:rsid w:val="00433817"/>
    <w:rsid w:val="00435C94"/>
    <w:rsid w:val="004368BD"/>
    <w:rsid w:val="0044215C"/>
    <w:rsid w:val="00443746"/>
    <w:rsid w:val="00445C8C"/>
    <w:rsid w:val="0045399F"/>
    <w:rsid w:val="0045484A"/>
    <w:rsid w:val="00456C47"/>
    <w:rsid w:val="00472B53"/>
    <w:rsid w:val="0048386D"/>
    <w:rsid w:val="00486D0C"/>
    <w:rsid w:val="004872D9"/>
    <w:rsid w:val="00493157"/>
    <w:rsid w:val="00493CC2"/>
    <w:rsid w:val="00497E98"/>
    <w:rsid w:val="004A3116"/>
    <w:rsid w:val="004A674E"/>
    <w:rsid w:val="004A707E"/>
    <w:rsid w:val="004B28C5"/>
    <w:rsid w:val="004B2E15"/>
    <w:rsid w:val="004B4F7D"/>
    <w:rsid w:val="004B7444"/>
    <w:rsid w:val="004B7A2A"/>
    <w:rsid w:val="004C2B2B"/>
    <w:rsid w:val="004C34D5"/>
    <w:rsid w:val="004C52B5"/>
    <w:rsid w:val="004C780C"/>
    <w:rsid w:val="004D060B"/>
    <w:rsid w:val="004D341C"/>
    <w:rsid w:val="004F405A"/>
    <w:rsid w:val="005011EA"/>
    <w:rsid w:val="00503986"/>
    <w:rsid w:val="00503FFD"/>
    <w:rsid w:val="00505826"/>
    <w:rsid w:val="00512A3E"/>
    <w:rsid w:val="00517DD8"/>
    <w:rsid w:val="00524BE0"/>
    <w:rsid w:val="00532C62"/>
    <w:rsid w:val="0053356A"/>
    <w:rsid w:val="00541623"/>
    <w:rsid w:val="00547723"/>
    <w:rsid w:val="005501F4"/>
    <w:rsid w:val="005518F9"/>
    <w:rsid w:val="00555AC3"/>
    <w:rsid w:val="00563C95"/>
    <w:rsid w:val="00565781"/>
    <w:rsid w:val="005745F0"/>
    <w:rsid w:val="00575ABD"/>
    <w:rsid w:val="005824F4"/>
    <w:rsid w:val="00586B54"/>
    <w:rsid w:val="00591F69"/>
    <w:rsid w:val="00592363"/>
    <w:rsid w:val="005A1F16"/>
    <w:rsid w:val="005A5294"/>
    <w:rsid w:val="005A7025"/>
    <w:rsid w:val="005A7BC2"/>
    <w:rsid w:val="005B1BEF"/>
    <w:rsid w:val="005B5625"/>
    <w:rsid w:val="005C1071"/>
    <w:rsid w:val="005C1A3E"/>
    <w:rsid w:val="005C4F2C"/>
    <w:rsid w:val="005C51B4"/>
    <w:rsid w:val="005C5542"/>
    <w:rsid w:val="005C66CB"/>
    <w:rsid w:val="005C7202"/>
    <w:rsid w:val="005D3A2F"/>
    <w:rsid w:val="005E3C13"/>
    <w:rsid w:val="005E5575"/>
    <w:rsid w:val="005E7F66"/>
    <w:rsid w:val="005F14A1"/>
    <w:rsid w:val="005F63BF"/>
    <w:rsid w:val="00613703"/>
    <w:rsid w:val="00621CD5"/>
    <w:rsid w:val="00623F64"/>
    <w:rsid w:val="00625A3A"/>
    <w:rsid w:val="0062653E"/>
    <w:rsid w:val="00633620"/>
    <w:rsid w:val="00640A85"/>
    <w:rsid w:val="00643CCA"/>
    <w:rsid w:val="00646D2A"/>
    <w:rsid w:val="00657A16"/>
    <w:rsid w:val="00662775"/>
    <w:rsid w:val="006637B4"/>
    <w:rsid w:val="00667FA1"/>
    <w:rsid w:val="0067380A"/>
    <w:rsid w:val="006831BF"/>
    <w:rsid w:val="00693469"/>
    <w:rsid w:val="00695CD1"/>
    <w:rsid w:val="006C09F1"/>
    <w:rsid w:val="006C28CD"/>
    <w:rsid w:val="006C3FC1"/>
    <w:rsid w:val="006C6C6F"/>
    <w:rsid w:val="006E2914"/>
    <w:rsid w:val="006E5374"/>
    <w:rsid w:val="006E6DE8"/>
    <w:rsid w:val="006F0F5E"/>
    <w:rsid w:val="006F1144"/>
    <w:rsid w:val="006F2AA0"/>
    <w:rsid w:val="006F313A"/>
    <w:rsid w:val="006F4992"/>
    <w:rsid w:val="006F5464"/>
    <w:rsid w:val="007001DB"/>
    <w:rsid w:val="007027AF"/>
    <w:rsid w:val="00702E72"/>
    <w:rsid w:val="0070702E"/>
    <w:rsid w:val="007111D5"/>
    <w:rsid w:val="00714113"/>
    <w:rsid w:val="0072204F"/>
    <w:rsid w:val="00725358"/>
    <w:rsid w:val="007260BF"/>
    <w:rsid w:val="00727C87"/>
    <w:rsid w:val="00731787"/>
    <w:rsid w:val="00733536"/>
    <w:rsid w:val="00734B73"/>
    <w:rsid w:val="007405F1"/>
    <w:rsid w:val="00741325"/>
    <w:rsid w:val="007427D7"/>
    <w:rsid w:val="007451CE"/>
    <w:rsid w:val="00746197"/>
    <w:rsid w:val="00753159"/>
    <w:rsid w:val="0076002C"/>
    <w:rsid w:val="00760AD4"/>
    <w:rsid w:val="007679EE"/>
    <w:rsid w:val="00767E62"/>
    <w:rsid w:val="007710B2"/>
    <w:rsid w:val="00774CF7"/>
    <w:rsid w:val="007767DC"/>
    <w:rsid w:val="00780EA2"/>
    <w:rsid w:val="007846A4"/>
    <w:rsid w:val="00790E67"/>
    <w:rsid w:val="00793BC5"/>
    <w:rsid w:val="007A28C9"/>
    <w:rsid w:val="007A3B7D"/>
    <w:rsid w:val="007A43DE"/>
    <w:rsid w:val="007A5B06"/>
    <w:rsid w:val="007A6E3B"/>
    <w:rsid w:val="007A764A"/>
    <w:rsid w:val="007B07AD"/>
    <w:rsid w:val="007B1F85"/>
    <w:rsid w:val="007B39E5"/>
    <w:rsid w:val="007B3A71"/>
    <w:rsid w:val="007B5967"/>
    <w:rsid w:val="007C064F"/>
    <w:rsid w:val="007C16BD"/>
    <w:rsid w:val="007C299D"/>
    <w:rsid w:val="007C53F0"/>
    <w:rsid w:val="007C5B83"/>
    <w:rsid w:val="007D15CF"/>
    <w:rsid w:val="007D2174"/>
    <w:rsid w:val="007D307B"/>
    <w:rsid w:val="007D76EF"/>
    <w:rsid w:val="007E17CD"/>
    <w:rsid w:val="007E1B5F"/>
    <w:rsid w:val="007E2640"/>
    <w:rsid w:val="007E4847"/>
    <w:rsid w:val="007E72F4"/>
    <w:rsid w:val="007F00B5"/>
    <w:rsid w:val="007F295A"/>
    <w:rsid w:val="007F2DCA"/>
    <w:rsid w:val="007F363E"/>
    <w:rsid w:val="00802DCA"/>
    <w:rsid w:val="00803F2F"/>
    <w:rsid w:val="00804373"/>
    <w:rsid w:val="00805270"/>
    <w:rsid w:val="0080715F"/>
    <w:rsid w:val="00807467"/>
    <w:rsid w:val="00816C14"/>
    <w:rsid w:val="00816C38"/>
    <w:rsid w:val="00817B89"/>
    <w:rsid w:val="0082288B"/>
    <w:rsid w:val="0083139F"/>
    <w:rsid w:val="0083348D"/>
    <w:rsid w:val="00836D00"/>
    <w:rsid w:val="008514A1"/>
    <w:rsid w:val="00855BA6"/>
    <w:rsid w:val="00855F36"/>
    <w:rsid w:val="0085637A"/>
    <w:rsid w:val="008634AF"/>
    <w:rsid w:val="00865EC8"/>
    <w:rsid w:val="00867966"/>
    <w:rsid w:val="00872F35"/>
    <w:rsid w:val="0088269F"/>
    <w:rsid w:val="008A2967"/>
    <w:rsid w:val="008A4C69"/>
    <w:rsid w:val="008B0105"/>
    <w:rsid w:val="008B010A"/>
    <w:rsid w:val="008B58EC"/>
    <w:rsid w:val="008B6D69"/>
    <w:rsid w:val="008B7B1F"/>
    <w:rsid w:val="008C0C9B"/>
    <w:rsid w:val="008C2B1B"/>
    <w:rsid w:val="008C4669"/>
    <w:rsid w:val="008C57B2"/>
    <w:rsid w:val="008D18A0"/>
    <w:rsid w:val="008E07A0"/>
    <w:rsid w:val="008E38DA"/>
    <w:rsid w:val="008E4126"/>
    <w:rsid w:val="008E422C"/>
    <w:rsid w:val="008E50D0"/>
    <w:rsid w:val="008E540E"/>
    <w:rsid w:val="008E6A49"/>
    <w:rsid w:val="008E78C4"/>
    <w:rsid w:val="008F3288"/>
    <w:rsid w:val="00903202"/>
    <w:rsid w:val="0090481F"/>
    <w:rsid w:val="00911625"/>
    <w:rsid w:val="009143CB"/>
    <w:rsid w:val="00915C49"/>
    <w:rsid w:val="00916CE3"/>
    <w:rsid w:val="00917D19"/>
    <w:rsid w:val="00922122"/>
    <w:rsid w:val="0092514C"/>
    <w:rsid w:val="00926979"/>
    <w:rsid w:val="00926D8D"/>
    <w:rsid w:val="00931158"/>
    <w:rsid w:val="00944A37"/>
    <w:rsid w:val="009457C3"/>
    <w:rsid w:val="00950AE7"/>
    <w:rsid w:val="009532E3"/>
    <w:rsid w:val="00956B08"/>
    <w:rsid w:val="0095792A"/>
    <w:rsid w:val="00966AD7"/>
    <w:rsid w:val="009674E0"/>
    <w:rsid w:val="00971D03"/>
    <w:rsid w:val="00974800"/>
    <w:rsid w:val="0097520A"/>
    <w:rsid w:val="0097720E"/>
    <w:rsid w:val="00977B17"/>
    <w:rsid w:val="00990843"/>
    <w:rsid w:val="009913EF"/>
    <w:rsid w:val="009923DC"/>
    <w:rsid w:val="00992C26"/>
    <w:rsid w:val="00993671"/>
    <w:rsid w:val="00994CDD"/>
    <w:rsid w:val="009A21E8"/>
    <w:rsid w:val="009A489D"/>
    <w:rsid w:val="009B134F"/>
    <w:rsid w:val="009B2DBF"/>
    <w:rsid w:val="009B335E"/>
    <w:rsid w:val="009B56AA"/>
    <w:rsid w:val="009D098D"/>
    <w:rsid w:val="009D413D"/>
    <w:rsid w:val="009D450E"/>
    <w:rsid w:val="009E06AE"/>
    <w:rsid w:val="009E6037"/>
    <w:rsid w:val="009E7C46"/>
    <w:rsid w:val="009F02E9"/>
    <w:rsid w:val="009F059A"/>
    <w:rsid w:val="009F548B"/>
    <w:rsid w:val="00A022FF"/>
    <w:rsid w:val="00A048DA"/>
    <w:rsid w:val="00A12555"/>
    <w:rsid w:val="00A22DA4"/>
    <w:rsid w:val="00A237B2"/>
    <w:rsid w:val="00A30809"/>
    <w:rsid w:val="00A32A1A"/>
    <w:rsid w:val="00A34FE5"/>
    <w:rsid w:val="00A4108C"/>
    <w:rsid w:val="00A45946"/>
    <w:rsid w:val="00A46404"/>
    <w:rsid w:val="00A52A5A"/>
    <w:rsid w:val="00A52D81"/>
    <w:rsid w:val="00A558A9"/>
    <w:rsid w:val="00A614D2"/>
    <w:rsid w:val="00A65208"/>
    <w:rsid w:val="00A66D71"/>
    <w:rsid w:val="00A74014"/>
    <w:rsid w:val="00A776F8"/>
    <w:rsid w:val="00A84425"/>
    <w:rsid w:val="00A91BE2"/>
    <w:rsid w:val="00A94F73"/>
    <w:rsid w:val="00AA097D"/>
    <w:rsid w:val="00AA1EFD"/>
    <w:rsid w:val="00AA4E6A"/>
    <w:rsid w:val="00AA4EED"/>
    <w:rsid w:val="00AA5B9B"/>
    <w:rsid w:val="00AA5C53"/>
    <w:rsid w:val="00AB5D01"/>
    <w:rsid w:val="00AB730A"/>
    <w:rsid w:val="00AC51A6"/>
    <w:rsid w:val="00AC68D7"/>
    <w:rsid w:val="00AC7084"/>
    <w:rsid w:val="00AC728D"/>
    <w:rsid w:val="00AD5101"/>
    <w:rsid w:val="00AE13AB"/>
    <w:rsid w:val="00AE437D"/>
    <w:rsid w:val="00AE4ACD"/>
    <w:rsid w:val="00AE7828"/>
    <w:rsid w:val="00AF0E23"/>
    <w:rsid w:val="00B0173C"/>
    <w:rsid w:val="00B018CD"/>
    <w:rsid w:val="00B104FE"/>
    <w:rsid w:val="00B1549E"/>
    <w:rsid w:val="00B20A92"/>
    <w:rsid w:val="00B20E88"/>
    <w:rsid w:val="00B25DC9"/>
    <w:rsid w:val="00B41F79"/>
    <w:rsid w:val="00B43D21"/>
    <w:rsid w:val="00B46140"/>
    <w:rsid w:val="00B52A0C"/>
    <w:rsid w:val="00B57CE7"/>
    <w:rsid w:val="00B807F3"/>
    <w:rsid w:val="00B86553"/>
    <w:rsid w:val="00B87239"/>
    <w:rsid w:val="00B9171D"/>
    <w:rsid w:val="00B93E32"/>
    <w:rsid w:val="00B94F04"/>
    <w:rsid w:val="00BA0518"/>
    <w:rsid w:val="00BA0CDD"/>
    <w:rsid w:val="00BA358B"/>
    <w:rsid w:val="00BB21B5"/>
    <w:rsid w:val="00BB2C60"/>
    <w:rsid w:val="00BB5C24"/>
    <w:rsid w:val="00BB61DD"/>
    <w:rsid w:val="00BC69F8"/>
    <w:rsid w:val="00BD12EB"/>
    <w:rsid w:val="00BD20D5"/>
    <w:rsid w:val="00BD2A65"/>
    <w:rsid w:val="00BE68B6"/>
    <w:rsid w:val="00BF1A2C"/>
    <w:rsid w:val="00BF71E3"/>
    <w:rsid w:val="00C0540C"/>
    <w:rsid w:val="00C1097D"/>
    <w:rsid w:val="00C114D5"/>
    <w:rsid w:val="00C1211B"/>
    <w:rsid w:val="00C126BD"/>
    <w:rsid w:val="00C1454F"/>
    <w:rsid w:val="00C169E1"/>
    <w:rsid w:val="00C16B08"/>
    <w:rsid w:val="00C16B85"/>
    <w:rsid w:val="00C2216F"/>
    <w:rsid w:val="00C22CAE"/>
    <w:rsid w:val="00C23FFC"/>
    <w:rsid w:val="00C24A54"/>
    <w:rsid w:val="00C3463E"/>
    <w:rsid w:val="00C36E53"/>
    <w:rsid w:val="00C37A0E"/>
    <w:rsid w:val="00C42CA5"/>
    <w:rsid w:val="00C50344"/>
    <w:rsid w:val="00C56AD6"/>
    <w:rsid w:val="00C57D9E"/>
    <w:rsid w:val="00C6436A"/>
    <w:rsid w:val="00C64B12"/>
    <w:rsid w:val="00C764F2"/>
    <w:rsid w:val="00C8003A"/>
    <w:rsid w:val="00C947FA"/>
    <w:rsid w:val="00C95DA2"/>
    <w:rsid w:val="00C97C1A"/>
    <w:rsid w:val="00C97D21"/>
    <w:rsid w:val="00CA0745"/>
    <w:rsid w:val="00CA11E6"/>
    <w:rsid w:val="00CA6BF6"/>
    <w:rsid w:val="00CB1D40"/>
    <w:rsid w:val="00CB77E3"/>
    <w:rsid w:val="00CC412E"/>
    <w:rsid w:val="00CC46DF"/>
    <w:rsid w:val="00CC5A76"/>
    <w:rsid w:val="00CD0A75"/>
    <w:rsid w:val="00CD10A0"/>
    <w:rsid w:val="00CD2C03"/>
    <w:rsid w:val="00CE4501"/>
    <w:rsid w:val="00CE4F20"/>
    <w:rsid w:val="00CF127F"/>
    <w:rsid w:val="00CF73CB"/>
    <w:rsid w:val="00D021FB"/>
    <w:rsid w:val="00D03E59"/>
    <w:rsid w:val="00D04A63"/>
    <w:rsid w:val="00D075DE"/>
    <w:rsid w:val="00D07D2A"/>
    <w:rsid w:val="00D138DB"/>
    <w:rsid w:val="00D15177"/>
    <w:rsid w:val="00D172A8"/>
    <w:rsid w:val="00D24E44"/>
    <w:rsid w:val="00D25B58"/>
    <w:rsid w:val="00D41333"/>
    <w:rsid w:val="00D414AF"/>
    <w:rsid w:val="00D420A6"/>
    <w:rsid w:val="00D4292B"/>
    <w:rsid w:val="00D43017"/>
    <w:rsid w:val="00D44349"/>
    <w:rsid w:val="00D45E99"/>
    <w:rsid w:val="00D5076C"/>
    <w:rsid w:val="00D51AAB"/>
    <w:rsid w:val="00D60536"/>
    <w:rsid w:val="00D60D77"/>
    <w:rsid w:val="00D64DE3"/>
    <w:rsid w:val="00D65647"/>
    <w:rsid w:val="00D65B29"/>
    <w:rsid w:val="00D66E79"/>
    <w:rsid w:val="00D71912"/>
    <w:rsid w:val="00D749D1"/>
    <w:rsid w:val="00D81CF2"/>
    <w:rsid w:val="00D87EEA"/>
    <w:rsid w:val="00D907AB"/>
    <w:rsid w:val="00D92996"/>
    <w:rsid w:val="00D97732"/>
    <w:rsid w:val="00DA55E0"/>
    <w:rsid w:val="00DB0DFF"/>
    <w:rsid w:val="00DB3971"/>
    <w:rsid w:val="00DB4CB4"/>
    <w:rsid w:val="00DB4D3E"/>
    <w:rsid w:val="00DD1208"/>
    <w:rsid w:val="00DD4104"/>
    <w:rsid w:val="00DD5B86"/>
    <w:rsid w:val="00DE17BF"/>
    <w:rsid w:val="00DE1C89"/>
    <w:rsid w:val="00DE29B1"/>
    <w:rsid w:val="00DE3E52"/>
    <w:rsid w:val="00DE7613"/>
    <w:rsid w:val="00DE7B30"/>
    <w:rsid w:val="00DF10BE"/>
    <w:rsid w:val="00DF675A"/>
    <w:rsid w:val="00DF67C2"/>
    <w:rsid w:val="00E025FA"/>
    <w:rsid w:val="00E111B3"/>
    <w:rsid w:val="00E16732"/>
    <w:rsid w:val="00E16BAA"/>
    <w:rsid w:val="00E26917"/>
    <w:rsid w:val="00E26AB4"/>
    <w:rsid w:val="00E324F2"/>
    <w:rsid w:val="00E3302C"/>
    <w:rsid w:val="00E33918"/>
    <w:rsid w:val="00E42AC2"/>
    <w:rsid w:val="00E4365F"/>
    <w:rsid w:val="00E507EC"/>
    <w:rsid w:val="00E524C0"/>
    <w:rsid w:val="00E53BA8"/>
    <w:rsid w:val="00E60E47"/>
    <w:rsid w:val="00E61D32"/>
    <w:rsid w:val="00E62005"/>
    <w:rsid w:val="00E62328"/>
    <w:rsid w:val="00E6275B"/>
    <w:rsid w:val="00E661D6"/>
    <w:rsid w:val="00E72CAC"/>
    <w:rsid w:val="00E731C7"/>
    <w:rsid w:val="00E744E8"/>
    <w:rsid w:val="00E819D0"/>
    <w:rsid w:val="00E83C32"/>
    <w:rsid w:val="00E901CC"/>
    <w:rsid w:val="00E927BB"/>
    <w:rsid w:val="00E94CD0"/>
    <w:rsid w:val="00EA157E"/>
    <w:rsid w:val="00EA15E7"/>
    <w:rsid w:val="00EA7246"/>
    <w:rsid w:val="00EA737B"/>
    <w:rsid w:val="00EB133D"/>
    <w:rsid w:val="00EB3268"/>
    <w:rsid w:val="00EB3FE0"/>
    <w:rsid w:val="00EB4A18"/>
    <w:rsid w:val="00EB5B5C"/>
    <w:rsid w:val="00EC02F9"/>
    <w:rsid w:val="00EC2031"/>
    <w:rsid w:val="00EC530A"/>
    <w:rsid w:val="00EF0085"/>
    <w:rsid w:val="00EF4B35"/>
    <w:rsid w:val="00EF6AD1"/>
    <w:rsid w:val="00F033CC"/>
    <w:rsid w:val="00F06C99"/>
    <w:rsid w:val="00F20724"/>
    <w:rsid w:val="00F22DFF"/>
    <w:rsid w:val="00F246BA"/>
    <w:rsid w:val="00F24937"/>
    <w:rsid w:val="00F26C91"/>
    <w:rsid w:val="00F32D3A"/>
    <w:rsid w:val="00F40151"/>
    <w:rsid w:val="00F442C9"/>
    <w:rsid w:val="00F50E24"/>
    <w:rsid w:val="00F53139"/>
    <w:rsid w:val="00F6725E"/>
    <w:rsid w:val="00F67A28"/>
    <w:rsid w:val="00F718C1"/>
    <w:rsid w:val="00F71D6C"/>
    <w:rsid w:val="00F72B29"/>
    <w:rsid w:val="00F73801"/>
    <w:rsid w:val="00F75735"/>
    <w:rsid w:val="00F811F4"/>
    <w:rsid w:val="00F8485F"/>
    <w:rsid w:val="00FA2B8F"/>
    <w:rsid w:val="00FA6A7A"/>
    <w:rsid w:val="00FA79A1"/>
    <w:rsid w:val="00FB62B6"/>
    <w:rsid w:val="00FB69BF"/>
    <w:rsid w:val="00FC1C9F"/>
    <w:rsid w:val="00FD4069"/>
    <w:rsid w:val="00FD486F"/>
    <w:rsid w:val="00FE2DEE"/>
    <w:rsid w:val="00FE63C8"/>
    <w:rsid w:val="00FE6F1B"/>
    <w:rsid w:val="00FF1708"/>
    <w:rsid w:val="00FF3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F6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E23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6B85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1</Pages>
  <Words>132</Words>
  <Characters>753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Ostrovskiy-S</cp:lastModifiedBy>
  <cp:revision>9</cp:revision>
  <cp:lastPrinted>2013-04-15T12:13:00Z</cp:lastPrinted>
  <dcterms:created xsi:type="dcterms:W3CDTF">2013-04-15T11:16:00Z</dcterms:created>
  <dcterms:modified xsi:type="dcterms:W3CDTF">2017-02-24T09:38:00Z</dcterms:modified>
</cp:coreProperties>
</file>