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543" w:rsidRPr="005E592D" w:rsidRDefault="001C5543" w:rsidP="00D576E3">
      <w:pPr>
        <w:jc w:val="center"/>
      </w:pPr>
      <w:r w:rsidRPr="005E592D">
        <w:t xml:space="preserve">ОТКРЫТОЕ АКЦИОНЕРНОЕ ОБЩЕСТВО </w:t>
      </w:r>
    </w:p>
    <w:p w:rsidR="001C5543" w:rsidRPr="005E592D" w:rsidRDefault="001C5543" w:rsidP="00D576E3">
      <w:pPr>
        <w:jc w:val="center"/>
      </w:pPr>
      <w:r w:rsidRPr="005E592D">
        <w:t>«БОРИСОВСКИЙ ЗАВОД МЕДИЦИНСКИХ ПРЕПАРАТОВ»</w:t>
      </w:r>
    </w:p>
    <w:p w:rsidR="001C5543" w:rsidRPr="005E592D" w:rsidRDefault="001C5543" w:rsidP="00D576E3">
      <w:pPr>
        <w:jc w:val="center"/>
      </w:pPr>
    </w:p>
    <w:p w:rsidR="001C5543" w:rsidRPr="005E592D" w:rsidRDefault="001C5543" w:rsidP="00D576E3">
      <w:pPr>
        <w:jc w:val="center"/>
      </w:pPr>
      <w:r w:rsidRPr="005E592D">
        <w:t>(ОАО «БЗМП»)</w:t>
      </w:r>
    </w:p>
    <w:p w:rsidR="001C5543" w:rsidRPr="005E592D" w:rsidRDefault="001C5543" w:rsidP="00D576E3">
      <w:pPr>
        <w:jc w:val="center"/>
      </w:pPr>
    </w:p>
    <w:p w:rsidR="001C5543" w:rsidRPr="005E592D" w:rsidRDefault="001C5543" w:rsidP="00D576E3">
      <w:pPr>
        <w:jc w:val="center"/>
      </w:pPr>
      <w:r w:rsidRPr="005E592D">
        <w:t>ОТДЕЛ ЗАКУПОК (ОЗ)</w:t>
      </w:r>
    </w:p>
    <w:p w:rsidR="001C5543" w:rsidRPr="005E592D" w:rsidRDefault="001C5543" w:rsidP="00D576E3"/>
    <w:p w:rsidR="001C5543" w:rsidRPr="005E592D" w:rsidRDefault="001C5543" w:rsidP="00D576E3">
      <w:pPr>
        <w:jc w:val="center"/>
      </w:pPr>
    </w:p>
    <w:p w:rsidR="001C5543" w:rsidRPr="005E592D" w:rsidRDefault="001C5543" w:rsidP="00D576E3">
      <w:pPr>
        <w:jc w:val="right"/>
      </w:pPr>
    </w:p>
    <w:p w:rsidR="001C5543" w:rsidRPr="005E592D" w:rsidRDefault="001C5543" w:rsidP="00D576E3"/>
    <w:p w:rsidR="001C5543" w:rsidRPr="005E592D" w:rsidRDefault="001C5543" w:rsidP="00D576E3">
      <w:r w:rsidRPr="005E592D">
        <w:t xml:space="preserve">                                                                  УТВЕРЖДАЮ</w:t>
      </w:r>
    </w:p>
    <w:p w:rsidR="001C5543" w:rsidRPr="005E592D" w:rsidRDefault="001C5543" w:rsidP="00D576E3">
      <w:r w:rsidRPr="005E592D">
        <w:t xml:space="preserve">                                                                  Заместитель генерального директора</w:t>
      </w:r>
    </w:p>
    <w:p w:rsidR="001C5543" w:rsidRPr="005E592D" w:rsidRDefault="001C5543" w:rsidP="00D576E3">
      <w:r w:rsidRPr="005E592D">
        <w:t xml:space="preserve">                                                                  ОАО «БЗМП» по коммерческим вопросам</w:t>
      </w:r>
    </w:p>
    <w:p w:rsidR="001C5543" w:rsidRPr="005E592D" w:rsidRDefault="001C5543" w:rsidP="00D576E3">
      <w:r w:rsidRPr="005E592D">
        <w:t xml:space="preserve">                                                                  Председатель комиссии</w:t>
      </w:r>
    </w:p>
    <w:p w:rsidR="001C5543" w:rsidRPr="005E592D" w:rsidRDefault="001C5543" w:rsidP="00D576E3">
      <w:r w:rsidRPr="005E592D">
        <w:t xml:space="preserve">                                                                                                             С.Н.Пономарев</w:t>
      </w:r>
    </w:p>
    <w:p w:rsidR="001C5543" w:rsidRPr="005E592D" w:rsidRDefault="001C5543" w:rsidP="00D576E3"/>
    <w:p w:rsidR="001C5543" w:rsidRPr="005E592D" w:rsidRDefault="001C5543" w:rsidP="00D576E3">
      <w:r w:rsidRPr="005E592D">
        <w:t xml:space="preserve">                                                                  </w:t>
      </w:r>
      <w:r>
        <w:t>08</w:t>
      </w:r>
      <w:r w:rsidRPr="00FF75E8">
        <w:t>.0</w:t>
      </w:r>
      <w:r>
        <w:t>6</w:t>
      </w:r>
      <w:r w:rsidRPr="00FF75E8">
        <w:t>.2021</w:t>
      </w:r>
      <w:r w:rsidRPr="005E592D">
        <w:t xml:space="preserve">  </w:t>
      </w:r>
    </w:p>
    <w:p w:rsidR="001C5543" w:rsidRPr="005E592D" w:rsidRDefault="001C5543" w:rsidP="00D576E3"/>
    <w:p w:rsidR="001C5543" w:rsidRPr="005E592D" w:rsidRDefault="001C5543" w:rsidP="00D576E3"/>
    <w:p w:rsidR="001C5543" w:rsidRPr="005E592D" w:rsidRDefault="001C5543" w:rsidP="00D576E3">
      <w:pPr>
        <w:jc w:val="center"/>
        <w:rPr>
          <w:b/>
        </w:rPr>
      </w:pPr>
    </w:p>
    <w:p w:rsidR="001C5543" w:rsidRPr="005E592D" w:rsidRDefault="001C5543" w:rsidP="00D576E3">
      <w:pPr>
        <w:jc w:val="center"/>
        <w:rPr>
          <w:b/>
          <w:sz w:val="36"/>
          <w:szCs w:val="36"/>
        </w:rPr>
      </w:pPr>
      <w:r w:rsidRPr="005E592D">
        <w:rPr>
          <w:b/>
          <w:sz w:val="36"/>
          <w:szCs w:val="36"/>
        </w:rPr>
        <w:t>КОНКУРСНЫЕ ДОКУМЕНТЫ</w:t>
      </w:r>
    </w:p>
    <w:p w:rsidR="001C5543" w:rsidRPr="005E592D" w:rsidRDefault="001C5543" w:rsidP="00D576E3">
      <w:pPr>
        <w:jc w:val="center"/>
        <w:rPr>
          <w:b/>
          <w:sz w:val="36"/>
          <w:szCs w:val="36"/>
        </w:rPr>
      </w:pPr>
    </w:p>
    <w:p w:rsidR="001C5543" w:rsidRPr="005E592D" w:rsidRDefault="001C5543" w:rsidP="00D576E3">
      <w:pPr>
        <w:jc w:val="center"/>
        <w:rPr>
          <w:sz w:val="36"/>
          <w:szCs w:val="36"/>
        </w:rPr>
      </w:pPr>
      <w:r w:rsidRPr="005E592D">
        <w:rPr>
          <w:sz w:val="36"/>
          <w:szCs w:val="36"/>
        </w:rPr>
        <w:t>о закупке исходного сырья</w:t>
      </w:r>
      <w:r>
        <w:rPr>
          <w:sz w:val="36"/>
          <w:szCs w:val="36"/>
        </w:rPr>
        <w:t xml:space="preserve"> </w:t>
      </w:r>
      <w:r w:rsidRPr="005E592D">
        <w:rPr>
          <w:sz w:val="36"/>
          <w:szCs w:val="36"/>
        </w:rPr>
        <w:t xml:space="preserve"> ОАО «БЗМП»  за счёт собственных средств, с применением процедуры  открытого конкурса</w:t>
      </w:r>
      <w:r>
        <w:rPr>
          <w:sz w:val="36"/>
          <w:szCs w:val="36"/>
        </w:rPr>
        <w:t xml:space="preserve"> 24.06.2021 года</w:t>
      </w:r>
    </w:p>
    <w:p w:rsidR="001C5543" w:rsidRPr="005E592D" w:rsidRDefault="001C5543" w:rsidP="00D576E3"/>
    <w:p w:rsidR="001C5543" w:rsidRPr="005E592D" w:rsidRDefault="001C5543" w:rsidP="00D576E3"/>
    <w:p w:rsidR="001C5543" w:rsidRPr="005E592D" w:rsidRDefault="001C5543" w:rsidP="00D576E3"/>
    <w:p w:rsidR="001C5543" w:rsidRPr="005E592D" w:rsidRDefault="001C5543" w:rsidP="00D576E3"/>
    <w:p w:rsidR="001C5543" w:rsidRPr="005E592D" w:rsidRDefault="001C5543" w:rsidP="00D576E3"/>
    <w:p w:rsidR="001C5543" w:rsidRPr="005E592D" w:rsidRDefault="001C5543" w:rsidP="00D576E3"/>
    <w:p w:rsidR="001C5543" w:rsidRPr="005E592D" w:rsidRDefault="001C5543" w:rsidP="00D576E3"/>
    <w:p w:rsidR="001C5543" w:rsidRPr="005E592D" w:rsidRDefault="001C5543" w:rsidP="00D576E3"/>
    <w:p w:rsidR="001C5543" w:rsidRPr="005E592D" w:rsidRDefault="001C5543" w:rsidP="00D576E3"/>
    <w:p w:rsidR="001C5543" w:rsidRPr="005E592D" w:rsidRDefault="001C5543" w:rsidP="00D576E3"/>
    <w:p w:rsidR="001C5543" w:rsidRPr="005E592D" w:rsidRDefault="001C5543" w:rsidP="00D576E3"/>
    <w:p w:rsidR="001C5543" w:rsidRPr="005E592D" w:rsidRDefault="001C5543" w:rsidP="00D576E3">
      <w:pPr>
        <w:jc w:val="center"/>
      </w:pPr>
    </w:p>
    <w:p w:rsidR="001C5543" w:rsidRPr="005E592D" w:rsidRDefault="001C5543" w:rsidP="00D576E3">
      <w:pPr>
        <w:jc w:val="center"/>
      </w:pPr>
    </w:p>
    <w:p w:rsidR="001C5543" w:rsidRPr="005E592D" w:rsidRDefault="001C5543" w:rsidP="00D576E3">
      <w:pPr>
        <w:jc w:val="center"/>
      </w:pPr>
    </w:p>
    <w:p w:rsidR="001C5543" w:rsidRPr="005E592D" w:rsidRDefault="001C5543" w:rsidP="00D576E3">
      <w:pPr>
        <w:jc w:val="center"/>
      </w:pPr>
    </w:p>
    <w:p w:rsidR="001C5543" w:rsidRPr="005E592D" w:rsidRDefault="001C5543" w:rsidP="00D576E3">
      <w:pPr>
        <w:jc w:val="center"/>
      </w:pPr>
      <w:r w:rsidRPr="005E592D">
        <w:t>г. Борисов</w:t>
      </w:r>
    </w:p>
    <w:p w:rsidR="001C5543" w:rsidRPr="005E592D" w:rsidRDefault="001C5543" w:rsidP="00D576E3">
      <w:pPr>
        <w:jc w:val="center"/>
      </w:pPr>
      <w:r w:rsidRPr="005E592D">
        <w:t>2021</w:t>
      </w:r>
    </w:p>
    <w:p w:rsidR="001C5543" w:rsidRPr="005E592D" w:rsidRDefault="001C5543" w:rsidP="00D576E3">
      <w:pPr>
        <w:jc w:val="center"/>
      </w:pPr>
    </w:p>
    <w:p w:rsidR="001C5543" w:rsidRPr="005E592D" w:rsidRDefault="001C5543" w:rsidP="00D576E3">
      <w:pPr>
        <w:jc w:val="center"/>
        <w:rPr>
          <w:b/>
          <w:szCs w:val="28"/>
          <w:lang w:val="en-US"/>
        </w:rPr>
      </w:pPr>
      <w:r w:rsidRPr="005E592D">
        <w:rPr>
          <w:b/>
          <w:szCs w:val="28"/>
        </w:rPr>
        <w:br w:type="page"/>
        <w:t>СОДЕРЖАНИЕ</w:t>
      </w:r>
    </w:p>
    <w:p w:rsidR="001C5543" w:rsidRPr="005E592D" w:rsidRDefault="001C5543"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1C5543" w:rsidRPr="005E592D" w:rsidTr="00D576E3">
        <w:tc>
          <w:tcPr>
            <w:tcW w:w="1263" w:type="dxa"/>
          </w:tcPr>
          <w:p w:rsidR="001C5543" w:rsidRPr="005E592D" w:rsidRDefault="001C5543" w:rsidP="00D576E3">
            <w:pPr>
              <w:jc w:val="center"/>
              <w:rPr>
                <w:szCs w:val="28"/>
              </w:rPr>
            </w:pPr>
            <w:r w:rsidRPr="005E592D">
              <w:rPr>
                <w:szCs w:val="28"/>
              </w:rPr>
              <w:t>Глава 1</w:t>
            </w:r>
          </w:p>
        </w:tc>
        <w:tc>
          <w:tcPr>
            <w:tcW w:w="8025" w:type="dxa"/>
          </w:tcPr>
          <w:p w:rsidR="001C5543" w:rsidRPr="005E592D" w:rsidRDefault="001C5543" w:rsidP="00D576E3">
            <w:pPr>
              <w:rPr>
                <w:szCs w:val="28"/>
              </w:rPr>
            </w:pPr>
            <w:r w:rsidRPr="005E592D">
              <w:rPr>
                <w:szCs w:val="28"/>
              </w:rPr>
              <w:t>Общие положения</w:t>
            </w:r>
          </w:p>
        </w:tc>
        <w:tc>
          <w:tcPr>
            <w:tcW w:w="691" w:type="dxa"/>
          </w:tcPr>
          <w:p w:rsidR="001C5543" w:rsidRPr="00436717" w:rsidRDefault="001C5543" w:rsidP="00D576E3">
            <w:pPr>
              <w:jc w:val="center"/>
              <w:rPr>
                <w:szCs w:val="28"/>
              </w:rPr>
            </w:pPr>
            <w:r w:rsidRPr="00436717">
              <w:rPr>
                <w:szCs w:val="28"/>
              </w:rPr>
              <w:t>3</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2</w:t>
            </w:r>
          </w:p>
        </w:tc>
        <w:tc>
          <w:tcPr>
            <w:tcW w:w="8025" w:type="dxa"/>
          </w:tcPr>
          <w:p w:rsidR="001C5543" w:rsidRPr="005E592D" w:rsidRDefault="001C5543" w:rsidP="00D576E3">
            <w:pPr>
              <w:rPr>
                <w:szCs w:val="28"/>
              </w:rPr>
            </w:pPr>
            <w:r w:rsidRPr="005E592D">
              <w:rPr>
                <w:szCs w:val="28"/>
              </w:rPr>
              <w:t>Термины и определения и сокращения</w:t>
            </w:r>
          </w:p>
        </w:tc>
        <w:tc>
          <w:tcPr>
            <w:tcW w:w="691" w:type="dxa"/>
          </w:tcPr>
          <w:p w:rsidR="001C5543" w:rsidRPr="00436717" w:rsidRDefault="001C5543" w:rsidP="00D576E3">
            <w:pPr>
              <w:jc w:val="center"/>
              <w:rPr>
                <w:szCs w:val="28"/>
              </w:rPr>
            </w:pPr>
            <w:r w:rsidRPr="00436717">
              <w:rPr>
                <w:szCs w:val="28"/>
              </w:rPr>
              <w:t>3</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3</w:t>
            </w:r>
          </w:p>
        </w:tc>
        <w:tc>
          <w:tcPr>
            <w:tcW w:w="8025" w:type="dxa"/>
          </w:tcPr>
          <w:p w:rsidR="001C5543" w:rsidRPr="005E592D" w:rsidRDefault="001C5543" w:rsidP="00D576E3">
            <w:pPr>
              <w:rPr>
                <w:szCs w:val="28"/>
              </w:rPr>
            </w:pPr>
            <w:r w:rsidRPr="005E592D">
              <w:rPr>
                <w:szCs w:val="28"/>
              </w:rPr>
              <w:t>Размещение, направление приглашений</w:t>
            </w:r>
          </w:p>
        </w:tc>
        <w:tc>
          <w:tcPr>
            <w:tcW w:w="691" w:type="dxa"/>
          </w:tcPr>
          <w:p w:rsidR="001C5543" w:rsidRPr="00436717" w:rsidRDefault="001C5543" w:rsidP="00D576E3">
            <w:pPr>
              <w:jc w:val="center"/>
              <w:rPr>
                <w:szCs w:val="28"/>
              </w:rPr>
            </w:pPr>
            <w:r w:rsidRPr="00436717">
              <w:rPr>
                <w:szCs w:val="28"/>
              </w:rPr>
              <w:t>4</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4</w:t>
            </w:r>
          </w:p>
        </w:tc>
        <w:tc>
          <w:tcPr>
            <w:tcW w:w="8025" w:type="dxa"/>
          </w:tcPr>
          <w:p w:rsidR="001C5543" w:rsidRPr="005E592D" w:rsidRDefault="001C5543" w:rsidP="00D576E3">
            <w:pPr>
              <w:rPr>
                <w:szCs w:val="28"/>
              </w:rPr>
            </w:pPr>
            <w:r w:rsidRPr="005E592D">
              <w:rPr>
                <w:szCs w:val="28"/>
              </w:rPr>
              <w:t>Нормативные ссылки</w:t>
            </w:r>
          </w:p>
        </w:tc>
        <w:tc>
          <w:tcPr>
            <w:tcW w:w="691" w:type="dxa"/>
          </w:tcPr>
          <w:p w:rsidR="001C5543" w:rsidRPr="00436717" w:rsidRDefault="001C5543" w:rsidP="00D576E3">
            <w:pPr>
              <w:jc w:val="center"/>
              <w:rPr>
                <w:szCs w:val="28"/>
              </w:rPr>
            </w:pPr>
            <w:r w:rsidRPr="00436717">
              <w:rPr>
                <w:szCs w:val="28"/>
              </w:rPr>
              <w:t>4</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5</w:t>
            </w:r>
          </w:p>
        </w:tc>
        <w:tc>
          <w:tcPr>
            <w:tcW w:w="8025" w:type="dxa"/>
          </w:tcPr>
          <w:p w:rsidR="001C5543" w:rsidRPr="005E592D" w:rsidRDefault="001C5543" w:rsidP="00D576E3">
            <w:pPr>
              <w:rPr>
                <w:szCs w:val="28"/>
              </w:rPr>
            </w:pPr>
            <w:r w:rsidRPr="005E592D">
              <w:rPr>
                <w:szCs w:val="28"/>
              </w:rPr>
              <w:t>Сведения о Заказчике</w:t>
            </w:r>
          </w:p>
        </w:tc>
        <w:tc>
          <w:tcPr>
            <w:tcW w:w="691" w:type="dxa"/>
          </w:tcPr>
          <w:p w:rsidR="001C5543" w:rsidRPr="00436717" w:rsidRDefault="001C5543" w:rsidP="00D576E3">
            <w:pPr>
              <w:jc w:val="center"/>
              <w:rPr>
                <w:szCs w:val="28"/>
              </w:rPr>
            </w:pPr>
            <w:r w:rsidRPr="00436717">
              <w:rPr>
                <w:szCs w:val="28"/>
              </w:rPr>
              <w:t>5</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6</w:t>
            </w:r>
          </w:p>
        </w:tc>
        <w:tc>
          <w:tcPr>
            <w:tcW w:w="8025" w:type="dxa"/>
          </w:tcPr>
          <w:p w:rsidR="001C5543" w:rsidRPr="005E592D" w:rsidRDefault="001C5543" w:rsidP="00D576E3">
            <w:pPr>
              <w:rPr>
                <w:szCs w:val="28"/>
              </w:rPr>
            </w:pPr>
            <w:r w:rsidRPr="005E592D">
              <w:rPr>
                <w:szCs w:val="28"/>
              </w:rPr>
              <w:t>Сведения о закупке и предмете закупки</w:t>
            </w:r>
          </w:p>
        </w:tc>
        <w:tc>
          <w:tcPr>
            <w:tcW w:w="691" w:type="dxa"/>
          </w:tcPr>
          <w:p w:rsidR="001C5543" w:rsidRPr="00436717" w:rsidRDefault="001C5543" w:rsidP="00D576E3">
            <w:pPr>
              <w:jc w:val="center"/>
              <w:rPr>
                <w:szCs w:val="28"/>
              </w:rPr>
            </w:pPr>
            <w:r w:rsidRPr="00436717">
              <w:rPr>
                <w:szCs w:val="28"/>
              </w:rPr>
              <w:t>5</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7</w:t>
            </w:r>
          </w:p>
        </w:tc>
        <w:tc>
          <w:tcPr>
            <w:tcW w:w="8025" w:type="dxa"/>
          </w:tcPr>
          <w:p w:rsidR="001C5543" w:rsidRPr="005E592D" w:rsidRDefault="001C5543" w:rsidP="00D576E3">
            <w:pPr>
              <w:rPr>
                <w:szCs w:val="28"/>
              </w:rPr>
            </w:pPr>
            <w:r w:rsidRPr="005E592D">
              <w:rPr>
                <w:szCs w:val="28"/>
              </w:rPr>
              <w:t>Требования к участникам открытого конкурса</w:t>
            </w:r>
          </w:p>
        </w:tc>
        <w:tc>
          <w:tcPr>
            <w:tcW w:w="691" w:type="dxa"/>
          </w:tcPr>
          <w:p w:rsidR="001C5543" w:rsidRPr="00436717" w:rsidRDefault="001C5543" w:rsidP="00D576E3">
            <w:pPr>
              <w:jc w:val="center"/>
              <w:rPr>
                <w:szCs w:val="28"/>
              </w:rPr>
            </w:pPr>
            <w:r w:rsidRPr="00436717">
              <w:rPr>
                <w:szCs w:val="28"/>
              </w:rPr>
              <w:t>6</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8</w:t>
            </w:r>
          </w:p>
        </w:tc>
        <w:tc>
          <w:tcPr>
            <w:tcW w:w="8025" w:type="dxa"/>
          </w:tcPr>
          <w:p w:rsidR="001C5543" w:rsidRPr="005E592D" w:rsidRDefault="001C5543" w:rsidP="00D576E3">
            <w:pPr>
              <w:rPr>
                <w:szCs w:val="28"/>
              </w:rPr>
            </w:pPr>
            <w:r w:rsidRPr="005E592D">
              <w:rPr>
                <w:szCs w:val="28"/>
              </w:rPr>
              <w:t>Квалификационные требования к участникам</w:t>
            </w:r>
          </w:p>
        </w:tc>
        <w:tc>
          <w:tcPr>
            <w:tcW w:w="691" w:type="dxa"/>
          </w:tcPr>
          <w:p w:rsidR="001C5543" w:rsidRPr="00436717" w:rsidRDefault="001C5543" w:rsidP="00D576E3">
            <w:pPr>
              <w:jc w:val="center"/>
              <w:rPr>
                <w:szCs w:val="28"/>
              </w:rPr>
            </w:pPr>
            <w:r w:rsidRPr="00436717">
              <w:rPr>
                <w:szCs w:val="28"/>
              </w:rPr>
              <w:t>8</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9</w:t>
            </w:r>
          </w:p>
        </w:tc>
        <w:tc>
          <w:tcPr>
            <w:tcW w:w="8025" w:type="dxa"/>
          </w:tcPr>
          <w:p w:rsidR="001C5543" w:rsidRPr="005E592D" w:rsidRDefault="001C5543"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1C5543" w:rsidRPr="00436717" w:rsidRDefault="001C5543" w:rsidP="00D576E3">
            <w:pPr>
              <w:jc w:val="center"/>
              <w:rPr>
                <w:szCs w:val="28"/>
              </w:rPr>
            </w:pPr>
            <w:r w:rsidRPr="00436717">
              <w:rPr>
                <w:szCs w:val="28"/>
              </w:rPr>
              <w:t>10</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10</w:t>
            </w:r>
          </w:p>
        </w:tc>
        <w:tc>
          <w:tcPr>
            <w:tcW w:w="8025" w:type="dxa"/>
          </w:tcPr>
          <w:p w:rsidR="001C5543" w:rsidRPr="005E592D" w:rsidRDefault="001C5543" w:rsidP="00D576E3">
            <w:pPr>
              <w:rPr>
                <w:szCs w:val="28"/>
              </w:rPr>
            </w:pPr>
            <w:r w:rsidRPr="005E592D">
              <w:rPr>
                <w:szCs w:val="28"/>
              </w:rPr>
              <w:t xml:space="preserve">Расходы на  участие  в открытом конкурсе </w:t>
            </w:r>
          </w:p>
        </w:tc>
        <w:tc>
          <w:tcPr>
            <w:tcW w:w="691" w:type="dxa"/>
          </w:tcPr>
          <w:p w:rsidR="001C5543" w:rsidRPr="00436717" w:rsidRDefault="001C5543" w:rsidP="00D576E3">
            <w:pPr>
              <w:jc w:val="center"/>
              <w:rPr>
                <w:szCs w:val="28"/>
              </w:rPr>
            </w:pPr>
            <w:r w:rsidRPr="00436717">
              <w:rPr>
                <w:szCs w:val="28"/>
              </w:rPr>
              <w:t>11</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11</w:t>
            </w:r>
          </w:p>
        </w:tc>
        <w:tc>
          <w:tcPr>
            <w:tcW w:w="8025" w:type="dxa"/>
          </w:tcPr>
          <w:p w:rsidR="001C5543" w:rsidRPr="005E592D" w:rsidRDefault="001C5543" w:rsidP="00D576E3">
            <w:pPr>
              <w:rPr>
                <w:szCs w:val="28"/>
              </w:rPr>
            </w:pPr>
            <w:r w:rsidRPr="005E592D">
              <w:rPr>
                <w:szCs w:val="28"/>
              </w:rPr>
              <w:t>Конкурсное обеспечение</w:t>
            </w:r>
          </w:p>
        </w:tc>
        <w:tc>
          <w:tcPr>
            <w:tcW w:w="691" w:type="dxa"/>
          </w:tcPr>
          <w:p w:rsidR="001C5543" w:rsidRPr="00436717" w:rsidRDefault="001C5543" w:rsidP="00D576E3">
            <w:pPr>
              <w:jc w:val="center"/>
              <w:rPr>
                <w:szCs w:val="28"/>
              </w:rPr>
            </w:pPr>
            <w:r w:rsidRPr="00436717">
              <w:rPr>
                <w:szCs w:val="28"/>
              </w:rPr>
              <w:t>11</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12</w:t>
            </w:r>
          </w:p>
        </w:tc>
        <w:tc>
          <w:tcPr>
            <w:tcW w:w="8025" w:type="dxa"/>
          </w:tcPr>
          <w:p w:rsidR="001C5543" w:rsidRPr="005E592D" w:rsidRDefault="001C5543"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1C5543" w:rsidRPr="00436717" w:rsidRDefault="001C5543" w:rsidP="00D576E3">
            <w:pPr>
              <w:jc w:val="center"/>
              <w:rPr>
                <w:szCs w:val="28"/>
              </w:rPr>
            </w:pPr>
            <w:r w:rsidRPr="00436717">
              <w:rPr>
                <w:szCs w:val="28"/>
              </w:rPr>
              <w:t>11</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13</w:t>
            </w:r>
          </w:p>
        </w:tc>
        <w:tc>
          <w:tcPr>
            <w:tcW w:w="8025" w:type="dxa"/>
          </w:tcPr>
          <w:p w:rsidR="001C5543" w:rsidRPr="005E592D" w:rsidRDefault="001C5543" w:rsidP="00D576E3">
            <w:pPr>
              <w:rPr>
                <w:szCs w:val="28"/>
              </w:rPr>
            </w:pPr>
            <w:r w:rsidRPr="005E592D">
              <w:rPr>
                <w:szCs w:val="28"/>
              </w:rPr>
              <w:t>Срок, место и порядок представления конкурсных предложений</w:t>
            </w:r>
          </w:p>
        </w:tc>
        <w:tc>
          <w:tcPr>
            <w:tcW w:w="691" w:type="dxa"/>
          </w:tcPr>
          <w:p w:rsidR="001C5543" w:rsidRPr="00436717" w:rsidRDefault="001C5543" w:rsidP="00436717">
            <w:pPr>
              <w:jc w:val="center"/>
              <w:rPr>
                <w:szCs w:val="28"/>
              </w:rPr>
            </w:pPr>
            <w:r w:rsidRPr="00436717">
              <w:rPr>
                <w:szCs w:val="28"/>
              </w:rPr>
              <w:t>12</w:t>
            </w:r>
          </w:p>
        </w:tc>
      </w:tr>
      <w:tr w:rsidR="001C5543" w:rsidRPr="005E592D" w:rsidTr="00D576E3">
        <w:tc>
          <w:tcPr>
            <w:tcW w:w="1263" w:type="dxa"/>
          </w:tcPr>
          <w:p w:rsidR="001C5543" w:rsidRPr="005E592D" w:rsidRDefault="001C5543" w:rsidP="00D576E3">
            <w:pPr>
              <w:jc w:val="center"/>
              <w:rPr>
                <w:szCs w:val="28"/>
              </w:rPr>
            </w:pPr>
            <w:r w:rsidRPr="005E592D">
              <w:rPr>
                <w:szCs w:val="28"/>
              </w:rPr>
              <w:t>Глава 14</w:t>
            </w:r>
          </w:p>
        </w:tc>
        <w:tc>
          <w:tcPr>
            <w:tcW w:w="8025" w:type="dxa"/>
          </w:tcPr>
          <w:p w:rsidR="001C5543" w:rsidRPr="005E592D" w:rsidRDefault="001C5543" w:rsidP="00D576E3">
            <w:pPr>
              <w:rPr>
                <w:szCs w:val="28"/>
              </w:rPr>
            </w:pPr>
            <w:r w:rsidRPr="005E592D">
              <w:rPr>
                <w:szCs w:val="28"/>
              </w:rPr>
              <w:t>Срок действия конкурсных предложений</w:t>
            </w:r>
          </w:p>
        </w:tc>
        <w:tc>
          <w:tcPr>
            <w:tcW w:w="691" w:type="dxa"/>
          </w:tcPr>
          <w:p w:rsidR="001C5543" w:rsidRPr="00436717" w:rsidRDefault="001C5543" w:rsidP="00D576E3">
            <w:pPr>
              <w:jc w:val="center"/>
              <w:rPr>
                <w:szCs w:val="28"/>
              </w:rPr>
            </w:pPr>
            <w:r w:rsidRPr="00436717">
              <w:rPr>
                <w:szCs w:val="28"/>
              </w:rPr>
              <w:t>14</w:t>
            </w:r>
          </w:p>
        </w:tc>
      </w:tr>
      <w:tr w:rsidR="001C5543" w:rsidRPr="005E592D" w:rsidTr="005E592D">
        <w:tc>
          <w:tcPr>
            <w:tcW w:w="1263" w:type="dxa"/>
          </w:tcPr>
          <w:p w:rsidR="001C5543" w:rsidRPr="005E592D" w:rsidRDefault="001C5543" w:rsidP="00D576E3">
            <w:pPr>
              <w:jc w:val="center"/>
              <w:rPr>
                <w:szCs w:val="28"/>
              </w:rPr>
            </w:pPr>
            <w:r w:rsidRPr="005E592D">
              <w:rPr>
                <w:szCs w:val="28"/>
              </w:rPr>
              <w:t>Глава 15</w:t>
            </w:r>
          </w:p>
        </w:tc>
        <w:tc>
          <w:tcPr>
            <w:tcW w:w="8025" w:type="dxa"/>
          </w:tcPr>
          <w:p w:rsidR="001C5543" w:rsidRPr="005E592D" w:rsidRDefault="001C5543" w:rsidP="00D576E3">
            <w:pPr>
              <w:rPr>
                <w:szCs w:val="28"/>
              </w:rPr>
            </w:pPr>
            <w:r w:rsidRPr="005E592D">
              <w:rPr>
                <w:szCs w:val="28"/>
              </w:rPr>
              <w:t>Язык и обмен документами, сведениями</w:t>
            </w:r>
          </w:p>
        </w:tc>
        <w:tc>
          <w:tcPr>
            <w:tcW w:w="691" w:type="dxa"/>
          </w:tcPr>
          <w:p w:rsidR="001C5543" w:rsidRPr="00436717" w:rsidRDefault="001C5543" w:rsidP="00D576E3">
            <w:pPr>
              <w:jc w:val="center"/>
              <w:rPr>
                <w:szCs w:val="28"/>
              </w:rPr>
            </w:pPr>
            <w:r w:rsidRPr="00436717">
              <w:rPr>
                <w:szCs w:val="28"/>
              </w:rPr>
              <w:t>14</w:t>
            </w:r>
          </w:p>
        </w:tc>
      </w:tr>
      <w:tr w:rsidR="001C5543" w:rsidRPr="005E592D" w:rsidTr="005E592D">
        <w:tc>
          <w:tcPr>
            <w:tcW w:w="1263" w:type="dxa"/>
          </w:tcPr>
          <w:p w:rsidR="001C5543" w:rsidRPr="005E592D" w:rsidRDefault="001C5543" w:rsidP="00D576E3">
            <w:pPr>
              <w:jc w:val="center"/>
              <w:rPr>
                <w:szCs w:val="28"/>
              </w:rPr>
            </w:pPr>
            <w:r w:rsidRPr="005E592D">
              <w:rPr>
                <w:szCs w:val="28"/>
              </w:rPr>
              <w:t>Глава 16</w:t>
            </w:r>
          </w:p>
        </w:tc>
        <w:tc>
          <w:tcPr>
            <w:tcW w:w="8025" w:type="dxa"/>
          </w:tcPr>
          <w:p w:rsidR="001C5543" w:rsidRPr="005E592D" w:rsidRDefault="001C5543" w:rsidP="00D576E3">
            <w:pPr>
              <w:rPr>
                <w:szCs w:val="28"/>
              </w:rPr>
            </w:pPr>
            <w:r w:rsidRPr="005E592D">
              <w:rPr>
                <w:szCs w:val="28"/>
              </w:rPr>
              <w:t>Цена и валюта конкурсного предложения</w:t>
            </w:r>
          </w:p>
        </w:tc>
        <w:tc>
          <w:tcPr>
            <w:tcW w:w="691" w:type="dxa"/>
          </w:tcPr>
          <w:p w:rsidR="001C5543" w:rsidRPr="00436717" w:rsidRDefault="001C5543" w:rsidP="00436717">
            <w:pPr>
              <w:jc w:val="center"/>
              <w:rPr>
                <w:szCs w:val="28"/>
              </w:rPr>
            </w:pPr>
            <w:r w:rsidRPr="00436717">
              <w:rPr>
                <w:szCs w:val="28"/>
              </w:rPr>
              <w:t>14</w:t>
            </w:r>
          </w:p>
        </w:tc>
      </w:tr>
      <w:tr w:rsidR="001C5543" w:rsidRPr="005E592D" w:rsidTr="005E592D">
        <w:tc>
          <w:tcPr>
            <w:tcW w:w="1263" w:type="dxa"/>
          </w:tcPr>
          <w:p w:rsidR="001C5543" w:rsidRPr="005E592D" w:rsidRDefault="001C5543" w:rsidP="00D576E3">
            <w:pPr>
              <w:jc w:val="center"/>
              <w:rPr>
                <w:szCs w:val="28"/>
              </w:rPr>
            </w:pPr>
            <w:r w:rsidRPr="005E592D">
              <w:rPr>
                <w:szCs w:val="28"/>
              </w:rPr>
              <w:t>Глава 17</w:t>
            </w:r>
          </w:p>
        </w:tc>
        <w:tc>
          <w:tcPr>
            <w:tcW w:w="8025" w:type="dxa"/>
          </w:tcPr>
          <w:p w:rsidR="001C5543" w:rsidRPr="005E592D" w:rsidRDefault="001C5543" w:rsidP="00D576E3">
            <w:pPr>
              <w:rPr>
                <w:szCs w:val="28"/>
              </w:rPr>
            </w:pPr>
            <w:r w:rsidRPr="005E592D">
              <w:rPr>
                <w:szCs w:val="28"/>
              </w:rPr>
              <w:t>Применение преференциальной поправки</w:t>
            </w:r>
          </w:p>
        </w:tc>
        <w:tc>
          <w:tcPr>
            <w:tcW w:w="691" w:type="dxa"/>
          </w:tcPr>
          <w:p w:rsidR="001C5543" w:rsidRPr="00436717" w:rsidRDefault="001C5543" w:rsidP="00D576E3">
            <w:pPr>
              <w:jc w:val="center"/>
              <w:rPr>
                <w:szCs w:val="28"/>
              </w:rPr>
            </w:pPr>
            <w:r w:rsidRPr="00436717">
              <w:rPr>
                <w:szCs w:val="28"/>
              </w:rPr>
              <w:t>15</w:t>
            </w:r>
          </w:p>
        </w:tc>
      </w:tr>
      <w:tr w:rsidR="001C5543" w:rsidRPr="005E592D" w:rsidTr="005E592D">
        <w:tc>
          <w:tcPr>
            <w:tcW w:w="1263" w:type="dxa"/>
          </w:tcPr>
          <w:p w:rsidR="001C5543" w:rsidRPr="005E592D" w:rsidRDefault="001C5543" w:rsidP="00BC3C39">
            <w:pPr>
              <w:jc w:val="center"/>
              <w:rPr>
                <w:szCs w:val="28"/>
                <w:lang w:val="en-US"/>
              </w:rPr>
            </w:pPr>
            <w:r w:rsidRPr="005E592D">
              <w:rPr>
                <w:szCs w:val="28"/>
              </w:rPr>
              <w:t>Глава 18</w:t>
            </w:r>
          </w:p>
        </w:tc>
        <w:tc>
          <w:tcPr>
            <w:tcW w:w="8025" w:type="dxa"/>
          </w:tcPr>
          <w:p w:rsidR="001C5543" w:rsidRPr="005E592D" w:rsidRDefault="001C5543"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1C5543" w:rsidRPr="00436717" w:rsidRDefault="001C5543" w:rsidP="005E592D">
            <w:pPr>
              <w:jc w:val="center"/>
              <w:rPr>
                <w:szCs w:val="28"/>
              </w:rPr>
            </w:pPr>
            <w:r w:rsidRPr="00436717">
              <w:rPr>
                <w:szCs w:val="28"/>
              </w:rPr>
              <w:t>16</w:t>
            </w:r>
          </w:p>
        </w:tc>
      </w:tr>
      <w:tr w:rsidR="001C5543" w:rsidRPr="005E592D" w:rsidTr="005E592D">
        <w:tc>
          <w:tcPr>
            <w:tcW w:w="1263" w:type="dxa"/>
          </w:tcPr>
          <w:p w:rsidR="001C5543" w:rsidRPr="005E592D" w:rsidRDefault="001C5543"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1C5543" w:rsidRPr="005E592D" w:rsidRDefault="001C5543" w:rsidP="00D576E3">
            <w:pPr>
              <w:rPr>
                <w:szCs w:val="28"/>
              </w:rPr>
            </w:pPr>
            <w:r w:rsidRPr="005E592D">
              <w:rPr>
                <w:szCs w:val="28"/>
              </w:rPr>
              <w:t>Вскрытие конвертов с конкурсными предложениями</w:t>
            </w:r>
          </w:p>
        </w:tc>
        <w:tc>
          <w:tcPr>
            <w:tcW w:w="691" w:type="dxa"/>
          </w:tcPr>
          <w:p w:rsidR="001C5543" w:rsidRPr="00436717" w:rsidRDefault="001C5543" w:rsidP="00436717">
            <w:pPr>
              <w:jc w:val="center"/>
              <w:rPr>
                <w:szCs w:val="28"/>
              </w:rPr>
            </w:pPr>
            <w:r w:rsidRPr="00436717">
              <w:rPr>
                <w:szCs w:val="28"/>
              </w:rPr>
              <w:t>21</w:t>
            </w:r>
          </w:p>
        </w:tc>
      </w:tr>
      <w:tr w:rsidR="001C5543" w:rsidRPr="005E592D" w:rsidTr="005E592D">
        <w:tc>
          <w:tcPr>
            <w:tcW w:w="1263" w:type="dxa"/>
          </w:tcPr>
          <w:p w:rsidR="001C5543" w:rsidRPr="005E592D" w:rsidRDefault="001C5543" w:rsidP="00BC3C39">
            <w:pPr>
              <w:jc w:val="center"/>
              <w:rPr>
                <w:szCs w:val="28"/>
                <w:lang w:val="en-US"/>
              </w:rPr>
            </w:pPr>
            <w:r w:rsidRPr="005E592D">
              <w:rPr>
                <w:szCs w:val="28"/>
              </w:rPr>
              <w:t>Глава 20</w:t>
            </w:r>
          </w:p>
        </w:tc>
        <w:tc>
          <w:tcPr>
            <w:tcW w:w="8025" w:type="dxa"/>
          </w:tcPr>
          <w:p w:rsidR="001C5543" w:rsidRPr="005E592D" w:rsidRDefault="001C5543" w:rsidP="00D576E3">
            <w:pPr>
              <w:rPr>
                <w:szCs w:val="28"/>
              </w:rPr>
            </w:pPr>
            <w:r w:rsidRPr="005E592D">
              <w:rPr>
                <w:szCs w:val="28"/>
              </w:rPr>
              <w:t>Рассмотрение конкурсных предложений</w:t>
            </w:r>
          </w:p>
        </w:tc>
        <w:tc>
          <w:tcPr>
            <w:tcW w:w="691" w:type="dxa"/>
          </w:tcPr>
          <w:p w:rsidR="001C5543" w:rsidRPr="00436717" w:rsidRDefault="001C5543" w:rsidP="00436717">
            <w:pPr>
              <w:jc w:val="center"/>
              <w:rPr>
                <w:szCs w:val="28"/>
              </w:rPr>
            </w:pPr>
            <w:r w:rsidRPr="00436717">
              <w:rPr>
                <w:szCs w:val="28"/>
              </w:rPr>
              <w:t>22</w:t>
            </w:r>
          </w:p>
        </w:tc>
      </w:tr>
      <w:tr w:rsidR="001C5543" w:rsidRPr="005E592D" w:rsidTr="005E592D">
        <w:tc>
          <w:tcPr>
            <w:tcW w:w="1263" w:type="dxa"/>
          </w:tcPr>
          <w:p w:rsidR="001C5543" w:rsidRPr="005E592D" w:rsidRDefault="001C5543"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1C5543" w:rsidRPr="005E592D" w:rsidRDefault="001C5543" w:rsidP="00D576E3">
            <w:pPr>
              <w:rPr>
                <w:szCs w:val="28"/>
              </w:rPr>
            </w:pPr>
            <w:r w:rsidRPr="005E592D">
              <w:rPr>
                <w:szCs w:val="28"/>
              </w:rPr>
              <w:t>Отклонение  конкурсных предложений</w:t>
            </w:r>
          </w:p>
        </w:tc>
        <w:tc>
          <w:tcPr>
            <w:tcW w:w="691" w:type="dxa"/>
          </w:tcPr>
          <w:p w:rsidR="001C5543" w:rsidRPr="00436717" w:rsidRDefault="001C5543" w:rsidP="00436717">
            <w:pPr>
              <w:jc w:val="center"/>
              <w:rPr>
                <w:szCs w:val="28"/>
              </w:rPr>
            </w:pPr>
            <w:r w:rsidRPr="00436717">
              <w:rPr>
                <w:szCs w:val="28"/>
              </w:rPr>
              <w:t>22</w:t>
            </w:r>
          </w:p>
        </w:tc>
      </w:tr>
      <w:tr w:rsidR="001C5543" w:rsidRPr="005E592D" w:rsidTr="005E592D">
        <w:tc>
          <w:tcPr>
            <w:tcW w:w="1263" w:type="dxa"/>
          </w:tcPr>
          <w:p w:rsidR="001C5543" w:rsidRPr="005E592D" w:rsidRDefault="001C5543" w:rsidP="00BC3C39">
            <w:pPr>
              <w:jc w:val="center"/>
              <w:rPr>
                <w:szCs w:val="28"/>
                <w:lang w:val="en-US"/>
              </w:rPr>
            </w:pPr>
            <w:r w:rsidRPr="005E592D">
              <w:rPr>
                <w:szCs w:val="28"/>
              </w:rPr>
              <w:t>Глава 22</w:t>
            </w:r>
          </w:p>
        </w:tc>
        <w:tc>
          <w:tcPr>
            <w:tcW w:w="8025" w:type="dxa"/>
          </w:tcPr>
          <w:p w:rsidR="001C5543" w:rsidRPr="005E592D" w:rsidRDefault="001C5543" w:rsidP="00D576E3">
            <w:pPr>
              <w:rPr>
                <w:szCs w:val="28"/>
              </w:rPr>
            </w:pPr>
            <w:r w:rsidRPr="005E592D">
              <w:rPr>
                <w:szCs w:val="28"/>
              </w:rPr>
              <w:t>Отмена процедуры открытого конкурса</w:t>
            </w:r>
          </w:p>
        </w:tc>
        <w:tc>
          <w:tcPr>
            <w:tcW w:w="691" w:type="dxa"/>
          </w:tcPr>
          <w:p w:rsidR="001C5543" w:rsidRPr="00436717" w:rsidRDefault="001C5543" w:rsidP="00436717">
            <w:pPr>
              <w:jc w:val="center"/>
              <w:rPr>
                <w:szCs w:val="28"/>
              </w:rPr>
            </w:pPr>
            <w:r w:rsidRPr="00436717">
              <w:rPr>
                <w:szCs w:val="28"/>
              </w:rPr>
              <w:t>23</w:t>
            </w:r>
          </w:p>
        </w:tc>
      </w:tr>
      <w:tr w:rsidR="001C5543" w:rsidRPr="005E592D" w:rsidTr="005E592D">
        <w:tc>
          <w:tcPr>
            <w:tcW w:w="1263" w:type="dxa"/>
          </w:tcPr>
          <w:p w:rsidR="001C5543" w:rsidRPr="005E592D" w:rsidRDefault="001C5543" w:rsidP="00BC3C39">
            <w:pPr>
              <w:jc w:val="center"/>
              <w:rPr>
                <w:szCs w:val="28"/>
              </w:rPr>
            </w:pPr>
            <w:r w:rsidRPr="005E592D">
              <w:rPr>
                <w:szCs w:val="28"/>
              </w:rPr>
              <w:t>Глава 23</w:t>
            </w:r>
          </w:p>
        </w:tc>
        <w:tc>
          <w:tcPr>
            <w:tcW w:w="8025" w:type="dxa"/>
          </w:tcPr>
          <w:p w:rsidR="001C5543" w:rsidRPr="005E592D" w:rsidRDefault="001C5543" w:rsidP="00D576E3">
            <w:pPr>
              <w:rPr>
                <w:szCs w:val="28"/>
              </w:rPr>
            </w:pPr>
            <w:r w:rsidRPr="005E592D">
              <w:rPr>
                <w:szCs w:val="28"/>
              </w:rPr>
              <w:t>Признание открытого конкурса несостоявшимся</w:t>
            </w:r>
          </w:p>
        </w:tc>
        <w:tc>
          <w:tcPr>
            <w:tcW w:w="691" w:type="dxa"/>
          </w:tcPr>
          <w:p w:rsidR="001C5543" w:rsidRPr="00436717" w:rsidRDefault="001C5543" w:rsidP="00436717">
            <w:pPr>
              <w:jc w:val="center"/>
              <w:rPr>
                <w:szCs w:val="28"/>
              </w:rPr>
            </w:pPr>
            <w:r w:rsidRPr="00436717">
              <w:rPr>
                <w:szCs w:val="28"/>
              </w:rPr>
              <w:t>23</w:t>
            </w:r>
          </w:p>
        </w:tc>
      </w:tr>
      <w:tr w:rsidR="001C5543" w:rsidRPr="005E592D" w:rsidTr="005E592D">
        <w:tc>
          <w:tcPr>
            <w:tcW w:w="1263" w:type="dxa"/>
          </w:tcPr>
          <w:p w:rsidR="001C5543" w:rsidRPr="005E592D" w:rsidRDefault="001C5543" w:rsidP="00BC3C39">
            <w:pPr>
              <w:jc w:val="center"/>
              <w:rPr>
                <w:szCs w:val="28"/>
              </w:rPr>
            </w:pPr>
            <w:r w:rsidRPr="005E592D">
              <w:rPr>
                <w:szCs w:val="28"/>
              </w:rPr>
              <w:t>Глава 24</w:t>
            </w:r>
          </w:p>
        </w:tc>
        <w:tc>
          <w:tcPr>
            <w:tcW w:w="8025" w:type="dxa"/>
          </w:tcPr>
          <w:p w:rsidR="001C5543" w:rsidRPr="005E592D" w:rsidRDefault="001C5543" w:rsidP="00D576E3">
            <w:pPr>
              <w:rPr>
                <w:szCs w:val="28"/>
              </w:rPr>
            </w:pPr>
            <w:r w:rsidRPr="005E592D">
              <w:rPr>
                <w:szCs w:val="28"/>
              </w:rPr>
              <w:t>Заключения договора (контракта)</w:t>
            </w:r>
          </w:p>
        </w:tc>
        <w:tc>
          <w:tcPr>
            <w:tcW w:w="691" w:type="dxa"/>
          </w:tcPr>
          <w:p w:rsidR="001C5543" w:rsidRPr="00436717" w:rsidRDefault="001C5543" w:rsidP="00436717">
            <w:pPr>
              <w:jc w:val="center"/>
              <w:rPr>
                <w:szCs w:val="28"/>
              </w:rPr>
            </w:pPr>
            <w:r w:rsidRPr="00436717">
              <w:rPr>
                <w:szCs w:val="28"/>
              </w:rPr>
              <w:t>24</w:t>
            </w:r>
          </w:p>
        </w:tc>
      </w:tr>
      <w:tr w:rsidR="001C5543" w:rsidRPr="005E592D" w:rsidTr="005E592D">
        <w:tc>
          <w:tcPr>
            <w:tcW w:w="1263" w:type="dxa"/>
          </w:tcPr>
          <w:p w:rsidR="001C5543" w:rsidRPr="005E592D" w:rsidRDefault="001C5543" w:rsidP="00BC3C39">
            <w:pPr>
              <w:jc w:val="center"/>
              <w:rPr>
                <w:szCs w:val="28"/>
              </w:rPr>
            </w:pPr>
            <w:r w:rsidRPr="005E592D">
              <w:rPr>
                <w:szCs w:val="28"/>
              </w:rPr>
              <w:t>Глава 25</w:t>
            </w:r>
          </w:p>
        </w:tc>
        <w:tc>
          <w:tcPr>
            <w:tcW w:w="8025" w:type="dxa"/>
          </w:tcPr>
          <w:p w:rsidR="001C5543" w:rsidRPr="005E592D" w:rsidRDefault="001C5543" w:rsidP="00D576E3">
            <w:pPr>
              <w:rPr>
                <w:szCs w:val="28"/>
              </w:rPr>
            </w:pPr>
            <w:r w:rsidRPr="005E592D">
              <w:rPr>
                <w:szCs w:val="28"/>
              </w:rPr>
              <w:t>Разрешение разногласий, связанных с проведением открытого конкурса</w:t>
            </w:r>
          </w:p>
        </w:tc>
        <w:tc>
          <w:tcPr>
            <w:tcW w:w="691" w:type="dxa"/>
          </w:tcPr>
          <w:p w:rsidR="001C5543" w:rsidRPr="00436717" w:rsidRDefault="001C5543" w:rsidP="00436717">
            <w:pPr>
              <w:jc w:val="center"/>
              <w:rPr>
                <w:szCs w:val="28"/>
              </w:rPr>
            </w:pPr>
            <w:r w:rsidRPr="00436717">
              <w:rPr>
                <w:szCs w:val="28"/>
              </w:rPr>
              <w:t>25</w:t>
            </w:r>
          </w:p>
        </w:tc>
      </w:tr>
    </w:tbl>
    <w:p w:rsidR="001C5543" w:rsidRPr="005E592D" w:rsidRDefault="001C5543" w:rsidP="00D576E3">
      <w:pPr>
        <w:jc w:val="center"/>
        <w:rPr>
          <w:b/>
          <w:szCs w:val="28"/>
        </w:rPr>
      </w:pPr>
    </w:p>
    <w:p w:rsidR="001C5543" w:rsidRPr="005E592D" w:rsidRDefault="001C5543" w:rsidP="00D576E3">
      <w:pPr>
        <w:jc w:val="center"/>
        <w:rPr>
          <w:b/>
          <w:szCs w:val="28"/>
        </w:rPr>
      </w:pPr>
    </w:p>
    <w:p w:rsidR="001C5543" w:rsidRPr="005E592D" w:rsidRDefault="001C5543" w:rsidP="00D576E3">
      <w:pPr>
        <w:jc w:val="center"/>
        <w:rPr>
          <w:b/>
          <w:szCs w:val="28"/>
        </w:rPr>
      </w:pPr>
    </w:p>
    <w:p w:rsidR="001C5543" w:rsidRPr="005E592D" w:rsidRDefault="001C5543" w:rsidP="00D576E3">
      <w:pPr>
        <w:jc w:val="center"/>
        <w:rPr>
          <w:b/>
          <w:szCs w:val="28"/>
        </w:rPr>
      </w:pPr>
    </w:p>
    <w:p w:rsidR="001C5543" w:rsidRPr="005E592D" w:rsidRDefault="001C5543" w:rsidP="00D576E3">
      <w:pPr>
        <w:jc w:val="center"/>
        <w:rPr>
          <w:b/>
          <w:szCs w:val="28"/>
        </w:rPr>
      </w:pPr>
    </w:p>
    <w:p w:rsidR="001C5543" w:rsidRPr="005E592D" w:rsidRDefault="001C5543" w:rsidP="00D576E3">
      <w:pPr>
        <w:jc w:val="center"/>
        <w:rPr>
          <w:b/>
          <w:szCs w:val="28"/>
        </w:rPr>
      </w:pPr>
    </w:p>
    <w:p w:rsidR="001C5543" w:rsidRPr="005E592D" w:rsidRDefault="001C5543" w:rsidP="00D576E3">
      <w:pPr>
        <w:jc w:val="center"/>
        <w:rPr>
          <w:b/>
          <w:szCs w:val="28"/>
        </w:rPr>
      </w:pPr>
    </w:p>
    <w:p w:rsidR="001C5543" w:rsidRPr="005E592D" w:rsidRDefault="001C5543" w:rsidP="00D576E3">
      <w:pPr>
        <w:jc w:val="center"/>
        <w:rPr>
          <w:b/>
          <w:szCs w:val="28"/>
        </w:rPr>
      </w:pPr>
    </w:p>
    <w:p w:rsidR="001C5543" w:rsidRDefault="001C5543" w:rsidP="00D576E3">
      <w:pPr>
        <w:jc w:val="center"/>
        <w:rPr>
          <w:b/>
          <w:szCs w:val="28"/>
        </w:rPr>
      </w:pPr>
    </w:p>
    <w:p w:rsidR="001C5543" w:rsidRDefault="001C5543" w:rsidP="00D576E3">
      <w:pPr>
        <w:jc w:val="center"/>
        <w:rPr>
          <w:b/>
          <w:szCs w:val="28"/>
        </w:rPr>
      </w:pPr>
    </w:p>
    <w:p w:rsidR="001C5543" w:rsidRDefault="001C5543" w:rsidP="00D576E3">
      <w:pPr>
        <w:jc w:val="center"/>
        <w:rPr>
          <w:b/>
          <w:szCs w:val="28"/>
        </w:rPr>
      </w:pPr>
    </w:p>
    <w:p w:rsidR="001C5543" w:rsidRPr="005E592D" w:rsidRDefault="001C5543" w:rsidP="00D576E3">
      <w:pPr>
        <w:jc w:val="center"/>
        <w:rPr>
          <w:b/>
          <w:szCs w:val="28"/>
        </w:rPr>
      </w:pPr>
    </w:p>
    <w:p w:rsidR="001C5543" w:rsidRPr="005E592D" w:rsidRDefault="001C5543" w:rsidP="00D576E3">
      <w:pPr>
        <w:jc w:val="center"/>
        <w:rPr>
          <w:b/>
          <w:sz w:val="24"/>
          <w:szCs w:val="24"/>
        </w:rPr>
      </w:pPr>
    </w:p>
    <w:p w:rsidR="001C5543" w:rsidRPr="005E592D" w:rsidRDefault="001C5543" w:rsidP="00D576E3">
      <w:pPr>
        <w:jc w:val="center"/>
        <w:rPr>
          <w:b/>
          <w:sz w:val="24"/>
          <w:szCs w:val="24"/>
        </w:rPr>
      </w:pPr>
    </w:p>
    <w:p w:rsidR="001C5543" w:rsidRPr="005E592D" w:rsidRDefault="001C5543" w:rsidP="00D576E3">
      <w:pPr>
        <w:jc w:val="center"/>
        <w:rPr>
          <w:b/>
          <w:sz w:val="24"/>
          <w:szCs w:val="24"/>
        </w:rPr>
      </w:pPr>
    </w:p>
    <w:p w:rsidR="001C5543" w:rsidRPr="005E592D" w:rsidRDefault="001C5543" w:rsidP="00D576E3">
      <w:pPr>
        <w:jc w:val="center"/>
        <w:rPr>
          <w:b/>
          <w:sz w:val="24"/>
          <w:szCs w:val="24"/>
        </w:rPr>
      </w:pPr>
      <w:r w:rsidRPr="005E592D">
        <w:rPr>
          <w:b/>
          <w:sz w:val="24"/>
          <w:szCs w:val="24"/>
        </w:rPr>
        <w:t xml:space="preserve"> Глава 1</w:t>
      </w:r>
    </w:p>
    <w:p w:rsidR="001C5543" w:rsidRPr="005E592D" w:rsidRDefault="001C5543" w:rsidP="00D576E3">
      <w:pPr>
        <w:jc w:val="center"/>
        <w:rPr>
          <w:b/>
          <w:sz w:val="24"/>
          <w:szCs w:val="24"/>
        </w:rPr>
      </w:pPr>
      <w:r w:rsidRPr="005E592D">
        <w:rPr>
          <w:b/>
          <w:sz w:val="24"/>
          <w:szCs w:val="24"/>
        </w:rPr>
        <w:t>ОБЩИЕ ПОЛОЖЕНИЯ</w:t>
      </w:r>
    </w:p>
    <w:p w:rsidR="001C5543" w:rsidRPr="005E592D" w:rsidRDefault="001C5543"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1C5543" w:rsidRPr="005E592D" w:rsidRDefault="001C5543" w:rsidP="00BC3C39">
      <w:pPr>
        <w:ind w:firstLine="284"/>
        <w:jc w:val="both"/>
        <w:rPr>
          <w:sz w:val="24"/>
          <w:szCs w:val="24"/>
        </w:rPr>
      </w:pPr>
      <w:r>
        <w:rPr>
          <w:sz w:val="24"/>
          <w:szCs w:val="24"/>
        </w:rPr>
        <w:t xml:space="preserve">1.2. </w:t>
      </w:r>
      <w:r w:rsidRPr="005E592D">
        <w:rPr>
          <w:sz w:val="24"/>
          <w:szCs w:val="24"/>
        </w:rPr>
        <w:t xml:space="preserve">Конкурсные документы «О закупке исходного сырья,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Pr="006A329B">
        <w:rPr>
          <w:sz w:val="24"/>
          <w:szCs w:val="24"/>
          <w:highlight w:val="yellow"/>
        </w:rPr>
        <w:t>24.06.2021</w:t>
      </w:r>
      <w:r>
        <w:rPr>
          <w:sz w:val="24"/>
          <w:szCs w:val="24"/>
        </w:rPr>
        <w:t xml:space="preserve">» </w:t>
      </w:r>
      <w:r w:rsidRPr="005E592D">
        <w:rPr>
          <w:sz w:val="24"/>
          <w:szCs w:val="24"/>
        </w:rPr>
        <w:t>→</w:t>
      </w:r>
      <w:r>
        <w:rPr>
          <w:sz w:val="24"/>
          <w:szCs w:val="24"/>
        </w:rPr>
        <w:t xml:space="preserve"> «Исходное сырье</w:t>
      </w:r>
      <w:r w:rsidRPr="005E592D">
        <w:rPr>
          <w:sz w:val="24"/>
          <w:szCs w:val="24"/>
        </w:rPr>
        <w:t>»</w:t>
      </w:r>
      <w:r>
        <w:rPr>
          <w:sz w:val="24"/>
          <w:szCs w:val="24"/>
        </w:rPr>
        <w:t>.</w:t>
      </w:r>
    </w:p>
    <w:p w:rsidR="001C5543" w:rsidRDefault="001C5543" w:rsidP="00D576E3">
      <w:pPr>
        <w:jc w:val="center"/>
        <w:rPr>
          <w:b/>
          <w:sz w:val="24"/>
          <w:szCs w:val="24"/>
        </w:rPr>
      </w:pPr>
    </w:p>
    <w:p w:rsidR="001C5543" w:rsidRPr="005E592D" w:rsidRDefault="001C5543" w:rsidP="00D576E3">
      <w:pPr>
        <w:jc w:val="center"/>
        <w:rPr>
          <w:b/>
          <w:sz w:val="24"/>
          <w:szCs w:val="24"/>
        </w:rPr>
      </w:pPr>
      <w:r w:rsidRPr="005E592D">
        <w:rPr>
          <w:b/>
          <w:sz w:val="24"/>
          <w:szCs w:val="24"/>
        </w:rPr>
        <w:t>Глава 2</w:t>
      </w:r>
    </w:p>
    <w:p w:rsidR="001C5543" w:rsidRPr="005E592D" w:rsidRDefault="001C5543" w:rsidP="00D576E3">
      <w:pPr>
        <w:jc w:val="center"/>
        <w:rPr>
          <w:b/>
          <w:sz w:val="24"/>
          <w:szCs w:val="24"/>
        </w:rPr>
      </w:pPr>
      <w:r w:rsidRPr="005E592D">
        <w:rPr>
          <w:b/>
          <w:sz w:val="24"/>
          <w:szCs w:val="24"/>
        </w:rPr>
        <w:t>ТЕРМИНЫ и ОПРЕДЕЛЕНИЯ и СОКРАЩЕНИЯ</w:t>
      </w:r>
    </w:p>
    <w:p w:rsidR="001C5543" w:rsidRPr="005E592D" w:rsidRDefault="001C5543" w:rsidP="00D576E3">
      <w:pPr>
        <w:jc w:val="center"/>
        <w:rPr>
          <w:b/>
          <w:sz w:val="24"/>
          <w:szCs w:val="24"/>
        </w:rPr>
      </w:pPr>
    </w:p>
    <w:p w:rsidR="001C5543" w:rsidRPr="005E592D" w:rsidRDefault="001C5543"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1C5543" w:rsidRPr="005E592D" w:rsidRDefault="001C5543"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Исходное сырье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1C5543" w:rsidRPr="005E592D" w:rsidRDefault="001C5543"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1C5543" w:rsidRPr="005E592D" w:rsidRDefault="001C5543"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1C5543" w:rsidRPr="005E592D" w:rsidRDefault="001C5543"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1C5543" w:rsidRPr="005E592D" w:rsidRDefault="001C5543"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1C5543" w:rsidRPr="005E592D" w:rsidRDefault="001C5543"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1C5543" w:rsidRPr="005E592D" w:rsidRDefault="001C5543"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1C5543" w:rsidRPr="005E592D" w:rsidRDefault="001C5543"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1C5543" w:rsidRPr="005E592D" w:rsidRDefault="001C5543"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1C5543" w:rsidRDefault="001C5543"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1C5543" w:rsidRPr="007D39F2" w:rsidRDefault="001C5543" w:rsidP="007D39F2">
      <w:pPr>
        <w:pStyle w:val="BodyTextIndent"/>
        <w:ind w:right="113" w:firstLine="426"/>
        <w:rPr>
          <w:sz w:val="24"/>
          <w:szCs w:val="24"/>
        </w:rPr>
      </w:pPr>
      <w:r w:rsidRPr="007D39F2">
        <w:rPr>
          <w:sz w:val="24"/>
          <w:szCs w:val="24"/>
        </w:rPr>
        <w:t>2.7.  Альтернативный производитель:</w:t>
      </w:r>
    </w:p>
    <w:p w:rsidR="001C5543" w:rsidRPr="007D39F2" w:rsidRDefault="001C5543" w:rsidP="007D39F2">
      <w:pPr>
        <w:pStyle w:val="BodyTextIndent"/>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1C5543" w:rsidRPr="007D39F2" w:rsidRDefault="001C5543" w:rsidP="007D39F2">
      <w:pPr>
        <w:pStyle w:val="BodyTextIndent"/>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1C5543" w:rsidRPr="007D39F2" w:rsidRDefault="001C5543" w:rsidP="007D39F2">
      <w:pPr>
        <w:pStyle w:val="BodyTextIndent"/>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1C5543" w:rsidRPr="005E592D" w:rsidRDefault="001C5543"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1C5543" w:rsidRPr="006549B1" w:rsidRDefault="001C5543"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1C5543" w:rsidRPr="005E592D" w:rsidRDefault="001C5543" w:rsidP="00BC3C39">
      <w:pPr>
        <w:ind w:firstLine="284"/>
        <w:jc w:val="both"/>
        <w:rPr>
          <w:sz w:val="24"/>
          <w:szCs w:val="24"/>
        </w:rPr>
      </w:pPr>
      <w:r w:rsidRPr="005E592D">
        <w:rPr>
          <w:sz w:val="24"/>
          <w:szCs w:val="24"/>
        </w:rPr>
        <w:t>ОЗ - отдел закупок;</w:t>
      </w:r>
    </w:p>
    <w:p w:rsidR="001C5543" w:rsidRPr="005E592D" w:rsidRDefault="001C5543" w:rsidP="00BC3C39">
      <w:pPr>
        <w:ind w:firstLine="284"/>
        <w:jc w:val="both"/>
        <w:rPr>
          <w:sz w:val="24"/>
          <w:szCs w:val="24"/>
        </w:rPr>
      </w:pPr>
      <w:r w:rsidRPr="005E592D">
        <w:rPr>
          <w:sz w:val="24"/>
          <w:szCs w:val="24"/>
        </w:rPr>
        <w:t>НДС - налог на добавленную стоимость;</w:t>
      </w:r>
    </w:p>
    <w:p w:rsidR="001C5543" w:rsidRPr="005E592D" w:rsidRDefault="001C5543"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1C5543" w:rsidRPr="005E592D" w:rsidRDefault="001C5543"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1C5543" w:rsidRPr="005E592D" w:rsidRDefault="001C5543" w:rsidP="00BC3C39">
      <w:pPr>
        <w:pStyle w:val="BodyTextIndent"/>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1C5543" w:rsidRPr="005E592D" w:rsidRDefault="001C5543" w:rsidP="00BC3C39">
      <w:pPr>
        <w:jc w:val="both"/>
        <w:rPr>
          <w:sz w:val="24"/>
          <w:szCs w:val="24"/>
        </w:rPr>
      </w:pPr>
    </w:p>
    <w:p w:rsidR="001C5543" w:rsidRPr="005E592D" w:rsidRDefault="001C5543" w:rsidP="00D576E3">
      <w:pPr>
        <w:jc w:val="center"/>
        <w:rPr>
          <w:b/>
          <w:sz w:val="24"/>
          <w:szCs w:val="24"/>
        </w:rPr>
      </w:pPr>
      <w:r w:rsidRPr="005E592D">
        <w:rPr>
          <w:b/>
          <w:sz w:val="24"/>
          <w:szCs w:val="24"/>
        </w:rPr>
        <w:t>Глава 3</w:t>
      </w:r>
    </w:p>
    <w:p w:rsidR="001C5543" w:rsidRPr="005E592D" w:rsidRDefault="001C5543" w:rsidP="00D576E3">
      <w:pPr>
        <w:jc w:val="center"/>
        <w:rPr>
          <w:b/>
          <w:sz w:val="24"/>
          <w:szCs w:val="24"/>
        </w:rPr>
      </w:pPr>
      <w:r w:rsidRPr="005E592D">
        <w:rPr>
          <w:b/>
          <w:sz w:val="24"/>
          <w:szCs w:val="24"/>
        </w:rPr>
        <w:t>РАЗМЕЩЕНИЕ, НАПРАВЛЕНИЕ ПРИГЛАШЕНИЙ</w:t>
      </w:r>
    </w:p>
    <w:p w:rsidR="001C5543" w:rsidRPr="005E592D" w:rsidRDefault="001C5543" w:rsidP="00D576E3">
      <w:pPr>
        <w:jc w:val="both"/>
        <w:rPr>
          <w:sz w:val="24"/>
          <w:szCs w:val="24"/>
        </w:rPr>
      </w:pPr>
    </w:p>
    <w:p w:rsidR="001C5543" w:rsidRPr="005E592D" w:rsidRDefault="001C5543"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1C5543" w:rsidRPr="005E592D" w:rsidRDefault="001C5543"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1C5543" w:rsidRPr="005E592D" w:rsidRDefault="001C5543"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1C5543" w:rsidRPr="005E592D" w:rsidRDefault="001C5543" w:rsidP="00BC3C39">
      <w:pPr>
        <w:ind w:firstLine="284"/>
        <w:jc w:val="both"/>
        <w:rPr>
          <w:sz w:val="24"/>
          <w:szCs w:val="24"/>
        </w:rPr>
      </w:pPr>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Pr>
          <w:sz w:val="24"/>
          <w:szCs w:val="24"/>
          <w:highlight w:val="yellow"/>
        </w:rPr>
        <w:t>24</w:t>
      </w:r>
      <w:r w:rsidRPr="00C670D0">
        <w:rPr>
          <w:sz w:val="24"/>
          <w:szCs w:val="24"/>
          <w:highlight w:val="yellow"/>
        </w:rPr>
        <w:t>.06.2021</w:t>
      </w:r>
      <w:r>
        <w:rPr>
          <w:sz w:val="24"/>
          <w:szCs w:val="24"/>
        </w:rPr>
        <w:t xml:space="preserve">» </w:t>
      </w:r>
      <w:r w:rsidRPr="005E592D">
        <w:rPr>
          <w:sz w:val="24"/>
          <w:szCs w:val="24"/>
        </w:rPr>
        <w:t>→</w:t>
      </w:r>
      <w:r>
        <w:rPr>
          <w:sz w:val="24"/>
          <w:szCs w:val="24"/>
        </w:rPr>
        <w:t xml:space="preserve"> «Исходное сырье</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 xml:space="preserve"> </w:t>
      </w:r>
      <w:r w:rsidRPr="005E592D">
        <w:rPr>
          <w:sz w:val="24"/>
          <w:szCs w:val="24"/>
        </w:rPr>
        <w:t>→</w:t>
      </w:r>
      <w:r>
        <w:rPr>
          <w:sz w:val="24"/>
          <w:szCs w:val="24"/>
        </w:rPr>
        <w:t xml:space="preserve"> </w:t>
      </w:r>
      <w:r w:rsidRPr="005E592D">
        <w:rPr>
          <w:sz w:val="24"/>
          <w:szCs w:val="24"/>
        </w:rPr>
        <w:t>конкурсные документы,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
    <w:p w:rsidR="001C5543" w:rsidRPr="005E592D" w:rsidRDefault="001C5543"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1C5543" w:rsidRPr="005E592D" w:rsidRDefault="001C5543"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1C5543" w:rsidRPr="005E592D" w:rsidRDefault="001C5543"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1C5543" w:rsidRPr="005E592D" w:rsidRDefault="001C5543" w:rsidP="00BC3C39">
      <w:pPr>
        <w:ind w:firstLine="284"/>
        <w:jc w:val="both"/>
        <w:rPr>
          <w:sz w:val="24"/>
          <w:szCs w:val="24"/>
        </w:rPr>
      </w:pPr>
      <w:r w:rsidRPr="005E592D">
        <w:rPr>
          <w:sz w:val="24"/>
          <w:szCs w:val="24"/>
        </w:rPr>
        <w:t xml:space="preserve">любым иным известным потенциальным поставщикам.  </w:t>
      </w:r>
    </w:p>
    <w:p w:rsidR="001C5543" w:rsidRPr="005E592D" w:rsidRDefault="001C5543" w:rsidP="00D576E3">
      <w:pPr>
        <w:jc w:val="center"/>
        <w:rPr>
          <w:b/>
          <w:sz w:val="24"/>
          <w:szCs w:val="24"/>
        </w:rPr>
      </w:pPr>
    </w:p>
    <w:p w:rsidR="001C5543" w:rsidRPr="005E592D" w:rsidRDefault="001C5543" w:rsidP="00D576E3">
      <w:pPr>
        <w:jc w:val="center"/>
        <w:rPr>
          <w:b/>
          <w:sz w:val="24"/>
          <w:szCs w:val="24"/>
        </w:rPr>
      </w:pPr>
      <w:r w:rsidRPr="005E592D">
        <w:rPr>
          <w:b/>
          <w:sz w:val="24"/>
          <w:szCs w:val="24"/>
        </w:rPr>
        <w:t>Глава 4</w:t>
      </w:r>
    </w:p>
    <w:p w:rsidR="001C5543" w:rsidRPr="005E592D" w:rsidRDefault="001C5543" w:rsidP="00D576E3">
      <w:pPr>
        <w:jc w:val="center"/>
        <w:rPr>
          <w:b/>
          <w:sz w:val="24"/>
          <w:szCs w:val="24"/>
        </w:rPr>
      </w:pPr>
      <w:r w:rsidRPr="005E592D">
        <w:rPr>
          <w:b/>
          <w:sz w:val="24"/>
          <w:szCs w:val="24"/>
        </w:rPr>
        <w:t>НОРМАТИВНЫЕ ССЫЛКИ</w:t>
      </w:r>
    </w:p>
    <w:p w:rsidR="001C5543" w:rsidRPr="005E592D" w:rsidRDefault="001C5543" w:rsidP="00D576E3">
      <w:pPr>
        <w:jc w:val="center"/>
        <w:rPr>
          <w:sz w:val="24"/>
          <w:szCs w:val="24"/>
        </w:rPr>
      </w:pPr>
    </w:p>
    <w:p w:rsidR="001C5543" w:rsidRPr="005E592D" w:rsidRDefault="001C5543"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1C5543" w:rsidRPr="005E592D" w:rsidRDefault="001C5543"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1C5543" w:rsidRPr="000535D6" w:rsidRDefault="001C5543"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w:t>
      </w:r>
      <w:r>
        <w:rPr>
          <w:sz w:val="24"/>
          <w:szCs w:val="24"/>
        </w:rPr>
        <w:t>АО «БЗМП» от 13.01.2020 № 284)</w:t>
      </w:r>
      <w:r w:rsidRPr="000535D6">
        <w:rPr>
          <w:sz w:val="24"/>
          <w:szCs w:val="24"/>
        </w:rPr>
        <w:t>.</w:t>
      </w:r>
    </w:p>
    <w:p w:rsidR="001C5543" w:rsidRPr="005E592D" w:rsidRDefault="001C5543" w:rsidP="00D576E3">
      <w:pPr>
        <w:jc w:val="both"/>
        <w:rPr>
          <w:sz w:val="24"/>
          <w:szCs w:val="24"/>
        </w:rPr>
      </w:pPr>
    </w:p>
    <w:p w:rsidR="001C5543" w:rsidRPr="005E592D" w:rsidRDefault="001C5543" w:rsidP="00D576E3">
      <w:pPr>
        <w:jc w:val="center"/>
        <w:rPr>
          <w:b/>
          <w:sz w:val="24"/>
          <w:szCs w:val="24"/>
        </w:rPr>
      </w:pPr>
      <w:r w:rsidRPr="005E592D">
        <w:rPr>
          <w:b/>
          <w:sz w:val="24"/>
          <w:szCs w:val="24"/>
        </w:rPr>
        <w:t>Глава 5</w:t>
      </w:r>
    </w:p>
    <w:p w:rsidR="001C5543" w:rsidRPr="005E592D" w:rsidRDefault="001C5543" w:rsidP="00D576E3">
      <w:pPr>
        <w:jc w:val="center"/>
        <w:rPr>
          <w:b/>
          <w:sz w:val="24"/>
          <w:szCs w:val="24"/>
        </w:rPr>
      </w:pPr>
      <w:r w:rsidRPr="005E592D">
        <w:rPr>
          <w:b/>
          <w:sz w:val="24"/>
          <w:szCs w:val="24"/>
        </w:rPr>
        <w:t>СВЕДЕНИЯ О ЗАКАЗЧИКЕ</w:t>
      </w:r>
    </w:p>
    <w:p w:rsidR="001C5543" w:rsidRPr="005E592D" w:rsidRDefault="001C5543" w:rsidP="00D576E3">
      <w:pPr>
        <w:jc w:val="center"/>
        <w:rPr>
          <w:b/>
          <w:sz w:val="24"/>
          <w:szCs w:val="24"/>
        </w:rPr>
      </w:pPr>
    </w:p>
    <w:p w:rsidR="001C5543" w:rsidRPr="005E592D" w:rsidRDefault="001C5543"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1C5543" w:rsidRPr="005E592D" w:rsidRDefault="001C5543" w:rsidP="00BC3C39">
      <w:pPr>
        <w:ind w:firstLine="284"/>
        <w:jc w:val="both"/>
        <w:rPr>
          <w:sz w:val="24"/>
          <w:szCs w:val="24"/>
        </w:rPr>
      </w:pPr>
      <w:r w:rsidRPr="005E592D">
        <w:rPr>
          <w:sz w:val="24"/>
          <w:szCs w:val="24"/>
        </w:rPr>
        <w:t xml:space="preserve">                                                  «Борисовский завод медицинских препаратов» </w:t>
      </w:r>
    </w:p>
    <w:p w:rsidR="001C5543" w:rsidRPr="005E592D" w:rsidRDefault="001C5543" w:rsidP="00BC3C39">
      <w:pPr>
        <w:ind w:firstLine="284"/>
        <w:jc w:val="both"/>
        <w:rPr>
          <w:sz w:val="24"/>
          <w:szCs w:val="24"/>
        </w:rPr>
      </w:pPr>
      <w:r w:rsidRPr="005E592D">
        <w:rPr>
          <w:sz w:val="24"/>
          <w:szCs w:val="24"/>
        </w:rPr>
        <w:t xml:space="preserve">                                                   (ОАО «БЗМП»)</w:t>
      </w:r>
    </w:p>
    <w:p w:rsidR="001C5543" w:rsidRPr="005E592D" w:rsidRDefault="001C5543"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1C5543" w:rsidRPr="005E592D" w:rsidRDefault="001C5543" w:rsidP="00BC3C39">
      <w:pPr>
        <w:ind w:firstLine="284"/>
        <w:jc w:val="both"/>
        <w:rPr>
          <w:sz w:val="24"/>
          <w:szCs w:val="24"/>
        </w:rPr>
      </w:pPr>
      <w:r w:rsidRPr="005E592D">
        <w:rPr>
          <w:sz w:val="24"/>
          <w:szCs w:val="24"/>
        </w:rPr>
        <w:t xml:space="preserve">                                     222518, г. Борисов, Минская область, Республика Беларусь</w:t>
      </w:r>
    </w:p>
    <w:p w:rsidR="001C5543" w:rsidRPr="005E592D" w:rsidRDefault="001C5543"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1C5543" w:rsidRPr="005E592D" w:rsidRDefault="001C5543"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1C5543" w:rsidRPr="005E592D" w:rsidRDefault="001C5543"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1C5543" w:rsidRPr="005E592D" w:rsidRDefault="001C5543"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1C5543" w:rsidRPr="005E592D" w:rsidRDefault="001C5543"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1C5543" w:rsidRPr="005E592D" w:rsidRDefault="001C5543"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1C5543" w:rsidRPr="005E592D" w:rsidRDefault="001C5543"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1C5543" w:rsidRPr="005E592D" w:rsidRDefault="001C5543" w:rsidP="00BC3C39">
      <w:pPr>
        <w:ind w:firstLine="284"/>
        <w:jc w:val="both"/>
        <w:rPr>
          <w:sz w:val="24"/>
          <w:szCs w:val="24"/>
        </w:rPr>
      </w:pPr>
      <w:r w:rsidRPr="005E592D">
        <w:rPr>
          <w:sz w:val="24"/>
          <w:szCs w:val="24"/>
          <w:lang w:val="en-US"/>
        </w:rPr>
        <w:t>e</w:t>
      </w:r>
      <w:r w:rsidRPr="005E592D">
        <w:rPr>
          <w:sz w:val="24"/>
          <w:szCs w:val="24"/>
        </w:rPr>
        <w:t xml:space="preserve"> –</w:t>
      </w:r>
      <w:r w:rsidRPr="005E592D">
        <w:rPr>
          <w:sz w:val="24"/>
          <w:szCs w:val="24"/>
          <w:lang w:val="en-US"/>
        </w:rPr>
        <w:t>mail</w:t>
      </w:r>
      <w:r w:rsidRPr="005E592D">
        <w:rPr>
          <w:sz w:val="24"/>
          <w:szCs w:val="24"/>
        </w:rPr>
        <w:t xml:space="preserve">: </w:t>
      </w:r>
      <w:hyperlink r:id="rId8" w:history="1">
        <w:r w:rsidRPr="005E592D">
          <w:rPr>
            <w:rStyle w:val="Hyperlink"/>
            <w:sz w:val="24"/>
            <w:szCs w:val="24"/>
            <w:lang w:val="en-US"/>
          </w:rPr>
          <w:t>latv</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xml:space="preserve"> </w:t>
      </w:r>
    </w:p>
    <w:p w:rsidR="001C5543" w:rsidRPr="005E592D" w:rsidRDefault="001C5543" w:rsidP="00BC3C39">
      <w:pPr>
        <w:ind w:firstLine="284"/>
        <w:jc w:val="both"/>
        <w:rPr>
          <w:sz w:val="24"/>
          <w:szCs w:val="24"/>
        </w:rPr>
      </w:pPr>
    </w:p>
    <w:p w:rsidR="001C5543" w:rsidRPr="005E592D" w:rsidRDefault="001C5543" w:rsidP="00D576E3">
      <w:pPr>
        <w:suppressAutoHyphens/>
        <w:autoSpaceDE w:val="0"/>
        <w:autoSpaceDN w:val="0"/>
        <w:adjustRightInd w:val="0"/>
        <w:jc w:val="center"/>
        <w:rPr>
          <w:b/>
          <w:sz w:val="24"/>
          <w:szCs w:val="24"/>
        </w:rPr>
      </w:pPr>
      <w:r w:rsidRPr="005E592D">
        <w:rPr>
          <w:b/>
          <w:sz w:val="24"/>
          <w:szCs w:val="24"/>
        </w:rPr>
        <w:t>Глава 6</w:t>
      </w:r>
    </w:p>
    <w:p w:rsidR="001C5543" w:rsidRPr="005E592D" w:rsidRDefault="001C5543"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1C5543" w:rsidRPr="005E592D" w:rsidRDefault="001C5543" w:rsidP="00D576E3">
      <w:pPr>
        <w:suppressAutoHyphens/>
        <w:autoSpaceDE w:val="0"/>
        <w:autoSpaceDN w:val="0"/>
        <w:adjustRightInd w:val="0"/>
        <w:ind w:firstLine="540"/>
        <w:jc w:val="both"/>
        <w:rPr>
          <w:sz w:val="24"/>
          <w:szCs w:val="24"/>
        </w:rPr>
      </w:pPr>
    </w:p>
    <w:p w:rsidR="001C5543" w:rsidRPr="005E592D" w:rsidRDefault="001C5543"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1C5543" w:rsidRPr="005E592D" w:rsidRDefault="001C5543"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1C5543" w:rsidRPr="005E592D" w:rsidRDefault="001C5543"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1C5543" w:rsidRPr="005E592D" w:rsidRDefault="001C5543" w:rsidP="00BC3C39">
      <w:pPr>
        <w:ind w:firstLine="284"/>
        <w:jc w:val="both"/>
        <w:rPr>
          <w:sz w:val="24"/>
          <w:szCs w:val="24"/>
        </w:rPr>
      </w:pPr>
      <w:r w:rsidRPr="005E592D">
        <w:rPr>
          <w:sz w:val="24"/>
          <w:szCs w:val="24"/>
        </w:rPr>
        <w:t xml:space="preserve">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13.01.2020 № 284); </w:t>
      </w:r>
    </w:p>
    <w:p w:rsidR="001C5543" w:rsidRPr="005E592D" w:rsidRDefault="001C5543"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1C5543" w:rsidRPr="005E592D" w:rsidRDefault="001C5543"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1C5543" w:rsidRPr="005E592D" w:rsidRDefault="001C5543" w:rsidP="00BC3C39">
      <w:pPr>
        <w:ind w:firstLine="284"/>
        <w:jc w:val="both"/>
        <w:rPr>
          <w:sz w:val="24"/>
          <w:szCs w:val="24"/>
        </w:rPr>
      </w:pPr>
      <w:r>
        <w:rPr>
          <w:sz w:val="24"/>
          <w:szCs w:val="24"/>
        </w:rPr>
        <w:t>6.3</w:t>
      </w:r>
      <w:r w:rsidRPr="005E592D">
        <w:rPr>
          <w:sz w:val="24"/>
          <w:szCs w:val="24"/>
        </w:rPr>
        <w:t>. Источник финансирования закупки:</w:t>
      </w:r>
    </w:p>
    <w:p w:rsidR="001C5543" w:rsidRPr="005E592D" w:rsidRDefault="001C5543"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1C5543" w:rsidRPr="005E592D" w:rsidRDefault="001C5543" w:rsidP="00BC3C39">
      <w:pPr>
        <w:pStyle w:val="BodyText"/>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1C5543" w:rsidRPr="005E592D" w:rsidRDefault="001C5543" w:rsidP="00D576E3">
      <w:pPr>
        <w:pStyle w:val="BodyText"/>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1C5543" w:rsidRPr="005E592D" w:rsidTr="00D576E3">
        <w:tc>
          <w:tcPr>
            <w:tcW w:w="629" w:type="dxa"/>
          </w:tcPr>
          <w:p w:rsidR="001C5543" w:rsidRPr="005E592D" w:rsidRDefault="001C5543" w:rsidP="00D576E3">
            <w:pPr>
              <w:pStyle w:val="BodyText"/>
              <w:jc w:val="center"/>
              <w:rPr>
                <w:sz w:val="24"/>
                <w:szCs w:val="24"/>
              </w:rPr>
            </w:pPr>
            <w:r w:rsidRPr="005E592D">
              <w:rPr>
                <w:sz w:val="24"/>
                <w:szCs w:val="24"/>
              </w:rPr>
              <w:t>№</w:t>
            </w:r>
          </w:p>
          <w:p w:rsidR="001C5543" w:rsidRPr="005E592D" w:rsidRDefault="001C5543" w:rsidP="00D576E3">
            <w:pPr>
              <w:pStyle w:val="BodyText"/>
              <w:jc w:val="center"/>
              <w:rPr>
                <w:sz w:val="24"/>
                <w:szCs w:val="24"/>
              </w:rPr>
            </w:pPr>
            <w:r w:rsidRPr="005E592D">
              <w:rPr>
                <w:sz w:val="24"/>
                <w:szCs w:val="24"/>
              </w:rPr>
              <w:t>п/п</w:t>
            </w:r>
          </w:p>
        </w:tc>
        <w:tc>
          <w:tcPr>
            <w:tcW w:w="4536" w:type="dxa"/>
          </w:tcPr>
          <w:p w:rsidR="001C5543" w:rsidRPr="005E592D" w:rsidRDefault="001C5543" w:rsidP="00D576E3">
            <w:pPr>
              <w:pStyle w:val="BodyText"/>
              <w:jc w:val="center"/>
              <w:rPr>
                <w:sz w:val="24"/>
                <w:szCs w:val="24"/>
              </w:rPr>
            </w:pPr>
            <w:r w:rsidRPr="005E592D">
              <w:rPr>
                <w:sz w:val="24"/>
                <w:szCs w:val="24"/>
              </w:rPr>
              <w:t>Предмет закупки</w:t>
            </w:r>
          </w:p>
        </w:tc>
        <w:tc>
          <w:tcPr>
            <w:tcW w:w="851" w:type="dxa"/>
          </w:tcPr>
          <w:p w:rsidR="001C5543" w:rsidRPr="005E592D" w:rsidRDefault="001C5543" w:rsidP="00D576E3">
            <w:pPr>
              <w:pStyle w:val="BodyText"/>
              <w:jc w:val="center"/>
              <w:rPr>
                <w:sz w:val="24"/>
                <w:szCs w:val="24"/>
              </w:rPr>
            </w:pPr>
            <w:r w:rsidRPr="005E592D">
              <w:rPr>
                <w:sz w:val="24"/>
                <w:szCs w:val="24"/>
              </w:rPr>
              <w:t>Ед.</w:t>
            </w:r>
          </w:p>
          <w:p w:rsidR="001C5543" w:rsidRPr="005E592D" w:rsidRDefault="001C5543" w:rsidP="00D576E3">
            <w:pPr>
              <w:pStyle w:val="BodyText"/>
              <w:jc w:val="center"/>
              <w:rPr>
                <w:sz w:val="24"/>
                <w:szCs w:val="24"/>
              </w:rPr>
            </w:pPr>
            <w:r w:rsidRPr="005E592D">
              <w:rPr>
                <w:sz w:val="24"/>
                <w:szCs w:val="24"/>
              </w:rPr>
              <w:t>изм.</w:t>
            </w:r>
          </w:p>
        </w:tc>
        <w:tc>
          <w:tcPr>
            <w:tcW w:w="1418" w:type="dxa"/>
          </w:tcPr>
          <w:p w:rsidR="001C5543" w:rsidRPr="005E592D" w:rsidRDefault="001C5543" w:rsidP="00D576E3">
            <w:pPr>
              <w:pStyle w:val="BodyText"/>
              <w:jc w:val="center"/>
              <w:rPr>
                <w:sz w:val="24"/>
                <w:szCs w:val="24"/>
              </w:rPr>
            </w:pPr>
            <w:r w:rsidRPr="005E592D">
              <w:rPr>
                <w:sz w:val="24"/>
                <w:szCs w:val="24"/>
              </w:rPr>
              <w:t>Количество</w:t>
            </w:r>
          </w:p>
        </w:tc>
        <w:tc>
          <w:tcPr>
            <w:tcW w:w="2286" w:type="dxa"/>
          </w:tcPr>
          <w:p w:rsidR="001C5543" w:rsidRPr="005E592D" w:rsidRDefault="001C5543" w:rsidP="00D576E3">
            <w:pPr>
              <w:pStyle w:val="BodyText"/>
              <w:jc w:val="center"/>
              <w:rPr>
                <w:sz w:val="24"/>
                <w:szCs w:val="24"/>
              </w:rPr>
            </w:pPr>
            <w:r w:rsidRPr="005E592D">
              <w:rPr>
                <w:sz w:val="24"/>
                <w:szCs w:val="24"/>
              </w:rPr>
              <w:t>Требования</w:t>
            </w:r>
          </w:p>
          <w:p w:rsidR="001C5543" w:rsidRPr="005E592D" w:rsidRDefault="001C5543" w:rsidP="00D576E3">
            <w:pPr>
              <w:pStyle w:val="BodyText"/>
              <w:jc w:val="center"/>
              <w:rPr>
                <w:sz w:val="24"/>
                <w:szCs w:val="24"/>
              </w:rPr>
            </w:pPr>
            <w:r w:rsidRPr="005E592D">
              <w:rPr>
                <w:sz w:val="24"/>
                <w:szCs w:val="24"/>
              </w:rPr>
              <w:t>заказчика</w:t>
            </w:r>
          </w:p>
        </w:tc>
      </w:tr>
      <w:tr w:rsidR="001C5543" w:rsidRPr="005E592D" w:rsidTr="00D576E3">
        <w:tc>
          <w:tcPr>
            <w:tcW w:w="629" w:type="dxa"/>
          </w:tcPr>
          <w:p w:rsidR="001C5543" w:rsidRPr="005E592D" w:rsidRDefault="001C5543" w:rsidP="00D576E3">
            <w:pPr>
              <w:pStyle w:val="BodyText"/>
              <w:jc w:val="center"/>
              <w:rPr>
                <w:sz w:val="24"/>
                <w:szCs w:val="24"/>
              </w:rPr>
            </w:pPr>
          </w:p>
        </w:tc>
        <w:tc>
          <w:tcPr>
            <w:tcW w:w="9091" w:type="dxa"/>
            <w:gridSpan w:val="4"/>
          </w:tcPr>
          <w:p w:rsidR="001C5543" w:rsidRPr="005E592D" w:rsidRDefault="001C5543" w:rsidP="00D576E3">
            <w:pPr>
              <w:pStyle w:val="BodyText"/>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Pr>
                <w:sz w:val="24"/>
                <w:szCs w:val="24"/>
                <w:highlight w:val="yellow"/>
              </w:rPr>
              <w:t>24</w:t>
            </w:r>
            <w:r w:rsidRPr="00C670D0">
              <w:rPr>
                <w:sz w:val="24"/>
                <w:szCs w:val="24"/>
                <w:highlight w:val="yellow"/>
              </w:rPr>
              <w:t>.06.2021»</w:t>
            </w:r>
            <w:r>
              <w:rPr>
                <w:sz w:val="24"/>
                <w:szCs w:val="24"/>
              </w:rPr>
              <w:t xml:space="preserve"> </w:t>
            </w:r>
            <w:r w:rsidRPr="005E592D">
              <w:rPr>
                <w:sz w:val="24"/>
                <w:szCs w:val="24"/>
              </w:rPr>
              <w:t>→</w:t>
            </w:r>
            <w:r>
              <w:rPr>
                <w:sz w:val="24"/>
                <w:szCs w:val="24"/>
              </w:rPr>
              <w:t xml:space="preserve"> «Исходное сырье</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w:t>
            </w:r>
          </w:p>
        </w:tc>
      </w:tr>
    </w:tbl>
    <w:p w:rsidR="001C5543" w:rsidRPr="005E592D" w:rsidRDefault="001C5543" w:rsidP="00BC3C39">
      <w:pPr>
        <w:pStyle w:val="BodyText"/>
        <w:ind w:firstLine="284"/>
        <w:rPr>
          <w:sz w:val="24"/>
          <w:szCs w:val="24"/>
        </w:rPr>
      </w:pPr>
      <w:r w:rsidRPr="005E592D">
        <w:rPr>
          <w:sz w:val="24"/>
          <w:szCs w:val="24"/>
        </w:rPr>
        <w:t xml:space="preserve">           </w:t>
      </w:r>
    </w:p>
    <w:p w:rsidR="001C5543" w:rsidRPr="005E592D" w:rsidRDefault="001C5543" w:rsidP="00BC3C39">
      <w:pPr>
        <w:pStyle w:val="BodyText"/>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1C5543" w:rsidRPr="005E592D" w:rsidRDefault="001C5543" w:rsidP="00BC3C39">
      <w:pPr>
        <w:pStyle w:val="BodyText"/>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sidRPr="005E592D">
        <w:rPr>
          <w:sz w:val="24"/>
          <w:szCs w:val="24"/>
        </w:rPr>
        <w:t>фармацевтической субстанции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1C5543" w:rsidRPr="005E592D" w:rsidRDefault="001C5543" w:rsidP="00D576E3">
      <w:pPr>
        <w:jc w:val="center"/>
        <w:rPr>
          <w:b/>
          <w:sz w:val="24"/>
          <w:szCs w:val="24"/>
        </w:rPr>
      </w:pPr>
      <w:r w:rsidRPr="005E592D">
        <w:rPr>
          <w:b/>
          <w:sz w:val="24"/>
          <w:szCs w:val="24"/>
        </w:rPr>
        <w:t>Глава 7</w:t>
      </w:r>
    </w:p>
    <w:p w:rsidR="001C5543" w:rsidRPr="005E592D" w:rsidRDefault="001C5543" w:rsidP="00D576E3">
      <w:pPr>
        <w:jc w:val="center"/>
        <w:rPr>
          <w:b/>
          <w:sz w:val="24"/>
          <w:szCs w:val="24"/>
        </w:rPr>
      </w:pPr>
      <w:r w:rsidRPr="005E592D">
        <w:rPr>
          <w:b/>
          <w:sz w:val="24"/>
          <w:szCs w:val="24"/>
        </w:rPr>
        <w:t>ТРЕБОВАНИЯ К УЧАСТНИКАМ ОТКРЫТОГО КОНКУРСА</w:t>
      </w:r>
    </w:p>
    <w:p w:rsidR="001C5543" w:rsidRPr="005E592D" w:rsidRDefault="001C5543" w:rsidP="00D576E3">
      <w:pPr>
        <w:rPr>
          <w:sz w:val="24"/>
          <w:szCs w:val="24"/>
        </w:rPr>
      </w:pPr>
    </w:p>
    <w:p w:rsidR="001C5543" w:rsidRPr="005E592D" w:rsidRDefault="001C5543"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1C5543" w:rsidRPr="005E592D" w:rsidRDefault="001C5543"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1C5543" w:rsidRPr="000535D6" w:rsidRDefault="001C5543"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1C5543" w:rsidRPr="005E592D" w:rsidRDefault="001C5543"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1C5543" w:rsidRPr="005E592D" w:rsidRDefault="001C5543"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1C5543" w:rsidRPr="005E592D" w:rsidRDefault="001C5543"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1C5543" w:rsidRPr="005E592D" w:rsidRDefault="001C5543" w:rsidP="00BC3C39">
      <w:pPr>
        <w:ind w:firstLine="284"/>
        <w:jc w:val="both"/>
        <w:rPr>
          <w:sz w:val="24"/>
          <w:szCs w:val="24"/>
        </w:rPr>
      </w:pPr>
      <w:r w:rsidRPr="005E59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1C5543" w:rsidRPr="005E592D" w:rsidRDefault="001C5543"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1C5543" w:rsidRPr="005E592D" w:rsidRDefault="001C5543" w:rsidP="00BC3C39">
      <w:pPr>
        <w:ind w:firstLine="284"/>
        <w:jc w:val="both"/>
        <w:rPr>
          <w:sz w:val="24"/>
          <w:szCs w:val="24"/>
        </w:rPr>
      </w:pPr>
      <w:r>
        <w:rPr>
          <w:sz w:val="24"/>
          <w:szCs w:val="24"/>
        </w:rPr>
        <w:t>7.5</w:t>
      </w:r>
      <w:r w:rsidRPr="005E592D">
        <w:rPr>
          <w:sz w:val="24"/>
          <w:szCs w:val="24"/>
        </w:rPr>
        <w:t>. Участником не может быть:</w:t>
      </w:r>
    </w:p>
    <w:p w:rsidR="001C5543" w:rsidRPr="005E592D" w:rsidRDefault="001C5543"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1C5543" w:rsidRPr="005E592D" w:rsidRDefault="001C5543"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1C5543" w:rsidRPr="005E592D" w:rsidRDefault="001C5543"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1C5543" w:rsidRPr="005E592D" w:rsidRDefault="001C5543"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1C5543" w:rsidRPr="005E592D" w:rsidRDefault="001C5543"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1C5543" w:rsidRPr="005E592D" w:rsidRDefault="001C5543"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1"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1C5543" w:rsidRPr="005E592D" w:rsidRDefault="001C5543"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1C5543" w:rsidRPr="005E592D" w:rsidRDefault="001C5543"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1C5543" w:rsidRPr="005E592D" w:rsidRDefault="001C5543"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1C5543" w:rsidRPr="005E592D" w:rsidRDefault="001C5543"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1C5543" w:rsidRPr="007D39F2" w:rsidRDefault="001C5543"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1C5543" w:rsidRPr="007D39F2" w:rsidRDefault="001C5543"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1C5543" w:rsidRPr="007D39F2" w:rsidRDefault="001C5543" w:rsidP="007D39F2">
      <w:pPr>
        <w:tabs>
          <w:tab w:val="left" w:pos="3600"/>
        </w:tabs>
        <w:ind w:firstLine="426"/>
        <w:jc w:val="both"/>
        <w:rPr>
          <w:sz w:val="24"/>
          <w:szCs w:val="24"/>
        </w:rPr>
      </w:pPr>
      <w:r w:rsidRPr="007D39F2">
        <w:rPr>
          <w:sz w:val="24"/>
          <w:szCs w:val="24"/>
        </w:rPr>
        <w:t>документ, подтверждающий право на применение преференциальной поправки согласно пункту 1</w:t>
      </w:r>
      <w:r>
        <w:rPr>
          <w:sz w:val="24"/>
          <w:szCs w:val="24"/>
        </w:rPr>
        <w:t>7.1. настоящих конкурсных документов</w:t>
      </w:r>
      <w:r w:rsidRPr="007D39F2">
        <w:rPr>
          <w:sz w:val="24"/>
          <w:szCs w:val="24"/>
        </w:rPr>
        <w:t xml:space="preserve">;            </w:t>
      </w:r>
    </w:p>
    <w:p w:rsidR="001C5543" w:rsidRPr="005E592D" w:rsidRDefault="001C5543" w:rsidP="00BC3C39">
      <w:pPr>
        <w:ind w:firstLine="284"/>
        <w:jc w:val="both"/>
        <w:rPr>
          <w:sz w:val="24"/>
          <w:szCs w:val="24"/>
        </w:rPr>
      </w:pPr>
      <w:r w:rsidRPr="005E592D">
        <w:rPr>
          <w:sz w:val="24"/>
          <w:szCs w:val="24"/>
        </w:rPr>
        <w:t>документ, подтверждающий о включении в:</w:t>
      </w:r>
    </w:p>
    <w:p w:rsidR="001C5543" w:rsidRPr="005E592D" w:rsidRDefault="001C5543"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1C5543" w:rsidRPr="005E592D" w:rsidRDefault="001C5543"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1C5543" w:rsidRPr="005E592D" w:rsidRDefault="001C5543" w:rsidP="00BC3C39">
      <w:pPr>
        <w:pStyle w:val="BodyText"/>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1C5543" w:rsidRPr="005E592D" w:rsidRDefault="001C5543"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1C5543" w:rsidRPr="005E592D" w:rsidRDefault="001C5543" w:rsidP="00BC3C39">
      <w:pPr>
        <w:pStyle w:val="BodyText"/>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1C5543" w:rsidRPr="005E592D" w:rsidRDefault="001C5543" w:rsidP="00BC3C39">
      <w:pPr>
        <w:pStyle w:val="BodyText"/>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1C5543" w:rsidRPr="005E592D" w:rsidRDefault="001C5543" w:rsidP="00BC3C39">
      <w:pPr>
        <w:pStyle w:val="BodyText"/>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1C5543" w:rsidRPr="005E592D" w:rsidRDefault="001C5543" w:rsidP="00D576E3">
      <w:pPr>
        <w:pStyle w:val="BodyText"/>
        <w:ind w:firstLine="540"/>
        <w:rPr>
          <w:sz w:val="24"/>
          <w:szCs w:val="24"/>
        </w:rPr>
      </w:pPr>
    </w:p>
    <w:p w:rsidR="001C5543" w:rsidRPr="005E592D" w:rsidRDefault="001C5543" w:rsidP="00D576E3">
      <w:pPr>
        <w:suppressAutoHyphens/>
        <w:autoSpaceDE w:val="0"/>
        <w:autoSpaceDN w:val="0"/>
        <w:adjustRightInd w:val="0"/>
        <w:jc w:val="center"/>
        <w:rPr>
          <w:b/>
          <w:sz w:val="24"/>
          <w:szCs w:val="24"/>
        </w:rPr>
      </w:pPr>
      <w:r w:rsidRPr="005E592D">
        <w:rPr>
          <w:b/>
          <w:sz w:val="24"/>
          <w:szCs w:val="24"/>
        </w:rPr>
        <w:t>Глава 8</w:t>
      </w:r>
    </w:p>
    <w:p w:rsidR="001C5543" w:rsidRPr="005E592D" w:rsidRDefault="001C5543"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1C5543" w:rsidRPr="005E592D" w:rsidRDefault="001C5543" w:rsidP="00700320">
      <w:pPr>
        <w:suppressAutoHyphens/>
        <w:autoSpaceDE w:val="0"/>
        <w:autoSpaceDN w:val="0"/>
        <w:adjustRightInd w:val="0"/>
        <w:ind w:firstLine="284"/>
        <w:jc w:val="both"/>
        <w:rPr>
          <w:sz w:val="24"/>
          <w:szCs w:val="24"/>
        </w:rPr>
      </w:pPr>
      <w:r w:rsidRPr="005E592D">
        <w:rPr>
          <w:sz w:val="24"/>
          <w:szCs w:val="24"/>
        </w:rPr>
        <w:t xml:space="preserve">  </w:t>
      </w:r>
    </w:p>
    <w:p w:rsidR="001C5543" w:rsidRPr="005E592D" w:rsidRDefault="001C5543"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1C5543" w:rsidRPr="005E592D" w:rsidRDefault="001C5543" w:rsidP="00700320">
      <w:pPr>
        <w:pStyle w:val="BodyText"/>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1C5543" w:rsidRPr="005E592D" w:rsidRDefault="001C5543" w:rsidP="00700320">
      <w:pPr>
        <w:ind w:firstLine="284"/>
        <w:jc w:val="both"/>
        <w:rPr>
          <w:bCs/>
          <w:sz w:val="24"/>
          <w:szCs w:val="24"/>
        </w:rPr>
      </w:pPr>
      <w:r w:rsidRPr="005E592D">
        <w:rPr>
          <w:bCs/>
          <w:sz w:val="24"/>
          <w:szCs w:val="24"/>
        </w:rPr>
        <w:t>В этом случае:</w:t>
      </w:r>
    </w:p>
    <w:p w:rsidR="001C5543" w:rsidRPr="005E592D" w:rsidRDefault="001C5543"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1C5543" w:rsidRPr="005E592D" w:rsidRDefault="001C5543"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1C5543" w:rsidRPr="005E592D" w:rsidRDefault="001C5543"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1C5543" w:rsidRPr="005E592D" w:rsidRDefault="001C5543"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1C5543" w:rsidRPr="005E592D" w:rsidRDefault="001C5543"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1C5543" w:rsidRPr="005E592D" w:rsidRDefault="001C5543"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1C5543" w:rsidRPr="005E592D" w:rsidRDefault="001C5543"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1C5543" w:rsidRPr="005E592D" w:rsidRDefault="001C5543"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1C5543" w:rsidRPr="005E592D" w:rsidRDefault="001C5543"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1C5543" w:rsidRPr="005E592D" w:rsidRDefault="001C5543"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1C5543" w:rsidRPr="005E592D" w:rsidRDefault="001C5543"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1C5543" w:rsidRPr="005E592D" w:rsidRDefault="001C5543"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1C5543" w:rsidRPr="005E592D" w:rsidRDefault="001C5543"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1C5543" w:rsidRPr="005E592D" w:rsidRDefault="001C5543" w:rsidP="00700320">
      <w:pPr>
        <w:ind w:firstLine="284"/>
        <w:jc w:val="both"/>
        <w:rPr>
          <w:sz w:val="24"/>
          <w:szCs w:val="24"/>
        </w:rPr>
      </w:pPr>
      <w:r>
        <w:rPr>
          <w:sz w:val="24"/>
          <w:szCs w:val="24"/>
        </w:rPr>
        <w:t>8.3</w:t>
      </w:r>
      <w:r w:rsidRPr="005E592D">
        <w:rPr>
          <w:sz w:val="24"/>
          <w:szCs w:val="24"/>
        </w:rPr>
        <w:t>.1. Оценка квалификационных данных участника(ов) осуществляется комиссией, отдельно от оценки предложений;</w:t>
      </w:r>
    </w:p>
    <w:p w:rsidR="001C5543" w:rsidRPr="005E592D" w:rsidRDefault="001C5543"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1C5543" w:rsidRPr="005E592D" w:rsidRDefault="001C5543"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1C5543" w:rsidRPr="005E592D" w:rsidRDefault="001C5543"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1C5543" w:rsidRPr="005E592D" w:rsidRDefault="001C5543"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1C5543" w:rsidRPr="005E592D" w:rsidRDefault="001C5543"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1C5543" w:rsidRPr="005E592D" w:rsidRDefault="001C5543" w:rsidP="00700320">
      <w:pPr>
        <w:ind w:firstLine="284"/>
        <w:jc w:val="both"/>
        <w:rPr>
          <w:b/>
          <w:sz w:val="24"/>
          <w:szCs w:val="24"/>
        </w:rPr>
      </w:pPr>
    </w:p>
    <w:p w:rsidR="001C5543" w:rsidRPr="005E592D" w:rsidRDefault="001C5543" w:rsidP="00D576E3">
      <w:pPr>
        <w:suppressAutoHyphens/>
        <w:autoSpaceDE w:val="0"/>
        <w:autoSpaceDN w:val="0"/>
        <w:adjustRightInd w:val="0"/>
        <w:jc w:val="center"/>
        <w:rPr>
          <w:b/>
          <w:sz w:val="24"/>
          <w:szCs w:val="24"/>
        </w:rPr>
      </w:pPr>
      <w:r w:rsidRPr="005E592D">
        <w:rPr>
          <w:b/>
          <w:sz w:val="24"/>
          <w:szCs w:val="24"/>
        </w:rPr>
        <w:t>Глава 9</w:t>
      </w:r>
    </w:p>
    <w:p w:rsidR="001C5543" w:rsidRPr="005E592D" w:rsidRDefault="001C5543"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1C5543" w:rsidRPr="005E592D" w:rsidRDefault="001C5543"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1C5543" w:rsidRPr="005E592D" w:rsidRDefault="001C5543" w:rsidP="00D576E3">
      <w:pPr>
        <w:suppressAutoHyphens/>
        <w:autoSpaceDE w:val="0"/>
        <w:autoSpaceDN w:val="0"/>
        <w:adjustRightInd w:val="0"/>
        <w:rPr>
          <w:sz w:val="24"/>
          <w:szCs w:val="24"/>
        </w:rPr>
      </w:pPr>
      <w:r w:rsidRPr="005E592D">
        <w:rPr>
          <w:b/>
          <w:sz w:val="24"/>
          <w:szCs w:val="24"/>
        </w:rPr>
        <w:t xml:space="preserve">        </w:t>
      </w:r>
    </w:p>
    <w:p w:rsidR="001C5543" w:rsidRPr="005E592D" w:rsidRDefault="001C5543"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1C5543" w:rsidRPr="005E592D" w:rsidRDefault="001C5543"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1C5543" w:rsidRPr="005E592D" w:rsidRDefault="001C5543" w:rsidP="00355A0B">
      <w:pPr>
        <w:ind w:firstLine="284"/>
        <w:jc w:val="both"/>
        <w:rPr>
          <w:sz w:val="24"/>
          <w:szCs w:val="24"/>
        </w:rPr>
      </w:pPr>
      <w:hyperlink r:id="rId12"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Pr="006A329B">
        <w:rPr>
          <w:sz w:val="24"/>
          <w:szCs w:val="24"/>
          <w:highlight w:val="yellow"/>
        </w:rPr>
        <w:t>24.06.2021</w:t>
      </w:r>
      <w:r>
        <w:rPr>
          <w:sz w:val="24"/>
          <w:szCs w:val="24"/>
        </w:rPr>
        <w:t xml:space="preserve">» </w:t>
      </w:r>
      <w:r w:rsidRPr="005E592D">
        <w:rPr>
          <w:sz w:val="24"/>
          <w:szCs w:val="24"/>
        </w:rPr>
        <w:t>→</w:t>
      </w:r>
      <w:r>
        <w:rPr>
          <w:sz w:val="24"/>
          <w:szCs w:val="24"/>
        </w:rPr>
        <w:t xml:space="preserve"> «Исходное сырье</w:t>
      </w:r>
      <w:r w:rsidRPr="005E592D">
        <w:rPr>
          <w:sz w:val="24"/>
          <w:szCs w:val="24"/>
        </w:rPr>
        <w:t>»</w:t>
      </w:r>
      <w:r>
        <w:rPr>
          <w:sz w:val="24"/>
          <w:szCs w:val="24"/>
        </w:rPr>
        <w:t xml:space="preserve">. </w:t>
      </w:r>
      <w:r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1C5543" w:rsidRPr="005E592D" w:rsidRDefault="001C5543"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1C5543" w:rsidRPr="005E592D" w:rsidRDefault="001C5543"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1C5543" w:rsidRPr="005E592D" w:rsidRDefault="001C5543"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Pr>
          <w:sz w:val="24"/>
          <w:szCs w:val="24"/>
          <w:highlight w:val="yellow"/>
        </w:rPr>
        <w:t>24</w:t>
      </w:r>
      <w:r w:rsidRPr="00C670D0">
        <w:rPr>
          <w:sz w:val="24"/>
          <w:szCs w:val="24"/>
          <w:highlight w:val="yellow"/>
        </w:rPr>
        <w:t>.0</w:t>
      </w:r>
      <w:r>
        <w:rPr>
          <w:sz w:val="24"/>
          <w:szCs w:val="24"/>
          <w:highlight w:val="yellow"/>
        </w:rPr>
        <w:t>6</w:t>
      </w:r>
      <w:r w:rsidRPr="00C670D0">
        <w:rPr>
          <w:sz w:val="24"/>
          <w:szCs w:val="24"/>
          <w:highlight w:val="yellow"/>
        </w:rPr>
        <w:t>.2021</w:t>
      </w:r>
      <w:r>
        <w:rPr>
          <w:sz w:val="24"/>
          <w:szCs w:val="24"/>
        </w:rPr>
        <w:t xml:space="preserve">» </w:t>
      </w:r>
      <w:r w:rsidRPr="005E592D">
        <w:rPr>
          <w:sz w:val="24"/>
          <w:szCs w:val="24"/>
        </w:rPr>
        <w:t>→</w:t>
      </w:r>
      <w:r>
        <w:rPr>
          <w:sz w:val="24"/>
          <w:szCs w:val="24"/>
        </w:rPr>
        <w:t xml:space="preserve"> «Исходное сырье</w:t>
      </w:r>
      <w:r w:rsidRPr="005E592D">
        <w:rPr>
          <w:sz w:val="24"/>
          <w:szCs w:val="24"/>
        </w:rPr>
        <w:t>»</w:t>
      </w:r>
      <w:r>
        <w:rPr>
          <w:sz w:val="24"/>
          <w:szCs w:val="24"/>
        </w:rPr>
        <w:t>.</w:t>
      </w:r>
    </w:p>
    <w:p w:rsidR="001C5543" w:rsidRPr="005E592D" w:rsidRDefault="001C5543" w:rsidP="00700320">
      <w:pPr>
        <w:pStyle w:val="BodyText"/>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1C5543" w:rsidRPr="005E592D" w:rsidRDefault="001C5543" w:rsidP="00700320">
      <w:pPr>
        <w:pStyle w:val="BodyText"/>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1C5543" w:rsidRPr="005E592D" w:rsidRDefault="001C5543" w:rsidP="00700320">
      <w:pPr>
        <w:pStyle w:val="BodyText"/>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1C5543" w:rsidRPr="005E592D" w:rsidRDefault="001C5543" w:rsidP="00700320">
      <w:pPr>
        <w:pStyle w:val="BodyText"/>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1C5543" w:rsidRPr="005E592D" w:rsidRDefault="001C5543"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1C5543" w:rsidRPr="005E592D" w:rsidRDefault="001C5543" w:rsidP="00D576E3">
      <w:pPr>
        <w:suppressAutoHyphens/>
        <w:autoSpaceDE w:val="0"/>
        <w:autoSpaceDN w:val="0"/>
        <w:adjustRightInd w:val="0"/>
        <w:jc w:val="center"/>
        <w:rPr>
          <w:sz w:val="24"/>
          <w:szCs w:val="24"/>
        </w:rPr>
      </w:pPr>
    </w:p>
    <w:p w:rsidR="001C5543" w:rsidRPr="005E592D" w:rsidRDefault="001C5543" w:rsidP="00D576E3">
      <w:pPr>
        <w:suppressAutoHyphens/>
        <w:autoSpaceDE w:val="0"/>
        <w:autoSpaceDN w:val="0"/>
        <w:adjustRightInd w:val="0"/>
        <w:jc w:val="center"/>
        <w:rPr>
          <w:b/>
          <w:sz w:val="24"/>
          <w:szCs w:val="24"/>
        </w:rPr>
      </w:pPr>
      <w:r w:rsidRPr="005E592D">
        <w:rPr>
          <w:b/>
          <w:sz w:val="24"/>
          <w:szCs w:val="24"/>
        </w:rPr>
        <w:t>Глава 10</w:t>
      </w:r>
    </w:p>
    <w:p w:rsidR="001C5543" w:rsidRPr="005E592D" w:rsidRDefault="001C5543"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1C5543" w:rsidRPr="005E592D" w:rsidRDefault="001C5543" w:rsidP="00D576E3">
      <w:pPr>
        <w:suppressAutoHyphens/>
        <w:autoSpaceDE w:val="0"/>
        <w:autoSpaceDN w:val="0"/>
        <w:adjustRightInd w:val="0"/>
        <w:jc w:val="both"/>
        <w:rPr>
          <w:sz w:val="24"/>
          <w:szCs w:val="24"/>
        </w:rPr>
      </w:pPr>
    </w:p>
    <w:p w:rsidR="001C5543" w:rsidRPr="005E592D" w:rsidRDefault="001C5543"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1C5543" w:rsidRPr="005E592D" w:rsidRDefault="001C5543"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1C5543" w:rsidRPr="005E592D" w:rsidRDefault="001C5543" w:rsidP="00D576E3">
      <w:pPr>
        <w:jc w:val="center"/>
        <w:rPr>
          <w:b/>
          <w:sz w:val="24"/>
          <w:szCs w:val="24"/>
        </w:rPr>
      </w:pPr>
    </w:p>
    <w:p w:rsidR="001C5543" w:rsidRPr="005E592D" w:rsidRDefault="001C5543" w:rsidP="00D576E3">
      <w:pPr>
        <w:jc w:val="center"/>
        <w:rPr>
          <w:b/>
          <w:sz w:val="24"/>
          <w:szCs w:val="24"/>
        </w:rPr>
      </w:pPr>
      <w:r w:rsidRPr="005E592D">
        <w:rPr>
          <w:b/>
          <w:sz w:val="24"/>
          <w:szCs w:val="24"/>
        </w:rPr>
        <w:t>Глава 11</w:t>
      </w:r>
    </w:p>
    <w:p w:rsidR="001C5543" w:rsidRPr="005E592D" w:rsidRDefault="001C5543" w:rsidP="00D576E3">
      <w:pPr>
        <w:jc w:val="center"/>
        <w:rPr>
          <w:b/>
          <w:sz w:val="24"/>
          <w:szCs w:val="24"/>
        </w:rPr>
      </w:pPr>
      <w:r w:rsidRPr="005E592D">
        <w:rPr>
          <w:b/>
          <w:sz w:val="24"/>
          <w:szCs w:val="24"/>
        </w:rPr>
        <w:t>КОНКУРСНОЕ ОБЕСПЕЧЕНИЕ</w:t>
      </w:r>
    </w:p>
    <w:p w:rsidR="001C5543" w:rsidRPr="005E592D" w:rsidRDefault="001C5543" w:rsidP="00D576E3">
      <w:pPr>
        <w:jc w:val="center"/>
        <w:rPr>
          <w:b/>
          <w:sz w:val="24"/>
          <w:szCs w:val="24"/>
        </w:rPr>
      </w:pPr>
    </w:p>
    <w:p w:rsidR="001C5543" w:rsidRPr="005E592D" w:rsidRDefault="001C5543" w:rsidP="00700320">
      <w:pPr>
        <w:ind w:firstLine="284"/>
        <w:rPr>
          <w:sz w:val="24"/>
          <w:szCs w:val="24"/>
        </w:rPr>
      </w:pPr>
      <w:r>
        <w:rPr>
          <w:sz w:val="24"/>
          <w:szCs w:val="24"/>
        </w:rPr>
        <w:t>11.1</w:t>
      </w:r>
      <w:r w:rsidRPr="005E592D">
        <w:rPr>
          <w:sz w:val="24"/>
          <w:szCs w:val="24"/>
        </w:rPr>
        <w:t>. Конкурсное обеспечение не требуется.</w:t>
      </w:r>
    </w:p>
    <w:p w:rsidR="001C5543" w:rsidRPr="005E592D" w:rsidRDefault="001C5543" w:rsidP="00D576E3">
      <w:pPr>
        <w:tabs>
          <w:tab w:val="left" w:pos="0"/>
        </w:tabs>
        <w:suppressAutoHyphens/>
        <w:autoSpaceDE w:val="0"/>
        <w:autoSpaceDN w:val="0"/>
        <w:adjustRightInd w:val="0"/>
        <w:jc w:val="center"/>
        <w:rPr>
          <w:b/>
          <w:sz w:val="24"/>
          <w:szCs w:val="24"/>
        </w:rPr>
      </w:pPr>
    </w:p>
    <w:p w:rsidR="001C5543" w:rsidRPr="005E592D" w:rsidRDefault="001C5543"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1C5543" w:rsidRPr="005E592D" w:rsidRDefault="001C5543"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1C5543" w:rsidRPr="005E592D" w:rsidRDefault="001C5543"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1C5543" w:rsidRPr="005E592D" w:rsidRDefault="001C5543" w:rsidP="00D576E3">
      <w:pPr>
        <w:suppressAutoHyphens/>
        <w:autoSpaceDE w:val="0"/>
        <w:autoSpaceDN w:val="0"/>
        <w:adjustRightInd w:val="0"/>
        <w:jc w:val="both"/>
        <w:rPr>
          <w:sz w:val="24"/>
          <w:szCs w:val="24"/>
        </w:rPr>
      </w:pPr>
      <w:r w:rsidRPr="005E592D">
        <w:rPr>
          <w:sz w:val="24"/>
          <w:szCs w:val="24"/>
        </w:rPr>
        <w:t xml:space="preserve">       </w:t>
      </w:r>
    </w:p>
    <w:p w:rsidR="001C5543" w:rsidRPr="005E592D" w:rsidRDefault="001C5543"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1C5543" w:rsidRPr="005E592D" w:rsidRDefault="001C5543"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FootnoteReference"/>
          <w:sz w:val="24"/>
          <w:szCs w:val="24"/>
        </w:rPr>
        <w:t xml:space="preserve"> </w:t>
      </w:r>
    </w:p>
    <w:p w:rsidR="001C5543" w:rsidRPr="005E592D" w:rsidRDefault="001C5543"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1C5543" w:rsidRPr="005E592D" w:rsidRDefault="001C5543" w:rsidP="00700320">
      <w:pPr>
        <w:pStyle w:val="BodyText"/>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1C5543" w:rsidRPr="005E592D" w:rsidRDefault="001C5543"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1C5543" w:rsidRPr="005E592D" w:rsidRDefault="001C5543"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1C5543" w:rsidRPr="005E592D" w:rsidRDefault="001C5543"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 ;</w:t>
      </w:r>
    </w:p>
    <w:p w:rsidR="001C5543" w:rsidRPr="005E592D" w:rsidRDefault="001C5543"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1C5543" w:rsidRPr="005E592D" w:rsidRDefault="001C5543"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1C5543" w:rsidRPr="005E592D" w:rsidRDefault="001C5543"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1C5543" w:rsidRPr="005E592D" w:rsidRDefault="001C5543"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1C5543" w:rsidRPr="005E592D" w:rsidRDefault="001C5543"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1C5543" w:rsidRPr="005E592D" w:rsidRDefault="001C5543" w:rsidP="00A8669D">
      <w:pPr>
        <w:ind w:firstLine="284"/>
        <w:jc w:val="both"/>
        <w:rPr>
          <w:sz w:val="24"/>
          <w:szCs w:val="24"/>
        </w:rPr>
      </w:pPr>
      <w:r w:rsidRPr="005E592D">
        <w:rPr>
          <w:sz w:val="24"/>
          <w:szCs w:val="24"/>
        </w:rPr>
        <w:t>Например :  56 долларов США/ кг; или 2456 белорусских рублей / л;</w:t>
      </w:r>
    </w:p>
    <w:p w:rsidR="001C5543" w:rsidRPr="005E592D" w:rsidRDefault="001C5543" w:rsidP="00A8669D">
      <w:pPr>
        <w:ind w:firstLine="284"/>
        <w:jc w:val="both"/>
        <w:rPr>
          <w:sz w:val="24"/>
          <w:szCs w:val="24"/>
        </w:rPr>
      </w:pPr>
      <w:r w:rsidRPr="005E592D">
        <w:rPr>
          <w:sz w:val="24"/>
          <w:szCs w:val="24"/>
        </w:rPr>
        <w:t xml:space="preserve">                   или  259 евро/кг; или  156 российских рублей/ тыс. шт.</w:t>
      </w:r>
    </w:p>
    <w:p w:rsidR="001C5543" w:rsidRPr="005E592D" w:rsidRDefault="001C5543"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1C5543" w:rsidRPr="005E592D" w:rsidRDefault="001C5543"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1C5543" w:rsidRPr="005E592D" w:rsidRDefault="001C5543"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1C5543" w:rsidRPr="005E592D" w:rsidRDefault="001C5543" w:rsidP="00A8669D">
      <w:pPr>
        <w:pStyle w:val="BodyText"/>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1C5543" w:rsidRPr="005E592D" w:rsidRDefault="001C5543" w:rsidP="00FE705F">
      <w:pPr>
        <w:pStyle w:val="BodyText"/>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1C5543" w:rsidRPr="00FE705F" w:rsidRDefault="001C5543" w:rsidP="00FE705F">
      <w:pPr>
        <w:ind w:firstLine="426"/>
        <w:jc w:val="both"/>
        <w:rPr>
          <w:sz w:val="24"/>
          <w:szCs w:val="24"/>
        </w:rPr>
      </w:pPr>
      <w:r w:rsidRPr="005E592D">
        <w:rPr>
          <w:sz w:val="24"/>
          <w:szCs w:val="24"/>
        </w:rPr>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1C5543" w:rsidRPr="005E592D" w:rsidRDefault="001C5543"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1C5543" w:rsidRPr="005E592D" w:rsidRDefault="001C5543" w:rsidP="00700320">
      <w:pPr>
        <w:pStyle w:val="BodyText"/>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1C5543" w:rsidRPr="005E592D" w:rsidRDefault="001C5543" w:rsidP="00D576E3">
      <w:pPr>
        <w:pStyle w:val="BodyText"/>
        <w:rPr>
          <w:sz w:val="24"/>
          <w:szCs w:val="24"/>
        </w:rPr>
      </w:pPr>
      <w:r w:rsidRPr="005E592D">
        <w:rPr>
          <w:sz w:val="24"/>
          <w:szCs w:val="24"/>
        </w:rPr>
        <w:t xml:space="preserve"> </w:t>
      </w:r>
    </w:p>
    <w:p w:rsidR="001C5543" w:rsidRPr="005E592D" w:rsidRDefault="001C5543" w:rsidP="00D576E3">
      <w:pPr>
        <w:pStyle w:val="BodyText"/>
        <w:jc w:val="center"/>
        <w:rPr>
          <w:b/>
          <w:sz w:val="24"/>
          <w:szCs w:val="24"/>
        </w:rPr>
      </w:pPr>
      <w:r w:rsidRPr="005E592D">
        <w:rPr>
          <w:b/>
          <w:sz w:val="24"/>
          <w:szCs w:val="24"/>
        </w:rPr>
        <w:t>Глава 13</w:t>
      </w:r>
    </w:p>
    <w:p w:rsidR="001C5543" w:rsidRPr="005E592D" w:rsidRDefault="001C5543"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1C5543" w:rsidRPr="005E592D" w:rsidRDefault="001C5543"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1C5543" w:rsidRPr="005E592D" w:rsidRDefault="001C5543" w:rsidP="00D576E3">
      <w:pPr>
        <w:pStyle w:val="BodyText"/>
        <w:rPr>
          <w:sz w:val="24"/>
          <w:szCs w:val="24"/>
        </w:rPr>
      </w:pPr>
    </w:p>
    <w:p w:rsidR="001C5543" w:rsidRPr="005E592D" w:rsidRDefault="001C5543" w:rsidP="00700320">
      <w:pPr>
        <w:pStyle w:val="BodyText"/>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1C5543" w:rsidRPr="005E592D" w:rsidRDefault="001C5543"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1C5543" w:rsidRPr="005E592D" w:rsidRDefault="001C5543" w:rsidP="00700320">
      <w:pPr>
        <w:pStyle w:val="BodyText"/>
        <w:ind w:firstLine="284"/>
        <w:rPr>
          <w:sz w:val="24"/>
          <w:szCs w:val="24"/>
        </w:rPr>
      </w:pPr>
      <w:r w:rsidRPr="005E592D">
        <w:rPr>
          <w:sz w:val="24"/>
          <w:szCs w:val="24"/>
        </w:rPr>
        <w:t xml:space="preserve">Открытое акционерное общество </w:t>
      </w:r>
    </w:p>
    <w:p w:rsidR="001C5543" w:rsidRPr="005E592D" w:rsidRDefault="001C5543" w:rsidP="00700320">
      <w:pPr>
        <w:pStyle w:val="BodyText"/>
        <w:ind w:firstLine="284"/>
        <w:rPr>
          <w:sz w:val="24"/>
          <w:szCs w:val="24"/>
        </w:rPr>
      </w:pPr>
      <w:r w:rsidRPr="005E592D">
        <w:rPr>
          <w:sz w:val="24"/>
          <w:szCs w:val="24"/>
        </w:rPr>
        <w:t>«Борисовский завод медицинских препаратов»</w:t>
      </w:r>
    </w:p>
    <w:p w:rsidR="001C5543" w:rsidRPr="005E592D" w:rsidRDefault="001C5543" w:rsidP="00700320">
      <w:pPr>
        <w:pStyle w:val="BodyText"/>
        <w:ind w:firstLine="284"/>
        <w:rPr>
          <w:sz w:val="24"/>
          <w:szCs w:val="24"/>
        </w:rPr>
      </w:pPr>
      <w:r w:rsidRPr="005E592D">
        <w:rPr>
          <w:sz w:val="24"/>
          <w:szCs w:val="24"/>
        </w:rPr>
        <w:t>ул. Чапаева, 64,</w:t>
      </w:r>
    </w:p>
    <w:p w:rsidR="001C5543" w:rsidRPr="005E592D" w:rsidRDefault="001C5543" w:rsidP="00700320">
      <w:pPr>
        <w:pStyle w:val="BodyText"/>
        <w:ind w:firstLine="284"/>
        <w:rPr>
          <w:sz w:val="24"/>
          <w:szCs w:val="24"/>
        </w:rPr>
      </w:pPr>
      <w:r w:rsidRPr="005E592D">
        <w:rPr>
          <w:sz w:val="24"/>
          <w:szCs w:val="24"/>
        </w:rPr>
        <w:t>222518, г. Борисов, Минская область,</w:t>
      </w:r>
    </w:p>
    <w:p w:rsidR="001C5543" w:rsidRPr="005E592D" w:rsidRDefault="001C5543" w:rsidP="00700320">
      <w:pPr>
        <w:pStyle w:val="BodyText"/>
        <w:ind w:firstLine="284"/>
        <w:rPr>
          <w:sz w:val="24"/>
          <w:szCs w:val="24"/>
        </w:rPr>
      </w:pPr>
      <w:r w:rsidRPr="005E592D">
        <w:rPr>
          <w:sz w:val="24"/>
          <w:szCs w:val="24"/>
        </w:rPr>
        <w:t>Республика Беларусь</w:t>
      </w:r>
    </w:p>
    <w:p w:rsidR="001C5543" w:rsidRPr="005E592D" w:rsidRDefault="001C5543"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1C5543" w:rsidRPr="005E592D" w:rsidTr="00D576E3">
        <w:trPr>
          <w:trHeight w:val="1134"/>
        </w:trPr>
        <w:tc>
          <w:tcPr>
            <w:tcW w:w="9967" w:type="dxa"/>
          </w:tcPr>
          <w:p w:rsidR="001C5543" w:rsidRPr="005E592D" w:rsidRDefault="001C5543" w:rsidP="00D576E3">
            <w:pPr>
              <w:jc w:val="center"/>
              <w:rPr>
                <w:b/>
                <w:bCs/>
                <w:w w:val="112"/>
                <w:sz w:val="24"/>
                <w:szCs w:val="24"/>
              </w:rPr>
            </w:pPr>
          </w:p>
          <w:p w:rsidR="001C5543" w:rsidRPr="005E592D" w:rsidRDefault="001C5543" w:rsidP="00D576E3">
            <w:pPr>
              <w:jc w:val="center"/>
              <w:rPr>
                <w:b/>
                <w:bCs/>
                <w:w w:val="112"/>
                <w:sz w:val="24"/>
                <w:szCs w:val="24"/>
              </w:rPr>
            </w:pPr>
            <w:r w:rsidRPr="005E592D">
              <w:rPr>
                <w:b/>
                <w:bCs/>
                <w:w w:val="112"/>
                <w:sz w:val="24"/>
                <w:szCs w:val="24"/>
              </w:rPr>
              <w:t>«ОТДЕЛ ЗАКУПОК</w:t>
            </w:r>
          </w:p>
          <w:p w:rsidR="001C5543" w:rsidRDefault="001C5543"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_______________________</w:t>
            </w:r>
          </w:p>
          <w:p w:rsidR="001C5543" w:rsidRPr="005E592D" w:rsidRDefault="001C5543"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1C5543" w:rsidRPr="00691131" w:rsidRDefault="001C5543"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Pr>
                <w:b/>
                <w:sz w:val="24"/>
                <w:szCs w:val="24"/>
                <w:highlight w:val="yellow"/>
              </w:rPr>
              <w:t>24</w:t>
            </w:r>
            <w:r w:rsidRPr="00C670D0">
              <w:rPr>
                <w:b/>
                <w:sz w:val="24"/>
                <w:szCs w:val="24"/>
                <w:highlight w:val="yellow"/>
              </w:rPr>
              <w:t>.06.2021г</w:t>
            </w:r>
            <w:r w:rsidRPr="005E592D">
              <w:rPr>
                <w:b/>
                <w:sz w:val="24"/>
                <w:szCs w:val="24"/>
              </w:rPr>
              <w:t>.»</w:t>
            </w:r>
          </w:p>
          <w:p w:rsidR="001C5543" w:rsidRPr="00691131" w:rsidRDefault="001C5543" w:rsidP="00D576E3">
            <w:pPr>
              <w:rPr>
                <w:color w:val="000000"/>
                <w:w w:val="112"/>
                <w:sz w:val="24"/>
                <w:szCs w:val="24"/>
              </w:rPr>
            </w:pPr>
          </w:p>
        </w:tc>
      </w:tr>
    </w:tbl>
    <w:p w:rsidR="001C5543" w:rsidRPr="00691131" w:rsidRDefault="001C5543" w:rsidP="00D576E3">
      <w:pPr>
        <w:rPr>
          <w:sz w:val="24"/>
          <w:szCs w:val="24"/>
        </w:rPr>
      </w:pPr>
    </w:p>
    <w:p w:rsidR="001C5543" w:rsidRPr="005E592D" w:rsidRDefault="001C5543"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1C5543" w:rsidRPr="005E592D" w:rsidRDefault="001C5543"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1C5543" w:rsidRPr="005E592D" w:rsidRDefault="001C5543"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1C5543" w:rsidRPr="005E592D" w:rsidRDefault="001C5543"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1C5543" w:rsidRPr="005E592D" w:rsidRDefault="001C5543"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1C5543" w:rsidRPr="005E592D" w:rsidRDefault="001C5543"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Pr>
          <w:sz w:val="24"/>
          <w:szCs w:val="24"/>
          <w:highlight w:val="yellow"/>
        </w:rPr>
        <w:t>24</w:t>
      </w:r>
      <w:r w:rsidRPr="00C670D0">
        <w:rPr>
          <w:sz w:val="24"/>
          <w:szCs w:val="24"/>
          <w:highlight w:val="yellow"/>
        </w:rPr>
        <w:t>.06.2021</w:t>
      </w:r>
      <w:r>
        <w:rPr>
          <w:sz w:val="24"/>
          <w:szCs w:val="24"/>
        </w:rPr>
        <w:t xml:space="preserve"> </w:t>
      </w:r>
      <w:r w:rsidRPr="005E592D">
        <w:rPr>
          <w:sz w:val="24"/>
          <w:szCs w:val="24"/>
        </w:rPr>
        <w:t xml:space="preserve">г., указан в форме конкурсного предложения по предмету закупки. </w:t>
      </w:r>
    </w:p>
    <w:p w:rsidR="001C5543" w:rsidRPr="005E592D" w:rsidRDefault="001C5543"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1C5543" w:rsidRPr="005E592D" w:rsidRDefault="001C5543"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1C5543" w:rsidRPr="005E592D" w:rsidRDefault="001C5543"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1C5543" w:rsidRPr="005E592D" w:rsidRDefault="001C5543"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1C5543" w:rsidRPr="005E592D" w:rsidRDefault="001C5543"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1C5543" w:rsidRPr="005E592D" w:rsidRDefault="001C5543" w:rsidP="00700320">
      <w:pPr>
        <w:pStyle w:val="BodyText"/>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1C5543" w:rsidRPr="005E592D" w:rsidRDefault="001C5543" w:rsidP="00700320">
      <w:pPr>
        <w:pStyle w:val="BodyText"/>
        <w:ind w:firstLine="284"/>
        <w:rPr>
          <w:sz w:val="24"/>
          <w:szCs w:val="24"/>
        </w:rPr>
      </w:pPr>
      <w:r w:rsidRPr="005E592D">
        <w:rPr>
          <w:sz w:val="24"/>
          <w:szCs w:val="24"/>
        </w:rPr>
        <w:t>изданы дополнения к конкурсным документам;</w:t>
      </w:r>
    </w:p>
    <w:p w:rsidR="001C5543" w:rsidRPr="005E592D" w:rsidRDefault="001C5543" w:rsidP="00700320">
      <w:pPr>
        <w:pStyle w:val="BodyText"/>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1C5543" w:rsidRPr="005E592D" w:rsidRDefault="001C5543" w:rsidP="00700320">
      <w:pPr>
        <w:ind w:firstLine="284"/>
        <w:jc w:val="both"/>
        <w:rPr>
          <w:sz w:val="24"/>
          <w:szCs w:val="24"/>
        </w:rPr>
      </w:pPr>
      <w:r>
        <w:rPr>
          <w:sz w:val="24"/>
          <w:szCs w:val="24"/>
        </w:rPr>
        <w:t>13.10</w:t>
      </w:r>
      <w:r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 </w:t>
      </w:r>
      <w:hyperlink r:id="rId14"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Pr>
          <w:sz w:val="24"/>
          <w:szCs w:val="24"/>
          <w:highlight w:val="yellow"/>
        </w:rPr>
        <w:t>24</w:t>
      </w:r>
      <w:r w:rsidRPr="00C670D0">
        <w:rPr>
          <w:sz w:val="24"/>
          <w:szCs w:val="24"/>
          <w:highlight w:val="yellow"/>
        </w:rPr>
        <w:t>.0</w:t>
      </w:r>
      <w:r>
        <w:rPr>
          <w:sz w:val="24"/>
          <w:szCs w:val="24"/>
          <w:highlight w:val="yellow"/>
        </w:rPr>
        <w:t>6</w:t>
      </w:r>
      <w:r w:rsidRPr="00C670D0">
        <w:rPr>
          <w:sz w:val="24"/>
          <w:szCs w:val="24"/>
          <w:highlight w:val="yellow"/>
        </w:rPr>
        <w:t>.2021</w:t>
      </w:r>
      <w:r>
        <w:rPr>
          <w:sz w:val="24"/>
          <w:szCs w:val="24"/>
        </w:rPr>
        <w:t xml:space="preserve">» </w:t>
      </w:r>
      <w:r w:rsidRPr="005E592D">
        <w:rPr>
          <w:sz w:val="24"/>
          <w:szCs w:val="24"/>
        </w:rPr>
        <w:t>→</w:t>
      </w:r>
      <w:r>
        <w:rPr>
          <w:sz w:val="24"/>
          <w:szCs w:val="24"/>
        </w:rPr>
        <w:t xml:space="preserve"> «Исходное сырье</w:t>
      </w:r>
      <w:r w:rsidRPr="005E592D">
        <w:rPr>
          <w:sz w:val="24"/>
          <w:szCs w:val="24"/>
        </w:rPr>
        <w:t>»</w:t>
      </w:r>
      <w:r>
        <w:rPr>
          <w:sz w:val="24"/>
          <w:szCs w:val="24"/>
        </w:rPr>
        <w:t xml:space="preserve"> </w:t>
      </w:r>
      <w:r w:rsidRPr="005E592D">
        <w:rPr>
          <w:sz w:val="24"/>
          <w:szCs w:val="24"/>
        </w:rPr>
        <w:t>→</w:t>
      </w:r>
      <w:r>
        <w:rPr>
          <w:sz w:val="24"/>
          <w:szCs w:val="24"/>
        </w:rPr>
        <w:t xml:space="preserve"> «Предмет закупки</w:t>
      </w:r>
      <w:r w:rsidRPr="005E592D">
        <w:rPr>
          <w:sz w:val="24"/>
          <w:szCs w:val="24"/>
        </w:rPr>
        <w:t>»</w:t>
      </w:r>
      <w:r>
        <w:rPr>
          <w:sz w:val="24"/>
          <w:szCs w:val="24"/>
        </w:rPr>
        <w:t>.</w:t>
      </w:r>
    </w:p>
    <w:p w:rsidR="001C5543" w:rsidRPr="005E592D" w:rsidRDefault="001C5543" w:rsidP="00700320">
      <w:pPr>
        <w:pStyle w:val="BodyText"/>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1C5543" w:rsidRPr="005E592D" w:rsidRDefault="001C5543" w:rsidP="00700320">
      <w:pPr>
        <w:pStyle w:val="BodyText"/>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1C5543" w:rsidRPr="005E592D" w:rsidRDefault="001C5543"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1C5543" w:rsidRPr="005E592D" w:rsidRDefault="001C5543"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1C5543" w:rsidRPr="005E592D" w:rsidRDefault="001C5543" w:rsidP="00D576E3">
      <w:pPr>
        <w:suppressAutoHyphens/>
        <w:autoSpaceDE w:val="0"/>
        <w:autoSpaceDN w:val="0"/>
        <w:adjustRightInd w:val="0"/>
        <w:jc w:val="center"/>
        <w:rPr>
          <w:b/>
          <w:sz w:val="24"/>
          <w:szCs w:val="24"/>
        </w:rPr>
      </w:pPr>
    </w:p>
    <w:p w:rsidR="001C5543" w:rsidRPr="005E592D" w:rsidRDefault="001C5543" w:rsidP="00D576E3">
      <w:pPr>
        <w:suppressAutoHyphens/>
        <w:autoSpaceDE w:val="0"/>
        <w:autoSpaceDN w:val="0"/>
        <w:adjustRightInd w:val="0"/>
        <w:jc w:val="center"/>
        <w:rPr>
          <w:b/>
          <w:sz w:val="24"/>
          <w:szCs w:val="24"/>
        </w:rPr>
      </w:pPr>
      <w:r w:rsidRPr="005E592D">
        <w:rPr>
          <w:b/>
          <w:sz w:val="24"/>
          <w:szCs w:val="24"/>
        </w:rPr>
        <w:t>Глава 14</w:t>
      </w:r>
    </w:p>
    <w:p w:rsidR="001C5543" w:rsidRPr="005E592D" w:rsidRDefault="001C5543"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1C5543" w:rsidRPr="005E592D" w:rsidRDefault="001C5543" w:rsidP="00D576E3">
      <w:pPr>
        <w:ind w:firstLine="720"/>
        <w:jc w:val="both"/>
        <w:rPr>
          <w:sz w:val="24"/>
          <w:szCs w:val="24"/>
        </w:rPr>
      </w:pPr>
    </w:p>
    <w:p w:rsidR="001C5543" w:rsidRPr="005E592D" w:rsidRDefault="001C5543"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1C5543" w:rsidRPr="005E592D" w:rsidRDefault="001C5543" w:rsidP="00700320">
      <w:pPr>
        <w:pStyle w:val="BodyText"/>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1C5543" w:rsidRPr="005E592D" w:rsidRDefault="001C5543" w:rsidP="00700320">
      <w:pPr>
        <w:pStyle w:val="BodyText"/>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1C5543" w:rsidRPr="005E592D" w:rsidRDefault="001C5543" w:rsidP="00D576E3">
      <w:pPr>
        <w:pStyle w:val="BodyText"/>
        <w:ind w:firstLine="180"/>
        <w:rPr>
          <w:bCs/>
          <w:sz w:val="24"/>
          <w:szCs w:val="24"/>
        </w:rPr>
      </w:pPr>
    </w:p>
    <w:p w:rsidR="001C5543" w:rsidRPr="005E592D" w:rsidRDefault="001C5543" w:rsidP="00D576E3">
      <w:pPr>
        <w:pStyle w:val="BodyText"/>
        <w:jc w:val="center"/>
        <w:rPr>
          <w:b/>
          <w:sz w:val="24"/>
          <w:szCs w:val="24"/>
        </w:rPr>
      </w:pPr>
      <w:r w:rsidRPr="005E592D">
        <w:rPr>
          <w:b/>
          <w:sz w:val="24"/>
          <w:szCs w:val="24"/>
        </w:rPr>
        <w:t>Глава 15</w:t>
      </w:r>
    </w:p>
    <w:p w:rsidR="001C5543" w:rsidRPr="005E592D" w:rsidRDefault="001C5543" w:rsidP="00D576E3">
      <w:pPr>
        <w:pStyle w:val="BodyText"/>
        <w:jc w:val="center"/>
        <w:rPr>
          <w:i/>
          <w:iCs/>
          <w:sz w:val="24"/>
          <w:szCs w:val="24"/>
        </w:rPr>
      </w:pPr>
      <w:r w:rsidRPr="005E592D">
        <w:rPr>
          <w:b/>
          <w:sz w:val="24"/>
          <w:szCs w:val="24"/>
        </w:rPr>
        <w:t>ЯЗЫК И ОБМЕН ДОКУМЕНТАМИ, СВЕДЕНИЯМИ</w:t>
      </w:r>
    </w:p>
    <w:p w:rsidR="001C5543" w:rsidRPr="005E592D" w:rsidRDefault="001C5543" w:rsidP="00D576E3">
      <w:pPr>
        <w:suppressAutoHyphens/>
        <w:autoSpaceDE w:val="0"/>
        <w:autoSpaceDN w:val="0"/>
        <w:adjustRightInd w:val="0"/>
        <w:jc w:val="both"/>
        <w:rPr>
          <w:b/>
          <w:sz w:val="24"/>
          <w:szCs w:val="24"/>
        </w:rPr>
      </w:pPr>
    </w:p>
    <w:p w:rsidR="001C5543" w:rsidRPr="005E592D" w:rsidRDefault="001C5543"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1C5543" w:rsidRPr="005E592D" w:rsidRDefault="001C5543" w:rsidP="00700320">
      <w:pPr>
        <w:pStyle w:val="BodyText"/>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исключительно в письменном виде на бумажном носителе, с заполненными строками граф «Сведения об участнике» и «Предложение участника», в запечатанном конверте.</w:t>
      </w:r>
    </w:p>
    <w:p w:rsidR="001C5543" w:rsidRPr="005E592D" w:rsidRDefault="001C5543" w:rsidP="00D576E3">
      <w:pPr>
        <w:tabs>
          <w:tab w:val="left" w:pos="0"/>
        </w:tabs>
        <w:suppressAutoHyphens/>
        <w:autoSpaceDE w:val="0"/>
        <w:autoSpaceDN w:val="0"/>
        <w:adjustRightInd w:val="0"/>
        <w:jc w:val="center"/>
        <w:rPr>
          <w:b/>
          <w:sz w:val="24"/>
          <w:szCs w:val="24"/>
        </w:rPr>
      </w:pPr>
    </w:p>
    <w:p w:rsidR="001C5543" w:rsidRPr="005E592D" w:rsidRDefault="001C5543"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1C5543" w:rsidRPr="005E592D" w:rsidRDefault="001C5543"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1C5543" w:rsidRPr="005E592D" w:rsidRDefault="001C5543" w:rsidP="00D576E3">
      <w:pPr>
        <w:pStyle w:val="BodyText"/>
        <w:ind w:firstLine="540"/>
        <w:rPr>
          <w:i/>
          <w:iCs/>
          <w:sz w:val="24"/>
          <w:szCs w:val="24"/>
        </w:rPr>
      </w:pPr>
    </w:p>
    <w:p w:rsidR="001C5543" w:rsidRPr="0086733C" w:rsidRDefault="001C5543" w:rsidP="00700320">
      <w:pPr>
        <w:pStyle w:val="BodyText"/>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1C5543" w:rsidRPr="005E592D" w:rsidRDefault="001C5543" w:rsidP="00700320">
      <w:pPr>
        <w:pStyle w:val="BodyText"/>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1C5543" w:rsidRPr="005E592D" w:rsidRDefault="001C5543" w:rsidP="00700320">
      <w:pPr>
        <w:pStyle w:val="BodyText"/>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1C5543" w:rsidRPr="002B70B1" w:rsidRDefault="001C5543" w:rsidP="00700320">
      <w:pPr>
        <w:pStyle w:val="BodyText"/>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1C5543" w:rsidRPr="002B70B1" w:rsidRDefault="001C5543"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Инкотермс 2020;</w:t>
      </w:r>
    </w:p>
    <w:p w:rsidR="001C5543" w:rsidRPr="002B70B1" w:rsidRDefault="001C5543"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1C5543" w:rsidRPr="005E592D" w:rsidRDefault="001C5543" w:rsidP="00700320">
      <w:pPr>
        <w:pStyle w:val="BodyText"/>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1C5543" w:rsidRPr="005E592D" w:rsidRDefault="001C5543" w:rsidP="00700320">
      <w:pPr>
        <w:pStyle w:val="BodyText"/>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1C5543" w:rsidRPr="005E592D" w:rsidRDefault="001C5543" w:rsidP="00D576E3">
      <w:pPr>
        <w:pStyle w:val="BodyText"/>
        <w:tabs>
          <w:tab w:val="left" w:pos="0"/>
        </w:tabs>
        <w:ind w:firstLine="360"/>
        <w:rPr>
          <w:sz w:val="24"/>
          <w:szCs w:val="24"/>
        </w:rPr>
      </w:pPr>
    </w:p>
    <w:p w:rsidR="001C5543" w:rsidRPr="005E592D" w:rsidRDefault="001C5543" w:rsidP="00E236F7">
      <w:pPr>
        <w:jc w:val="center"/>
        <w:rPr>
          <w:b/>
          <w:bCs/>
          <w:sz w:val="24"/>
          <w:szCs w:val="24"/>
        </w:rPr>
      </w:pPr>
      <w:r w:rsidRPr="005E592D">
        <w:rPr>
          <w:b/>
          <w:bCs/>
          <w:sz w:val="24"/>
          <w:szCs w:val="24"/>
        </w:rPr>
        <w:t>Глава 17</w:t>
      </w:r>
    </w:p>
    <w:p w:rsidR="001C5543" w:rsidRDefault="001C5543" w:rsidP="00D576E3">
      <w:pPr>
        <w:jc w:val="center"/>
        <w:rPr>
          <w:b/>
          <w:bCs/>
          <w:caps/>
          <w:sz w:val="24"/>
          <w:szCs w:val="24"/>
        </w:rPr>
      </w:pPr>
      <w:r w:rsidRPr="005E592D">
        <w:rPr>
          <w:b/>
          <w:bCs/>
          <w:caps/>
          <w:sz w:val="24"/>
          <w:szCs w:val="24"/>
        </w:rPr>
        <w:t>Применение преференциальной поправки</w:t>
      </w:r>
    </w:p>
    <w:p w:rsidR="001C5543" w:rsidRPr="005E592D" w:rsidRDefault="001C5543" w:rsidP="00D576E3">
      <w:pPr>
        <w:jc w:val="center"/>
        <w:rPr>
          <w:b/>
          <w:bCs/>
          <w:caps/>
          <w:sz w:val="24"/>
          <w:szCs w:val="24"/>
        </w:rPr>
      </w:pPr>
    </w:p>
    <w:p w:rsidR="001C5543" w:rsidRPr="005E592D" w:rsidRDefault="001C5543" w:rsidP="00E535C1">
      <w:pPr>
        <w:pStyle w:val="BodyText"/>
        <w:tabs>
          <w:tab w:val="left" w:pos="0"/>
        </w:tabs>
        <w:ind w:firstLine="284"/>
        <w:rPr>
          <w:sz w:val="24"/>
          <w:szCs w:val="24"/>
        </w:rPr>
      </w:pPr>
      <w:r>
        <w:rPr>
          <w:sz w:val="24"/>
          <w:szCs w:val="24"/>
        </w:rPr>
        <w:t>17</w:t>
      </w:r>
      <w:r w:rsidRPr="005E592D">
        <w:rPr>
          <w:sz w:val="24"/>
          <w:szCs w:val="24"/>
        </w:rPr>
        <w:t>.</w:t>
      </w:r>
      <w:r>
        <w:rPr>
          <w:sz w:val="24"/>
          <w:szCs w:val="24"/>
        </w:rPr>
        <w:t>1</w:t>
      </w:r>
      <w:r w:rsidRPr="005E592D">
        <w:rPr>
          <w:sz w:val="24"/>
          <w:szCs w:val="24"/>
        </w:rPr>
        <w:t xml:space="preserve"> При проведении процедуры открытого конкурса применяется преференциальная поправка в размере 15 процентов в случае предложения участником процедуры закупки товаров, происходящих из Республики Беларусь, а также стран, товарам из которых предоставляется национальный режим в соответствии с международными договорами Республики Беларусь.</w:t>
      </w:r>
    </w:p>
    <w:p w:rsidR="001C5543" w:rsidRPr="005E592D" w:rsidRDefault="001C5543" w:rsidP="00E535C1">
      <w:pPr>
        <w:pStyle w:val="BodyText"/>
        <w:tabs>
          <w:tab w:val="left" w:pos="0"/>
        </w:tabs>
        <w:ind w:firstLine="284"/>
        <w:rPr>
          <w:sz w:val="24"/>
          <w:szCs w:val="24"/>
        </w:rPr>
      </w:pPr>
      <w:r w:rsidRPr="005E592D">
        <w:rPr>
          <w:sz w:val="24"/>
          <w:szCs w:val="24"/>
        </w:rPr>
        <w:t>При применении преференциальной поправки, цены предложений участников открытого конкурса, предлагающих товары, указанные в части первой настоящего подпункта, уменьшаются на 15 процентов для целей оценки и сравнения предложений.</w:t>
      </w:r>
    </w:p>
    <w:p w:rsidR="001C5543" w:rsidRPr="005E592D" w:rsidRDefault="001C5543" w:rsidP="00E535C1">
      <w:pPr>
        <w:pStyle w:val="BodyText"/>
        <w:tabs>
          <w:tab w:val="left" w:pos="0"/>
        </w:tabs>
        <w:ind w:firstLine="284"/>
        <w:rPr>
          <w:sz w:val="24"/>
          <w:szCs w:val="24"/>
        </w:rPr>
      </w:pPr>
      <w:r w:rsidRPr="005E592D">
        <w:rPr>
          <w:sz w:val="24"/>
          <w:szCs w:val="24"/>
        </w:rPr>
        <w:t>В случае выбора победителем участника, предлагающего товары, указанные в части первой настоящего подпункта, договор заключается с ним по цене предложения такого участника процедуры открытого конкурса.</w:t>
      </w:r>
    </w:p>
    <w:p w:rsidR="001C5543" w:rsidRPr="005E592D" w:rsidRDefault="001C5543" w:rsidP="00E535C1">
      <w:pPr>
        <w:pStyle w:val="BodyText"/>
        <w:tabs>
          <w:tab w:val="left" w:pos="0"/>
        </w:tabs>
        <w:ind w:firstLine="284"/>
        <w:rPr>
          <w:sz w:val="24"/>
          <w:szCs w:val="24"/>
        </w:rPr>
      </w:pPr>
      <w:r w:rsidRPr="005E592D">
        <w:rPr>
          <w:sz w:val="24"/>
          <w:szCs w:val="24"/>
        </w:rPr>
        <w:t>Преференциальная поправка не применяется в отношении:</w:t>
      </w:r>
    </w:p>
    <w:p w:rsidR="001C5543" w:rsidRPr="005E592D" w:rsidRDefault="001C5543" w:rsidP="00E535C1">
      <w:pPr>
        <w:pStyle w:val="BodyText"/>
        <w:tabs>
          <w:tab w:val="left" w:pos="0"/>
        </w:tabs>
        <w:ind w:firstLine="284"/>
        <w:rPr>
          <w:sz w:val="24"/>
          <w:szCs w:val="24"/>
        </w:rPr>
      </w:pPr>
      <w:r w:rsidRPr="005E592D">
        <w:rPr>
          <w:sz w:val="24"/>
          <w:szCs w:val="24"/>
        </w:rPr>
        <w:t>части товаров, указанных в части первой настоящего подпункта, являющихся предметом закупки, в том числе его лотом (частью);</w:t>
      </w:r>
    </w:p>
    <w:p w:rsidR="001C5543" w:rsidRPr="005E592D" w:rsidRDefault="001C5543" w:rsidP="00E535C1">
      <w:pPr>
        <w:pStyle w:val="BodyText"/>
        <w:tabs>
          <w:tab w:val="left" w:pos="0"/>
        </w:tabs>
        <w:ind w:firstLine="284"/>
        <w:rPr>
          <w:sz w:val="24"/>
          <w:szCs w:val="24"/>
        </w:rPr>
      </w:pPr>
      <w:r w:rsidRPr="005E592D">
        <w:rPr>
          <w:sz w:val="24"/>
          <w:szCs w:val="24"/>
        </w:rPr>
        <w:t>товаров, являющихся предметом закупки при проведении открытого конкурса, в случае подачи предложений только участниками, имеющими право на применение преференциальной поправки одинакового размера.</w:t>
      </w:r>
    </w:p>
    <w:p w:rsidR="001C5543" w:rsidRPr="005E592D" w:rsidRDefault="001C5543" w:rsidP="00E535C1">
      <w:pPr>
        <w:pStyle w:val="BodyText"/>
        <w:tabs>
          <w:tab w:val="left" w:pos="0"/>
        </w:tabs>
        <w:ind w:firstLine="284"/>
        <w:rPr>
          <w:sz w:val="24"/>
          <w:szCs w:val="24"/>
        </w:rPr>
      </w:pPr>
      <w:r w:rsidRPr="005E592D">
        <w:rPr>
          <w:sz w:val="24"/>
          <w:szCs w:val="24"/>
        </w:rPr>
        <w:t>Документом, подтверждающим право на применение преференциальной поправки в соответствии с частью первой настоящего подпункта, является выданный не ранее чем за 6 (шесть) месяцев до дня подачи предложения один из следующих документов:</w:t>
      </w:r>
    </w:p>
    <w:p w:rsidR="001C5543" w:rsidRPr="005E592D" w:rsidRDefault="001C5543" w:rsidP="00E535C1">
      <w:pPr>
        <w:pStyle w:val="BodyText"/>
        <w:tabs>
          <w:tab w:val="left" w:pos="0"/>
        </w:tabs>
        <w:ind w:firstLine="284"/>
        <w:rPr>
          <w:sz w:val="24"/>
          <w:szCs w:val="24"/>
        </w:rPr>
      </w:pPr>
      <w:r w:rsidRPr="005E592D">
        <w:rPr>
          <w:sz w:val="24"/>
          <w:szCs w:val="24"/>
        </w:rPr>
        <w:t>для товаров, происходящих из Республики Беларусь, - сертификат продукции (работ, услуг) собственного производства, выдаваемый Белорусской торгово-промышленной палатой, или документ о происхождении товара, выдаваемый Белорусской торгово-промышленной палатой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Указанный документ выдается по форме сертификата о происхождении товаров,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rsidR="001C5543" w:rsidRPr="005E592D" w:rsidRDefault="001C5543" w:rsidP="00E535C1">
      <w:pPr>
        <w:pStyle w:val="BodyText"/>
        <w:tabs>
          <w:tab w:val="left" w:pos="0"/>
        </w:tabs>
        <w:ind w:firstLine="284"/>
        <w:rPr>
          <w:sz w:val="24"/>
          <w:szCs w:val="24"/>
        </w:rPr>
      </w:pPr>
      <w:r w:rsidRPr="005E592D">
        <w:rPr>
          <w:sz w:val="24"/>
          <w:szCs w:val="24"/>
        </w:rPr>
        <w:t>для товаров, происходящих из государств - участников Содружества Независимых Государств (кроме Республики Беларусь), - документ о происхождении товара, выдаваемый уполномоченными органами (организациями) этих государств в соответствии с Соглашением о Правилах определения страны происхождения товаров в Содружестве Независимых Государств от 20 ноября 2009 года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1C5543" w:rsidRPr="005E592D" w:rsidRDefault="001C5543" w:rsidP="00E535C1">
      <w:pPr>
        <w:pStyle w:val="BodyText"/>
        <w:tabs>
          <w:tab w:val="left" w:pos="0"/>
        </w:tabs>
        <w:ind w:firstLine="284"/>
        <w:rPr>
          <w:sz w:val="24"/>
          <w:szCs w:val="24"/>
        </w:rPr>
      </w:pPr>
      <w:r w:rsidRPr="005E592D">
        <w:rPr>
          <w:sz w:val="24"/>
          <w:szCs w:val="24"/>
        </w:rPr>
        <w:t>для товаров, происходящих из государств, не являющихся участниками Содружества Независимых Государств, - сертификат о происхождении товара (документ, его заменяющий), выдаваемый уполномоченным органом (организацией) этих государств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1C5543" w:rsidRPr="005E592D" w:rsidRDefault="001C5543" w:rsidP="00E535C1">
      <w:pPr>
        <w:pStyle w:val="BodyText"/>
        <w:tabs>
          <w:tab w:val="left" w:pos="0"/>
        </w:tabs>
        <w:ind w:firstLine="284"/>
        <w:rPr>
          <w:sz w:val="24"/>
          <w:szCs w:val="24"/>
        </w:rPr>
      </w:pPr>
      <w:r>
        <w:rPr>
          <w:sz w:val="24"/>
          <w:szCs w:val="24"/>
        </w:rPr>
        <w:t>17.2</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1C5543" w:rsidRPr="005E592D" w:rsidRDefault="001C5543" w:rsidP="00E535C1">
      <w:pPr>
        <w:pStyle w:val="BodyText"/>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1C5543" w:rsidRPr="005E592D" w:rsidRDefault="001C5543" w:rsidP="00E236F7">
      <w:pPr>
        <w:tabs>
          <w:tab w:val="left" w:pos="6804"/>
        </w:tabs>
        <w:autoSpaceDE w:val="0"/>
        <w:autoSpaceDN w:val="0"/>
        <w:adjustRightInd w:val="0"/>
        <w:ind w:firstLine="426"/>
        <w:jc w:val="both"/>
        <w:rPr>
          <w:sz w:val="30"/>
          <w:szCs w:val="30"/>
        </w:rPr>
      </w:pPr>
    </w:p>
    <w:p w:rsidR="001C5543" w:rsidRPr="005E592D" w:rsidRDefault="001C5543" w:rsidP="00E236F7">
      <w:pPr>
        <w:ind w:firstLine="426"/>
        <w:jc w:val="center"/>
        <w:rPr>
          <w:b/>
          <w:bCs/>
          <w:sz w:val="24"/>
          <w:szCs w:val="24"/>
        </w:rPr>
      </w:pPr>
      <w:r w:rsidRPr="005E592D">
        <w:rPr>
          <w:b/>
          <w:bCs/>
          <w:sz w:val="24"/>
          <w:szCs w:val="24"/>
        </w:rPr>
        <w:t>Глава 18</w:t>
      </w:r>
    </w:p>
    <w:p w:rsidR="001C5543" w:rsidRPr="005E592D" w:rsidRDefault="001C5543" w:rsidP="00E236F7">
      <w:pPr>
        <w:ind w:firstLine="426"/>
        <w:jc w:val="center"/>
        <w:rPr>
          <w:b/>
          <w:bCs/>
          <w:sz w:val="24"/>
          <w:szCs w:val="24"/>
        </w:rPr>
      </w:pPr>
      <w:r w:rsidRPr="005E592D">
        <w:rPr>
          <w:b/>
          <w:bCs/>
          <w:sz w:val="24"/>
          <w:szCs w:val="24"/>
        </w:rPr>
        <w:t>ОЦЕНКА КОНКУРСНЫХ ПРЕДЛОЖЕНИЙ</w:t>
      </w:r>
    </w:p>
    <w:p w:rsidR="001C5543" w:rsidRPr="005E592D" w:rsidRDefault="001C5543" w:rsidP="00E236F7">
      <w:pPr>
        <w:ind w:firstLine="426"/>
        <w:jc w:val="center"/>
        <w:rPr>
          <w:b/>
          <w:bCs/>
          <w:sz w:val="24"/>
          <w:szCs w:val="24"/>
        </w:rPr>
      </w:pPr>
      <w:r w:rsidRPr="005E592D">
        <w:rPr>
          <w:b/>
          <w:bCs/>
          <w:sz w:val="24"/>
          <w:szCs w:val="24"/>
        </w:rPr>
        <w:t>И ВЫБОР НАИЛУЧШЕГО ПРЕДЛОЖЕНИЯ И ПОСТАВЩИКА</w:t>
      </w:r>
    </w:p>
    <w:p w:rsidR="001C5543" w:rsidRPr="005E592D" w:rsidRDefault="001C5543" w:rsidP="00E236F7">
      <w:pPr>
        <w:ind w:firstLine="426"/>
        <w:jc w:val="center"/>
        <w:rPr>
          <w:b/>
          <w:bCs/>
          <w:sz w:val="24"/>
          <w:szCs w:val="24"/>
        </w:rPr>
      </w:pPr>
    </w:p>
    <w:p w:rsidR="001C5543" w:rsidRPr="005E592D" w:rsidRDefault="001C5543" w:rsidP="00E535C1">
      <w:pPr>
        <w:pStyle w:val="BodyTextIndent"/>
        <w:ind w:right="113" w:firstLine="284"/>
        <w:rPr>
          <w:b/>
          <w:sz w:val="24"/>
          <w:szCs w:val="24"/>
        </w:rPr>
      </w:pPr>
      <w:r>
        <w:rPr>
          <w:b/>
          <w:sz w:val="24"/>
          <w:szCs w:val="24"/>
        </w:rPr>
        <w:t>18.1</w:t>
      </w:r>
      <w:r w:rsidRPr="005E592D">
        <w:rPr>
          <w:b/>
          <w:sz w:val="24"/>
          <w:szCs w:val="24"/>
        </w:rPr>
        <w:t>. Оценка конкурсных предложений</w:t>
      </w:r>
    </w:p>
    <w:p w:rsidR="001C5543" w:rsidRPr="005E592D" w:rsidRDefault="001C5543" w:rsidP="00E535C1">
      <w:pPr>
        <w:pStyle w:val="BodyTextIndent"/>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1C5543" w:rsidRPr="005E592D" w:rsidRDefault="001C5543" w:rsidP="00E535C1">
      <w:pPr>
        <w:pStyle w:val="BodyTextIndent"/>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1C5543" w:rsidRPr="000F47CB" w:rsidRDefault="001C5543" w:rsidP="00E535C1">
      <w:pPr>
        <w:pStyle w:val="BodyTextIndent"/>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1C5543" w:rsidRPr="005E592D" w:rsidRDefault="001C5543" w:rsidP="00E535C1">
      <w:pPr>
        <w:pStyle w:val="BodyTextIndent"/>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1C5543" w:rsidRPr="005E592D" w:rsidRDefault="001C5543" w:rsidP="00E535C1">
      <w:pPr>
        <w:ind w:firstLine="284"/>
        <w:jc w:val="both"/>
        <w:rPr>
          <w:sz w:val="24"/>
          <w:szCs w:val="24"/>
        </w:rPr>
      </w:pPr>
    </w:p>
    <w:p w:rsidR="001C5543" w:rsidRPr="005E592D" w:rsidRDefault="001C5543"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1C5543" w:rsidRPr="005E592D" w:rsidRDefault="001C5543" w:rsidP="00E535C1">
      <w:pPr>
        <w:ind w:firstLine="284"/>
        <w:jc w:val="both"/>
        <w:rPr>
          <w:b/>
          <w:sz w:val="24"/>
          <w:szCs w:val="24"/>
        </w:rPr>
      </w:pPr>
    </w:p>
    <w:p w:rsidR="001C5543" w:rsidRPr="005E592D" w:rsidRDefault="001C5543"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1C5543" w:rsidRPr="005E592D" w:rsidRDefault="001C5543" w:rsidP="00E535C1">
      <w:pPr>
        <w:ind w:firstLine="284"/>
        <w:jc w:val="both"/>
        <w:rPr>
          <w:sz w:val="24"/>
          <w:szCs w:val="24"/>
        </w:rPr>
      </w:pPr>
      <w:r w:rsidRPr="005E592D">
        <w:rPr>
          <w:sz w:val="24"/>
          <w:szCs w:val="24"/>
        </w:rPr>
        <w:t xml:space="preserve">Цена конкурсного предложения; </w:t>
      </w:r>
    </w:p>
    <w:p w:rsidR="001C5543" w:rsidRPr="005E592D" w:rsidRDefault="001C5543" w:rsidP="00E535C1">
      <w:pPr>
        <w:ind w:firstLine="284"/>
        <w:jc w:val="both"/>
        <w:rPr>
          <w:sz w:val="24"/>
          <w:szCs w:val="24"/>
        </w:rPr>
      </w:pPr>
      <w:r w:rsidRPr="005E592D">
        <w:rPr>
          <w:sz w:val="24"/>
          <w:szCs w:val="24"/>
        </w:rPr>
        <w:t>Порядок и сроки осуществления платежей;</w:t>
      </w:r>
    </w:p>
    <w:p w:rsidR="001C5543" w:rsidRPr="005E592D" w:rsidRDefault="001C5543" w:rsidP="00E535C1">
      <w:pPr>
        <w:ind w:firstLine="284"/>
        <w:jc w:val="both"/>
        <w:rPr>
          <w:sz w:val="24"/>
          <w:szCs w:val="24"/>
        </w:rPr>
      </w:pPr>
      <w:r w:rsidRPr="005E592D">
        <w:rPr>
          <w:sz w:val="24"/>
          <w:szCs w:val="24"/>
        </w:rPr>
        <w:t>Профессиональная состоятельность.</w:t>
      </w:r>
    </w:p>
    <w:p w:rsidR="001C5543" w:rsidRPr="005E592D" w:rsidRDefault="001C5543"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1C5543" w:rsidRPr="005E592D" w:rsidRDefault="001C5543" w:rsidP="00E535C1">
      <w:pPr>
        <w:ind w:firstLine="284"/>
        <w:jc w:val="both"/>
        <w:rPr>
          <w:sz w:val="24"/>
          <w:szCs w:val="24"/>
        </w:rPr>
      </w:pPr>
      <w:r w:rsidRPr="005E592D">
        <w:rPr>
          <w:sz w:val="24"/>
          <w:szCs w:val="24"/>
        </w:rPr>
        <w:t xml:space="preserve">                                                                                                                        Таблица 1</w:t>
      </w:r>
    </w:p>
    <w:p w:rsidR="001C5543" w:rsidRPr="005E592D" w:rsidRDefault="001C5543"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1C5543" w:rsidRPr="005E592D" w:rsidTr="00D576E3">
        <w:tc>
          <w:tcPr>
            <w:tcW w:w="737" w:type="dxa"/>
          </w:tcPr>
          <w:p w:rsidR="001C5543" w:rsidRPr="005E592D" w:rsidRDefault="001C5543" w:rsidP="00D576E3">
            <w:pPr>
              <w:jc w:val="center"/>
              <w:rPr>
                <w:sz w:val="24"/>
                <w:szCs w:val="24"/>
              </w:rPr>
            </w:pPr>
            <w:r w:rsidRPr="005E592D">
              <w:rPr>
                <w:sz w:val="24"/>
                <w:szCs w:val="24"/>
              </w:rPr>
              <w:t>№</w:t>
            </w:r>
          </w:p>
          <w:p w:rsidR="001C5543" w:rsidRPr="005E592D" w:rsidRDefault="001C5543" w:rsidP="00D576E3">
            <w:pPr>
              <w:jc w:val="center"/>
              <w:rPr>
                <w:sz w:val="24"/>
                <w:szCs w:val="24"/>
              </w:rPr>
            </w:pPr>
            <w:r w:rsidRPr="005E592D">
              <w:rPr>
                <w:sz w:val="24"/>
                <w:szCs w:val="24"/>
              </w:rPr>
              <w:t>п/п</w:t>
            </w:r>
          </w:p>
        </w:tc>
        <w:tc>
          <w:tcPr>
            <w:tcW w:w="5954" w:type="dxa"/>
          </w:tcPr>
          <w:p w:rsidR="001C5543" w:rsidRPr="005E592D" w:rsidRDefault="001C5543" w:rsidP="00D576E3">
            <w:pPr>
              <w:jc w:val="center"/>
              <w:rPr>
                <w:sz w:val="24"/>
                <w:szCs w:val="24"/>
              </w:rPr>
            </w:pPr>
          </w:p>
          <w:p w:rsidR="001C5543" w:rsidRPr="005E592D" w:rsidRDefault="001C5543" w:rsidP="00D576E3">
            <w:pPr>
              <w:jc w:val="center"/>
              <w:rPr>
                <w:sz w:val="24"/>
                <w:szCs w:val="24"/>
              </w:rPr>
            </w:pPr>
            <w:r w:rsidRPr="005E592D">
              <w:rPr>
                <w:sz w:val="24"/>
                <w:szCs w:val="24"/>
              </w:rPr>
              <w:t>Критерии</w:t>
            </w:r>
          </w:p>
        </w:tc>
        <w:tc>
          <w:tcPr>
            <w:tcW w:w="3285" w:type="dxa"/>
          </w:tcPr>
          <w:p w:rsidR="001C5543" w:rsidRPr="005E592D" w:rsidRDefault="001C5543" w:rsidP="00D576E3">
            <w:pPr>
              <w:jc w:val="center"/>
              <w:rPr>
                <w:sz w:val="24"/>
                <w:szCs w:val="24"/>
              </w:rPr>
            </w:pPr>
            <w:r w:rsidRPr="005E592D">
              <w:rPr>
                <w:sz w:val="24"/>
                <w:szCs w:val="24"/>
              </w:rPr>
              <w:t>Коэффициент</w:t>
            </w:r>
          </w:p>
          <w:p w:rsidR="001C5543" w:rsidRPr="005E592D" w:rsidRDefault="001C5543" w:rsidP="00D576E3">
            <w:pPr>
              <w:jc w:val="center"/>
              <w:rPr>
                <w:sz w:val="24"/>
                <w:szCs w:val="24"/>
              </w:rPr>
            </w:pPr>
            <w:r w:rsidRPr="005E592D">
              <w:rPr>
                <w:sz w:val="24"/>
                <w:szCs w:val="24"/>
              </w:rPr>
              <w:t>удельного веса</w:t>
            </w:r>
          </w:p>
        </w:tc>
      </w:tr>
      <w:tr w:rsidR="001C5543" w:rsidRPr="005E592D" w:rsidTr="00D576E3">
        <w:tc>
          <w:tcPr>
            <w:tcW w:w="737" w:type="dxa"/>
          </w:tcPr>
          <w:p w:rsidR="001C5543" w:rsidRPr="005E592D" w:rsidRDefault="001C5543" w:rsidP="00D576E3">
            <w:pPr>
              <w:jc w:val="center"/>
              <w:rPr>
                <w:sz w:val="24"/>
                <w:szCs w:val="24"/>
              </w:rPr>
            </w:pPr>
            <w:r w:rsidRPr="005E592D">
              <w:rPr>
                <w:sz w:val="24"/>
                <w:szCs w:val="24"/>
              </w:rPr>
              <w:t>1</w:t>
            </w:r>
          </w:p>
        </w:tc>
        <w:tc>
          <w:tcPr>
            <w:tcW w:w="5954" w:type="dxa"/>
          </w:tcPr>
          <w:p w:rsidR="001C5543" w:rsidRPr="005E592D" w:rsidRDefault="001C5543" w:rsidP="00D576E3">
            <w:pPr>
              <w:jc w:val="both"/>
              <w:rPr>
                <w:sz w:val="24"/>
                <w:szCs w:val="24"/>
              </w:rPr>
            </w:pPr>
            <w:r w:rsidRPr="005E592D">
              <w:rPr>
                <w:sz w:val="24"/>
                <w:szCs w:val="24"/>
              </w:rPr>
              <w:t xml:space="preserve">Цена конкурсного предложения </w:t>
            </w:r>
          </w:p>
        </w:tc>
        <w:tc>
          <w:tcPr>
            <w:tcW w:w="3285" w:type="dxa"/>
          </w:tcPr>
          <w:p w:rsidR="001C5543" w:rsidRPr="005E592D" w:rsidRDefault="001C5543" w:rsidP="00D576E3">
            <w:pPr>
              <w:jc w:val="center"/>
              <w:rPr>
                <w:sz w:val="24"/>
                <w:szCs w:val="24"/>
              </w:rPr>
            </w:pPr>
            <w:r w:rsidRPr="005E592D">
              <w:rPr>
                <w:sz w:val="24"/>
                <w:szCs w:val="24"/>
              </w:rPr>
              <w:t>0,94</w:t>
            </w:r>
          </w:p>
        </w:tc>
      </w:tr>
      <w:tr w:rsidR="001C5543" w:rsidRPr="005E592D" w:rsidTr="00D576E3">
        <w:tc>
          <w:tcPr>
            <w:tcW w:w="737" w:type="dxa"/>
          </w:tcPr>
          <w:p w:rsidR="001C5543" w:rsidRPr="005E592D" w:rsidRDefault="001C5543" w:rsidP="00D576E3">
            <w:pPr>
              <w:jc w:val="center"/>
              <w:rPr>
                <w:sz w:val="24"/>
                <w:szCs w:val="24"/>
              </w:rPr>
            </w:pPr>
            <w:r w:rsidRPr="005E592D">
              <w:rPr>
                <w:sz w:val="24"/>
                <w:szCs w:val="24"/>
              </w:rPr>
              <w:t>2</w:t>
            </w:r>
          </w:p>
        </w:tc>
        <w:tc>
          <w:tcPr>
            <w:tcW w:w="5954" w:type="dxa"/>
          </w:tcPr>
          <w:p w:rsidR="001C5543" w:rsidRPr="005E592D" w:rsidRDefault="001C5543" w:rsidP="00D576E3">
            <w:pPr>
              <w:jc w:val="both"/>
              <w:rPr>
                <w:sz w:val="24"/>
                <w:szCs w:val="24"/>
              </w:rPr>
            </w:pPr>
            <w:r w:rsidRPr="005E592D">
              <w:rPr>
                <w:sz w:val="24"/>
                <w:szCs w:val="24"/>
              </w:rPr>
              <w:t>Порядок и сроки осуществления платежей</w:t>
            </w:r>
          </w:p>
        </w:tc>
        <w:tc>
          <w:tcPr>
            <w:tcW w:w="3285" w:type="dxa"/>
          </w:tcPr>
          <w:p w:rsidR="001C5543" w:rsidRPr="005E592D" w:rsidRDefault="001C5543" w:rsidP="00D576E3">
            <w:pPr>
              <w:jc w:val="center"/>
              <w:rPr>
                <w:sz w:val="24"/>
                <w:szCs w:val="24"/>
              </w:rPr>
            </w:pPr>
            <w:r w:rsidRPr="005E592D">
              <w:rPr>
                <w:sz w:val="24"/>
                <w:szCs w:val="24"/>
              </w:rPr>
              <w:t>0,03</w:t>
            </w:r>
          </w:p>
        </w:tc>
      </w:tr>
      <w:tr w:rsidR="001C5543" w:rsidRPr="005E592D" w:rsidTr="00D576E3">
        <w:tc>
          <w:tcPr>
            <w:tcW w:w="737" w:type="dxa"/>
          </w:tcPr>
          <w:p w:rsidR="001C5543" w:rsidRPr="005E592D" w:rsidRDefault="001C5543" w:rsidP="00D576E3">
            <w:pPr>
              <w:jc w:val="center"/>
              <w:rPr>
                <w:sz w:val="24"/>
                <w:szCs w:val="24"/>
              </w:rPr>
            </w:pPr>
            <w:r w:rsidRPr="005E592D">
              <w:rPr>
                <w:sz w:val="24"/>
                <w:szCs w:val="24"/>
              </w:rPr>
              <w:t>3</w:t>
            </w:r>
          </w:p>
        </w:tc>
        <w:tc>
          <w:tcPr>
            <w:tcW w:w="5954" w:type="dxa"/>
          </w:tcPr>
          <w:p w:rsidR="001C5543" w:rsidRPr="005E592D" w:rsidRDefault="001C5543" w:rsidP="00D576E3">
            <w:pPr>
              <w:jc w:val="both"/>
              <w:rPr>
                <w:sz w:val="24"/>
                <w:szCs w:val="24"/>
              </w:rPr>
            </w:pPr>
            <w:r w:rsidRPr="005E592D">
              <w:rPr>
                <w:sz w:val="24"/>
                <w:szCs w:val="24"/>
              </w:rPr>
              <w:t>Профессиональная состоятельность</w:t>
            </w:r>
          </w:p>
        </w:tc>
        <w:tc>
          <w:tcPr>
            <w:tcW w:w="3285" w:type="dxa"/>
          </w:tcPr>
          <w:p w:rsidR="001C5543" w:rsidRPr="005E592D" w:rsidRDefault="001C5543" w:rsidP="00D576E3">
            <w:pPr>
              <w:jc w:val="center"/>
              <w:rPr>
                <w:sz w:val="24"/>
                <w:szCs w:val="24"/>
                <w:lang w:val="en-US"/>
              </w:rPr>
            </w:pPr>
            <w:r w:rsidRPr="005E592D">
              <w:rPr>
                <w:sz w:val="24"/>
                <w:szCs w:val="24"/>
              </w:rPr>
              <w:t>0,03</w:t>
            </w:r>
          </w:p>
        </w:tc>
      </w:tr>
      <w:tr w:rsidR="001C5543" w:rsidRPr="005E592D" w:rsidTr="00D576E3">
        <w:tc>
          <w:tcPr>
            <w:tcW w:w="6691" w:type="dxa"/>
            <w:gridSpan w:val="2"/>
          </w:tcPr>
          <w:p w:rsidR="001C5543" w:rsidRPr="005E592D" w:rsidRDefault="001C5543" w:rsidP="00D576E3">
            <w:pPr>
              <w:jc w:val="both"/>
              <w:rPr>
                <w:sz w:val="24"/>
                <w:szCs w:val="24"/>
              </w:rPr>
            </w:pPr>
            <w:r w:rsidRPr="005E592D">
              <w:rPr>
                <w:sz w:val="24"/>
                <w:szCs w:val="24"/>
              </w:rPr>
              <w:t>Сумма коэффициентов удельных весов критерий</w:t>
            </w:r>
          </w:p>
        </w:tc>
        <w:tc>
          <w:tcPr>
            <w:tcW w:w="3285" w:type="dxa"/>
          </w:tcPr>
          <w:p w:rsidR="001C5543" w:rsidRPr="005E592D" w:rsidRDefault="001C5543" w:rsidP="00D576E3">
            <w:pPr>
              <w:jc w:val="center"/>
              <w:rPr>
                <w:sz w:val="24"/>
                <w:szCs w:val="24"/>
              </w:rPr>
            </w:pPr>
            <w:r w:rsidRPr="005E592D">
              <w:rPr>
                <w:sz w:val="24"/>
                <w:szCs w:val="24"/>
              </w:rPr>
              <w:t>1,0</w:t>
            </w:r>
          </w:p>
        </w:tc>
      </w:tr>
    </w:tbl>
    <w:p w:rsidR="001C5543" w:rsidRPr="005E592D" w:rsidRDefault="001C5543" w:rsidP="00D576E3">
      <w:pPr>
        <w:jc w:val="both"/>
        <w:rPr>
          <w:sz w:val="24"/>
          <w:szCs w:val="24"/>
        </w:rPr>
      </w:pPr>
    </w:p>
    <w:p w:rsidR="001C5543" w:rsidRPr="005E592D" w:rsidRDefault="001C5543"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1C5543" w:rsidRPr="005E592D" w:rsidRDefault="001C5543"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1C5543" w:rsidRPr="005E592D" w:rsidRDefault="001C5543"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1C5543" w:rsidRDefault="001C5543" w:rsidP="00E535C1">
      <w:pPr>
        <w:ind w:firstLine="284"/>
        <w:jc w:val="both"/>
        <w:rPr>
          <w:sz w:val="24"/>
          <w:szCs w:val="24"/>
        </w:rPr>
      </w:pPr>
    </w:p>
    <w:p w:rsidR="001C5543" w:rsidRPr="005E592D" w:rsidRDefault="001C5543" w:rsidP="00E535C1">
      <w:pPr>
        <w:ind w:firstLine="284"/>
        <w:jc w:val="both"/>
        <w:rPr>
          <w:sz w:val="24"/>
          <w:szCs w:val="24"/>
        </w:rPr>
      </w:pPr>
    </w:p>
    <w:p w:rsidR="001C5543" w:rsidRPr="005E592D" w:rsidRDefault="001C5543"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1C5543" w:rsidRPr="005E592D" w:rsidRDefault="001C5543" w:rsidP="00E535C1">
      <w:pPr>
        <w:ind w:firstLine="284"/>
        <w:jc w:val="both"/>
        <w:rPr>
          <w:sz w:val="24"/>
          <w:szCs w:val="24"/>
        </w:rPr>
      </w:pPr>
      <w:r w:rsidRPr="005E592D">
        <w:rPr>
          <w:sz w:val="24"/>
          <w:szCs w:val="24"/>
        </w:rPr>
        <w:t xml:space="preserve">     </w:t>
      </w:r>
    </w:p>
    <w:p w:rsidR="001C5543" w:rsidRPr="005E592D" w:rsidRDefault="001C5543" w:rsidP="00E535C1">
      <w:pPr>
        <w:pStyle w:val="BodyText"/>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1C5543" w:rsidRPr="005E592D" w:rsidRDefault="001C5543" w:rsidP="00E535C1">
      <w:pPr>
        <w:pStyle w:val="BodyText"/>
        <w:ind w:firstLine="284"/>
        <w:rPr>
          <w:b/>
          <w:iCs/>
          <w:snapToGrid w:val="0"/>
          <w:sz w:val="24"/>
          <w:szCs w:val="24"/>
        </w:rPr>
      </w:pPr>
    </w:p>
    <w:p w:rsidR="001C5543" w:rsidRPr="005E592D" w:rsidRDefault="001C5543" w:rsidP="00E535C1">
      <w:pPr>
        <w:pStyle w:val="BodyText"/>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1C5543" w:rsidRPr="005E592D" w:rsidRDefault="001C5543" w:rsidP="00E535C1">
      <w:pPr>
        <w:pStyle w:val="BodyText"/>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1C5543" w:rsidRPr="005E592D" w:rsidRDefault="001C5543" w:rsidP="00D576E3">
      <w:pPr>
        <w:pStyle w:val="BodyText"/>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1C5543" w:rsidRPr="005E592D" w:rsidRDefault="001C5543" w:rsidP="00D576E3">
      <w:pPr>
        <w:pStyle w:val="BodyText"/>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1C5543" w:rsidRPr="005E592D" w:rsidRDefault="001C5543" w:rsidP="00D576E3">
      <w:pPr>
        <w:pStyle w:val="BodyText"/>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1C5543" w:rsidRPr="005E592D" w:rsidRDefault="001C5543" w:rsidP="00D576E3">
      <w:pPr>
        <w:pStyle w:val="BodyText"/>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1C5543" w:rsidRPr="005E592D" w:rsidRDefault="001C5543"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1C5543" w:rsidRPr="005E592D" w:rsidRDefault="001C5543"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1C5543" w:rsidRPr="005E592D" w:rsidRDefault="001C5543" w:rsidP="00E535C1">
      <w:pPr>
        <w:pStyle w:val="BodyTextIndent"/>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1C5543" w:rsidRPr="008D0BB6" w:rsidRDefault="001C5543"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1C5543" w:rsidRPr="008D0BB6" w:rsidRDefault="001C5543" w:rsidP="008D0BB6">
      <w:pPr>
        <w:pStyle w:val="BodyText"/>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1C5543" w:rsidRPr="008D0BB6" w:rsidRDefault="001C5543" w:rsidP="008D0BB6">
      <w:pPr>
        <w:pStyle w:val="BodyTextIndent"/>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1C5543" w:rsidRPr="005E592D" w:rsidRDefault="001C5543" w:rsidP="00E535C1">
      <w:pPr>
        <w:pStyle w:val="BodyText"/>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1C5543" w:rsidRPr="00030335" w:rsidRDefault="001C5543" w:rsidP="008D0BB6">
      <w:pPr>
        <w:pStyle w:val="BodyText"/>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1C5543" w:rsidRPr="005E592D" w:rsidRDefault="001C5543" w:rsidP="00E535C1">
      <w:pPr>
        <w:pStyle w:val="BodyTextIndent"/>
        <w:ind w:firstLine="284"/>
        <w:rPr>
          <w:sz w:val="24"/>
          <w:szCs w:val="24"/>
        </w:rPr>
      </w:pPr>
      <w:r w:rsidRPr="005E592D">
        <w:rPr>
          <w:sz w:val="24"/>
          <w:szCs w:val="24"/>
        </w:rPr>
        <w:t>Итоговое сравнение предложений поставщиков при проведении закупок</w:t>
      </w:r>
    </w:p>
    <w:p w:rsidR="001C5543" w:rsidRDefault="001C5543" w:rsidP="00D576E3">
      <w:pPr>
        <w:pStyle w:val="BodyTextIndent"/>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1C5543" w:rsidRPr="007540CF" w:rsidTr="005E7816">
        <w:tc>
          <w:tcPr>
            <w:tcW w:w="5744" w:type="dxa"/>
          </w:tcPr>
          <w:p w:rsidR="001C5543" w:rsidRPr="00030335" w:rsidRDefault="001C5543"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1C5543" w:rsidRPr="00030335" w:rsidRDefault="001C5543" w:rsidP="00436717">
            <w:pPr>
              <w:jc w:val="both"/>
              <w:rPr>
                <w:sz w:val="24"/>
                <w:szCs w:val="24"/>
              </w:rPr>
            </w:pPr>
            <w:r w:rsidRPr="00030335">
              <w:rPr>
                <w:sz w:val="24"/>
                <w:szCs w:val="24"/>
              </w:rPr>
              <w:t>2.2. Резидент РБ, предлагающий товары с ценой  с НДС:</w:t>
            </w:r>
          </w:p>
          <w:p w:rsidR="001C5543" w:rsidRPr="00030335" w:rsidRDefault="001C5543"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1C5543" w:rsidRPr="00030335" w:rsidRDefault="001C5543" w:rsidP="00436717">
            <w:pPr>
              <w:jc w:val="both"/>
              <w:rPr>
                <w:sz w:val="24"/>
                <w:szCs w:val="24"/>
              </w:rPr>
            </w:pPr>
            <w:r w:rsidRPr="00030335">
              <w:rPr>
                <w:sz w:val="24"/>
                <w:szCs w:val="24"/>
              </w:rPr>
              <w:t>2.1. Ц’ = Ц</w:t>
            </w:r>
            <w:r w:rsidRPr="00030335">
              <w:rPr>
                <w:sz w:val="24"/>
                <w:szCs w:val="24"/>
                <w:vertAlign w:val="superscript"/>
              </w:rPr>
              <w:t xml:space="preserve">1       </w:t>
            </w:r>
          </w:p>
          <w:p w:rsidR="001C5543" w:rsidRPr="00030335" w:rsidRDefault="001C5543" w:rsidP="00436717">
            <w:pPr>
              <w:jc w:val="both"/>
              <w:rPr>
                <w:sz w:val="24"/>
                <w:szCs w:val="24"/>
                <w:vertAlign w:val="superscript"/>
              </w:rPr>
            </w:pPr>
            <w:r w:rsidRPr="00030335">
              <w:rPr>
                <w:sz w:val="24"/>
                <w:szCs w:val="24"/>
                <w:vertAlign w:val="superscript"/>
              </w:rPr>
              <w:t xml:space="preserve">      </w:t>
            </w:r>
          </w:p>
          <w:p w:rsidR="001C5543" w:rsidRPr="00030335" w:rsidRDefault="001C5543" w:rsidP="00436717">
            <w:pPr>
              <w:jc w:val="both"/>
              <w:rPr>
                <w:sz w:val="24"/>
                <w:szCs w:val="24"/>
                <w:lang w:val="en-US"/>
              </w:rPr>
            </w:pPr>
          </w:p>
          <w:p w:rsidR="001C5543" w:rsidRPr="00030335" w:rsidRDefault="001C5543"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1C5543" w:rsidRPr="00030335" w:rsidRDefault="001C5543" w:rsidP="00436717">
            <w:pPr>
              <w:jc w:val="both"/>
              <w:rPr>
                <w:sz w:val="24"/>
                <w:szCs w:val="24"/>
              </w:rPr>
            </w:pPr>
          </w:p>
        </w:tc>
      </w:tr>
      <w:tr w:rsidR="001C5543" w:rsidRPr="007540CF" w:rsidTr="00436717">
        <w:trPr>
          <w:trHeight w:val="840"/>
        </w:trPr>
        <w:tc>
          <w:tcPr>
            <w:tcW w:w="5744" w:type="dxa"/>
          </w:tcPr>
          <w:p w:rsidR="001C5543" w:rsidRPr="00030335" w:rsidRDefault="001C5543" w:rsidP="00436717">
            <w:pPr>
              <w:pStyle w:val="BodyTextIndent"/>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1C5543" w:rsidRPr="00030335" w:rsidRDefault="001C5543"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1C5543" w:rsidRPr="00030335" w:rsidRDefault="001C5543" w:rsidP="00436717">
            <w:pPr>
              <w:jc w:val="both"/>
              <w:rPr>
                <w:sz w:val="24"/>
                <w:szCs w:val="24"/>
              </w:rPr>
            </w:pPr>
          </w:p>
        </w:tc>
      </w:tr>
      <w:tr w:rsidR="001C5543" w:rsidRPr="007540CF" w:rsidTr="00436717">
        <w:trPr>
          <w:trHeight w:val="2782"/>
        </w:trPr>
        <w:tc>
          <w:tcPr>
            <w:tcW w:w="5744" w:type="dxa"/>
          </w:tcPr>
          <w:p w:rsidR="001C5543" w:rsidRPr="00030335" w:rsidRDefault="001C5543" w:rsidP="00436717">
            <w:pPr>
              <w:pStyle w:val="BodyTextIndent"/>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1C5543" w:rsidRPr="00030335" w:rsidRDefault="001C5543" w:rsidP="00436717">
            <w:pPr>
              <w:pStyle w:val="BodyTextIndent"/>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1C5543" w:rsidRPr="00030335" w:rsidRDefault="001C5543"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1C5543" w:rsidRPr="00030335" w:rsidRDefault="001C5543" w:rsidP="00436717">
            <w:pPr>
              <w:jc w:val="both"/>
              <w:rPr>
                <w:sz w:val="24"/>
                <w:szCs w:val="24"/>
              </w:rPr>
            </w:pPr>
          </w:p>
          <w:p w:rsidR="001C5543" w:rsidRDefault="001C5543" w:rsidP="00436717">
            <w:pPr>
              <w:jc w:val="both"/>
              <w:rPr>
                <w:sz w:val="24"/>
                <w:szCs w:val="24"/>
              </w:rPr>
            </w:pPr>
          </w:p>
          <w:p w:rsidR="001C5543" w:rsidRPr="00030335" w:rsidRDefault="001C5543" w:rsidP="00436717">
            <w:pPr>
              <w:jc w:val="both"/>
              <w:rPr>
                <w:sz w:val="24"/>
                <w:szCs w:val="24"/>
              </w:rPr>
            </w:pPr>
          </w:p>
          <w:p w:rsidR="001C5543" w:rsidRPr="00030335" w:rsidRDefault="001C5543"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1C5543" w:rsidRPr="00030335" w:rsidRDefault="001C5543"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1C5543" w:rsidRPr="007540CF" w:rsidTr="00030335">
        <w:trPr>
          <w:trHeight w:val="885"/>
        </w:trPr>
        <w:tc>
          <w:tcPr>
            <w:tcW w:w="5744" w:type="dxa"/>
          </w:tcPr>
          <w:p w:rsidR="001C5543" w:rsidRPr="00030335" w:rsidRDefault="001C5543"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1C5543" w:rsidRPr="00030335" w:rsidRDefault="001C5543"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1C5543" w:rsidRPr="00030335" w:rsidRDefault="001C5543" w:rsidP="00436717">
            <w:pPr>
              <w:jc w:val="both"/>
              <w:rPr>
                <w:sz w:val="24"/>
                <w:szCs w:val="24"/>
              </w:rPr>
            </w:pPr>
          </w:p>
        </w:tc>
      </w:tr>
      <w:tr w:rsidR="001C5543" w:rsidRPr="007540CF" w:rsidTr="00436717">
        <w:trPr>
          <w:trHeight w:val="2250"/>
        </w:trPr>
        <w:tc>
          <w:tcPr>
            <w:tcW w:w="5744" w:type="dxa"/>
          </w:tcPr>
          <w:p w:rsidR="001C5543" w:rsidRPr="00030335" w:rsidRDefault="001C5543"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1C5543" w:rsidRPr="00030335" w:rsidRDefault="001C5543"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1C5543" w:rsidRPr="00030335" w:rsidRDefault="001C5543" w:rsidP="00436717">
            <w:pPr>
              <w:jc w:val="both"/>
              <w:rPr>
                <w:sz w:val="24"/>
                <w:szCs w:val="24"/>
              </w:rPr>
            </w:pPr>
          </w:p>
        </w:tc>
      </w:tr>
    </w:tbl>
    <w:p w:rsidR="001C5543" w:rsidRPr="005E592D" w:rsidRDefault="001C5543" w:rsidP="00E535C1">
      <w:pPr>
        <w:pStyle w:val="BodyText"/>
        <w:tabs>
          <w:tab w:val="left" w:pos="0"/>
        </w:tabs>
        <w:ind w:firstLine="284"/>
        <w:rPr>
          <w:snapToGrid w:val="0"/>
          <w:sz w:val="24"/>
          <w:szCs w:val="24"/>
        </w:rPr>
      </w:pPr>
    </w:p>
    <w:p w:rsidR="001C5543" w:rsidRPr="005E592D" w:rsidRDefault="001C5543" w:rsidP="00E535C1">
      <w:pPr>
        <w:pStyle w:val="BodyText"/>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1C5543" w:rsidRPr="005E592D" w:rsidRDefault="001C5543" w:rsidP="00E535C1">
      <w:pPr>
        <w:pStyle w:val="BodyText"/>
        <w:ind w:firstLine="284"/>
        <w:rPr>
          <w:b/>
          <w:bCs/>
          <w:iCs/>
          <w:sz w:val="24"/>
          <w:szCs w:val="24"/>
        </w:rPr>
      </w:pPr>
    </w:p>
    <w:p w:rsidR="001C5543" w:rsidRPr="005E592D" w:rsidRDefault="001C5543" w:rsidP="00E535C1">
      <w:pPr>
        <w:pStyle w:val="BodyText"/>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1C5543" w:rsidRPr="005E592D" w:rsidRDefault="001C5543" w:rsidP="00E535C1">
      <w:pPr>
        <w:pStyle w:val="BodyText"/>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1C5543" w:rsidRPr="005E592D" w:rsidRDefault="001C5543" w:rsidP="00E535C1">
      <w:pPr>
        <w:pStyle w:val="BodyText"/>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1C5543" w:rsidRPr="005E592D" w:rsidRDefault="001C5543" w:rsidP="00E535C1">
      <w:pPr>
        <w:pStyle w:val="BodyText"/>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1C5543" w:rsidRPr="005E592D" w:rsidRDefault="001C5543" w:rsidP="00E535C1">
      <w:pPr>
        <w:pStyle w:val="BodyText"/>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1C5543" w:rsidRPr="00B635A5" w:rsidRDefault="001C5543" w:rsidP="00B635A5">
      <w:pPr>
        <w:pStyle w:val="BodyText"/>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1C5543" w:rsidRPr="00B635A5" w:rsidRDefault="001C5543" w:rsidP="00B635A5">
      <w:pPr>
        <w:pStyle w:val="BodyText"/>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1C5543" w:rsidRPr="005E592D" w:rsidRDefault="001C5543" w:rsidP="00E535C1">
      <w:pPr>
        <w:ind w:firstLine="284"/>
        <w:rPr>
          <w:sz w:val="24"/>
          <w:szCs w:val="24"/>
        </w:rPr>
      </w:pPr>
    </w:p>
    <w:p w:rsidR="001C5543" w:rsidRPr="005E592D" w:rsidRDefault="001C5543" w:rsidP="00E535C1">
      <w:pPr>
        <w:pStyle w:val="BodyText"/>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1C5543" w:rsidRPr="005E592D" w:rsidRDefault="001C5543" w:rsidP="00E535C1">
      <w:pPr>
        <w:pStyle w:val="BodyText"/>
        <w:ind w:firstLine="284"/>
        <w:rPr>
          <w:b/>
          <w:bCs/>
          <w:iCs/>
          <w:snapToGrid w:val="0"/>
          <w:sz w:val="24"/>
          <w:szCs w:val="24"/>
        </w:rPr>
      </w:pPr>
    </w:p>
    <w:p w:rsidR="001C5543" w:rsidRPr="005E592D" w:rsidRDefault="001C5543" w:rsidP="00E535C1">
      <w:pPr>
        <w:pStyle w:val="BodyText"/>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1C5543" w:rsidRPr="005E592D" w:rsidRDefault="001C5543"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1C5543" w:rsidRPr="005E592D" w:rsidRDefault="001C5543"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1C5543" w:rsidRPr="005E592D" w:rsidRDefault="001C5543"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1C5543" w:rsidRPr="005E592D" w:rsidRDefault="001C5543"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1C5543" w:rsidRPr="005E592D" w:rsidRDefault="001C5543"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1C5543" w:rsidRPr="005E592D" w:rsidRDefault="001C5543"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1C5543" w:rsidRPr="005E592D" w:rsidRDefault="001C5543"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1C5543" w:rsidRPr="005E592D" w:rsidRDefault="001C5543"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1C5543" w:rsidRPr="005E592D" w:rsidRDefault="001C5543"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1C5543" w:rsidRPr="005E592D" w:rsidRDefault="001C5543"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1C5543" w:rsidRPr="005E592D" w:rsidRDefault="001C5543"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1C5543" w:rsidRPr="005E592D" w:rsidRDefault="001C5543"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1C5543" w:rsidRPr="005E592D" w:rsidRDefault="001C5543"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1C5543" w:rsidRPr="005E592D" w:rsidRDefault="001C5543"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1C5543" w:rsidRPr="005E592D" w:rsidRDefault="001C5543"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1C5543" w:rsidRPr="005E592D" w:rsidRDefault="001C5543"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1C5543" w:rsidRPr="005E592D" w:rsidRDefault="001C5543"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1C5543" w:rsidRPr="005E592D" w:rsidRDefault="001C5543"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1C5543" w:rsidRPr="005E592D" w:rsidRDefault="001C5543"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1C5543" w:rsidRPr="005E592D" w:rsidRDefault="001C5543"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1C5543" w:rsidRPr="005E592D" w:rsidRDefault="001C5543" w:rsidP="00E535C1">
      <w:pPr>
        <w:pStyle w:val="BodyText"/>
        <w:tabs>
          <w:tab w:val="left" w:pos="0"/>
        </w:tabs>
        <w:ind w:firstLine="284"/>
        <w:jc w:val="left"/>
        <w:rPr>
          <w:iCs/>
          <w:snapToGrid w:val="0"/>
          <w:sz w:val="24"/>
          <w:szCs w:val="24"/>
        </w:rPr>
      </w:pPr>
      <w:r w:rsidRPr="005E592D">
        <w:rPr>
          <w:iCs/>
          <w:snapToGrid w:val="0"/>
          <w:sz w:val="24"/>
          <w:szCs w:val="24"/>
        </w:rPr>
        <w:t xml:space="preserve">     </w:t>
      </w:r>
    </w:p>
    <w:p w:rsidR="001C5543" w:rsidRPr="005E592D" w:rsidRDefault="001C5543" w:rsidP="005E592D">
      <w:pPr>
        <w:pStyle w:val="BodyText"/>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1C5543" w:rsidRPr="005E592D" w:rsidRDefault="001C5543" w:rsidP="005E592D">
      <w:pPr>
        <w:pStyle w:val="BodyText"/>
        <w:ind w:firstLine="284"/>
        <w:jc w:val="left"/>
        <w:rPr>
          <w:b/>
          <w:iCs/>
          <w:snapToGrid w:val="0"/>
          <w:sz w:val="24"/>
          <w:szCs w:val="24"/>
        </w:rPr>
      </w:pPr>
    </w:p>
    <w:p w:rsidR="001C5543" w:rsidRPr="00FA3203" w:rsidRDefault="001C5543" w:rsidP="005E592D">
      <w:pPr>
        <w:pStyle w:val="BodyText"/>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1C5543" w:rsidRPr="005E592D" w:rsidRDefault="001C5543"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1C5543" w:rsidRDefault="001C5543" w:rsidP="005E592D">
      <w:pPr>
        <w:pStyle w:val="BodyText"/>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1C5543" w:rsidRPr="00710CBB" w:rsidRDefault="001C5543"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1C5543" w:rsidRPr="00710CBB" w:rsidRDefault="001C5543" w:rsidP="00710CBB">
      <w:pPr>
        <w:pStyle w:val="BodyText"/>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1C5543" w:rsidRPr="00710CBB" w:rsidRDefault="001C5543"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1C5543" w:rsidRPr="00710CBB" w:rsidRDefault="001C5543"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1C5543" w:rsidRPr="00710CBB" w:rsidRDefault="001C5543"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1C5543" w:rsidRPr="005E592D" w:rsidRDefault="001C5543"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1C5543" w:rsidRDefault="001C5543" w:rsidP="005E592D">
      <w:pPr>
        <w:pStyle w:val="BodyText"/>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1C5543" w:rsidRPr="005E592D" w:rsidRDefault="001C5543" w:rsidP="005E592D">
      <w:pPr>
        <w:pStyle w:val="BodyText"/>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1C5543" w:rsidRDefault="001C5543"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1C5543" w:rsidRPr="005E592D" w:rsidRDefault="001C5543" w:rsidP="005E592D">
      <w:pPr>
        <w:suppressAutoHyphens/>
        <w:autoSpaceDE w:val="0"/>
        <w:autoSpaceDN w:val="0"/>
        <w:adjustRightInd w:val="0"/>
        <w:ind w:firstLine="284"/>
        <w:jc w:val="both"/>
        <w:rPr>
          <w:sz w:val="24"/>
          <w:szCs w:val="24"/>
        </w:rPr>
      </w:pPr>
    </w:p>
    <w:p w:rsidR="001C5543" w:rsidRPr="005E592D" w:rsidRDefault="001C5543" w:rsidP="00D576E3">
      <w:pPr>
        <w:pStyle w:val="BodyText"/>
        <w:ind w:firstLine="180"/>
        <w:jc w:val="center"/>
        <w:rPr>
          <w:b/>
          <w:sz w:val="24"/>
          <w:szCs w:val="24"/>
        </w:rPr>
      </w:pPr>
    </w:p>
    <w:p w:rsidR="001C5543" w:rsidRPr="005E592D" w:rsidRDefault="001C5543" w:rsidP="00D576E3">
      <w:pPr>
        <w:pStyle w:val="BodyText"/>
        <w:ind w:firstLine="180"/>
        <w:jc w:val="center"/>
        <w:rPr>
          <w:b/>
          <w:sz w:val="24"/>
          <w:szCs w:val="24"/>
        </w:rPr>
      </w:pPr>
      <w:r w:rsidRPr="005E592D">
        <w:rPr>
          <w:b/>
          <w:sz w:val="24"/>
          <w:szCs w:val="24"/>
        </w:rPr>
        <w:t>Глава 19</w:t>
      </w:r>
    </w:p>
    <w:p w:rsidR="001C5543" w:rsidRPr="005E592D" w:rsidRDefault="001C5543" w:rsidP="00D576E3">
      <w:pPr>
        <w:pStyle w:val="BodyText"/>
        <w:ind w:firstLine="540"/>
        <w:jc w:val="center"/>
        <w:rPr>
          <w:b/>
          <w:sz w:val="24"/>
          <w:szCs w:val="24"/>
        </w:rPr>
      </w:pPr>
      <w:r w:rsidRPr="005E592D">
        <w:rPr>
          <w:b/>
          <w:sz w:val="24"/>
          <w:szCs w:val="24"/>
        </w:rPr>
        <w:t>ВСКРЫТИЕ КОНВЕРТОВ С КОНКУРСНЫМИ ПРЕДЛОЖЕНИЯМИ</w:t>
      </w:r>
    </w:p>
    <w:p w:rsidR="001C5543" w:rsidRPr="005E592D" w:rsidRDefault="001C5543" w:rsidP="00D576E3">
      <w:pPr>
        <w:pStyle w:val="BodyText"/>
        <w:ind w:firstLine="540"/>
        <w:rPr>
          <w:color w:val="000000"/>
          <w:w w:val="112"/>
          <w:sz w:val="24"/>
          <w:szCs w:val="24"/>
        </w:rPr>
      </w:pPr>
      <w:r w:rsidRPr="005E592D">
        <w:rPr>
          <w:sz w:val="24"/>
          <w:szCs w:val="24"/>
        </w:rPr>
        <w:t xml:space="preserve"> </w:t>
      </w:r>
    </w:p>
    <w:p w:rsidR="001C5543" w:rsidRPr="005E592D" w:rsidRDefault="001C5543" w:rsidP="005E592D">
      <w:pPr>
        <w:pStyle w:val="BodyText"/>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1C5543" w:rsidRPr="005E592D" w:rsidRDefault="001C5543" w:rsidP="005E592D">
      <w:pPr>
        <w:pStyle w:val="BodyText"/>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1C5543" w:rsidRPr="005E592D" w:rsidRDefault="001C5543" w:rsidP="005E592D">
      <w:pPr>
        <w:pStyle w:val="BodyText"/>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1C5543" w:rsidRPr="005E592D" w:rsidRDefault="001C5543" w:rsidP="005E592D">
      <w:pPr>
        <w:pStyle w:val="BodyText"/>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1C5543" w:rsidRPr="005E592D" w:rsidRDefault="001C5543"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1C5543" w:rsidRPr="005E592D" w:rsidRDefault="001C5543"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1C5543" w:rsidRPr="005E592D" w:rsidRDefault="001C5543"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1C5543" w:rsidRPr="005E592D" w:rsidRDefault="001C5543"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1C5543" w:rsidRPr="005E592D" w:rsidRDefault="001C5543"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1C5543" w:rsidRPr="005E592D" w:rsidRDefault="001C5543"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Pr>
          <w:sz w:val="24"/>
          <w:szCs w:val="24"/>
          <w:highlight w:val="yellow"/>
        </w:rPr>
        <w:t>24</w:t>
      </w:r>
      <w:r w:rsidRPr="00C670D0">
        <w:rPr>
          <w:sz w:val="24"/>
          <w:szCs w:val="24"/>
          <w:highlight w:val="yellow"/>
        </w:rPr>
        <w:t>.0</w:t>
      </w:r>
      <w:r>
        <w:rPr>
          <w:sz w:val="24"/>
          <w:szCs w:val="24"/>
          <w:highlight w:val="yellow"/>
        </w:rPr>
        <w:t>6</w:t>
      </w:r>
      <w:r w:rsidRPr="00C670D0">
        <w:rPr>
          <w:sz w:val="24"/>
          <w:szCs w:val="24"/>
          <w:highlight w:val="yellow"/>
        </w:rPr>
        <w:t>.2021</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1C5543" w:rsidRPr="005E592D" w:rsidRDefault="001C5543"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1C5543" w:rsidRPr="005E592D" w:rsidRDefault="001C5543"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1C5543" w:rsidRPr="005E592D" w:rsidRDefault="001C5543" w:rsidP="005E592D">
      <w:pPr>
        <w:suppressAutoHyphens/>
        <w:autoSpaceDE w:val="0"/>
        <w:autoSpaceDN w:val="0"/>
        <w:adjustRightInd w:val="0"/>
        <w:ind w:firstLine="284"/>
        <w:jc w:val="both"/>
        <w:rPr>
          <w:sz w:val="24"/>
          <w:szCs w:val="24"/>
        </w:rPr>
      </w:pPr>
      <w:r w:rsidRPr="005E592D">
        <w:rPr>
          <w:sz w:val="24"/>
          <w:szCs w:val="24"/>
        </w:rPr>
        <w:t>ул. Чапаева, 64,</w:t>
      </w:r>
    </w:p>
    <w:p w:rsidR="001C5543" w:rsidRPr="005E592D" w:rsidRDefault="001C5543"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1C5543" w:rsidRPr="005E592D" w:rsidRDefault="001C5543" w:rsidP="005E592D">
      <w:pPr>
        <w:pStyle w:val="BodyText"/>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1C5543" w:rsidRPr="005E592D" w:rsidRDefault="001C5543" w:rsidP="005E592D">
      <w:pPr>
        <w:pStyle w:val="BodyText"/>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1C5543" w:rsidRPr="005E592D" w:rsidRDefault="001C5543" w:rsidP="005E592D">
      <w:pPr>
        <w:pStyle w:val="BodyText"/>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1C5543" w:rsidRDefault="001C5543" w:rsidP="005E592D">
      <w:pPr>
        <w:pStyle w:val="BodyText"/>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1C5543" w:rsidRDefault="001C5543" w:rsidP="005E592D">
      <w:pPr>
        <w:pStyle w:val="BodyText"/>
        <w:ind w:firstLine="284"/>
        <w:rPr>
          <w:iCs/>
          <w:sz w:val="24"/>
          <w:szCs w:val="24"/>
        </w:rPr>
      </w:pPr>
    </w:p>
    <w:p w:rsidR="001C5543" w:rsidRDefault="001C5543" w:rsidP="005E592D">
      <w:pPr>
        <w:pStyle w:val="BodyText"/>
        <w:ind w:firstLine="284"/>
        <w:rPr>
          <w:iCs/>
          <w:sz w:val="24"/>
          <w:szCs w:val="24"/>
        </w:rPr>
      </w:pPr>
    </w:p>
    <w:p w:rsidR="001C5543" w:rsidRPr="005E592D" w:rsidRDefault="001C5543" w:rsidP="005E592D">
      <w:pPr>
        <w:pStyle w:val="BodyText"/>
        <w:ind w:firstLine="284"/>
        <w:rPr>
          <w:iCs/>
          <w:sz w:val="24"/>
          <w:szCs w:val="24"/>
        </w:rPr>
      </w:pPr>
    </w:p>
    <w:p w:rsidR="001C5543" w:rsidRPr="005E592D" w:rsidRDefault="001C5543" w:rsidP="00D576E3">
      <w:pPr>
        <w:pStyle w:val="BodyText"/>
        <w:jc w:val="center"/>
        <w:rPr>
          <w:b/>
          <w:iCs/>
          <w:sz w:val="24"/>
          <w:szCs w:val="24"/>
        </w:rPr>
      </w:pPr>
      <w:r w:rsidRPr="005E592D">
        <w:rPr>
          <w:b/>
          <w:iCs/>
          <w:sz w:val="24"/>
          <w:szCs w:val="24"/>
        </w:rPr>
        <w:t>Глава 20</w:t>
      </w:r>
    </w:p>
    <w:p w:rsidR="001C5543" w:rsidRPr="005E592D" w:rsidRDefault="001C5543" w:rsidP="00D576E3">
      <w:pPr>
        <w:pStyle w:val="BodyText"/>
        <w:jc w:val="center"/>
        <w:rPr>
          <w:b/>
          <w:iCs/>
          <w:sz w:val="24"/>
          <w:szCs w:val="24"/>
        </w:rPr>
      </w:pPr>
      <w:r w:rsidRPr="005E592D">
        <w:rPr>
          <w:b/>
          <w:iCs/>
          <w:sz w:val="24"/>
          <w:szCs w:val="24"/>
        </w:rPr>
        <w:t>РАССМОТРЕНИЕ КОНКУРСНЫХ ПРЕДЛОЖЕНИЙ</w:t>
      </w:r>
    </w:p>
    <w:p w:rsidR="001C5543" w:rsidRPr="005E592D" w:rsidRDefault="001C5543" w:rsidP="005E592D">
      <w:pPr>
        <w:pStyle w:val="BodyText"/>
        <w:ind w:firstLine="284"/>
        <w:rPr>
          <w:i/>
          <w:iCs/>
          <w:sz w:val="24"/>
          <w:szCs w:val="24"/>
        </w:rPr>
      </w:pPr>
    </w:p>
    <w:p w:rsidR="001C5543" w:rsidRPr="005E592D" w:rsidRDefault="001C5543" w:rsidP="005E592D">
      <w:pPr>
        <w:pStyle w:val="BodyText"/>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1C5543" w:rsidRPr="005E592D" w:rsidRDefault="001C5543" w:rsidP="005E592D">
      <w:pPr>
        <w:ind w:firstLine="284"/>
        <w:jc w:val="both"/>
        <w:rPr>
          <w:sz w:val="24"/>
          <w:szCs w:val="24"/>
        </w:rPr>
      </w:pPr>
      <w:r w:rsidRPr="005E592D">
        <w:rPr>
          <w:sz w:val="24"/>
          <w:szCs w:val="24"/>
        </w:rPr>
        <w:t>Заказчик изучит конкурсные предложения на предмет:</w:t>
      </w:r>
    </w:p>
    <w:p w:rsidR="001C5543" w:rsidRPr="005E592D" w:rsidRDefault="001C5543"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1C5543" w:rsidRPr="005E592D" w:rsidRDefault="001C5543"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1C5543" w:rsidRPr="005E592D" w:rsidRDefault="001C5543" w:rsidP="005E592D">
      <w:pPr>
        <w:pStyle w:val="BodyText"/>
        <w:ind w:firstLine="284"/>
        <w:rPr>
          <w:iCs/>
          <w:sz w:val="24"/>
          <w:szCs w:val="24"/>
        </w:rPr>
      </w:pPr>
      <w:r w:rsidRPr="005E592D">
        <w:rPr>
          <w:sz w:val="24"/>
          <w:szCs w:val="24"/>
        </w:rPr>
        <w:t>наличия ошибок,  допущенных при вычислениях.</w:t>
      </w:r>
    </w:p>
    <w:p w:rsidR="001C5543" w:rsidRPr="005E592D" w:rsidRDefault="001C5543"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1C5543" w:rsidRPr="005E592D" w:rsidRDefault="001C5543" w:rsidP="005E592D">
      <w:pPr>
        <w:pStyle w:val="BodyText"/>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1C5543" w:rsidRPr="005E592D" w:rsidRDefault="001C5543" w:rsidP="005E592D">
      <w:pPr>
        <w:pStyle w:val="BodyText"/>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1C5543" w:rsidRPr="005E592D" w:rsidRDefault="001C5543" w:rsidP="005E592D">
      <w:pPr>
        <w:pStyle w:val="BodyText"/>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1C5543" w:rsidRPr="005E592D" w:rsidRDefault="001C5543" w:rsidP="005E592D">
      <w:pPr>
        <w:pStyle w:val="BodyText"/>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1C5543" w:rsidRPr="005E592D" w:rsidRDefault="001C5543" w:rsidP="00D576E3">
      <w:pPr>
        <w:suppressAutoHyphens/>
        <w:autoSpaceDE w:val="0"/>
        <w:autoSpaceDN w:val="0"/>
        <w:adjustRightInd w:val="0"/>
        <w:jc w:val="center"/>
        <w:rPr>
          <w:b/>
          <w:sz w:val="24"/>
          <w:szCs w:val="24"/>
        </w:rPr>
      </w:pPr>
    </w:p>
    <w:p w:rsidR="001C5543" w:rsidRPr="005E592D" w:rsidRDefault="001C5543" w:rsidP="00D576E3">
      <w:pPr>
        <w:suppressAutoHyphens/>
        <w:autoSpaceDE w:val="0"/>
        <w:autoSpaceDN w:val="0"/>
        <w:adjustRightInd w:val="0"/>
        <w:jc w:val="center"/>
        <w:rPr>
          <w:b/>
          <w:sz w:val="24"/>
          <w:szCs w:val="24"/>
        </w:rPr>
      </w:pPr>
      <w:r w:rsidRPr="005E592D">
        <w:rPr>
          <w:b/>
          <w:sz w:val="24"/>
          <w:szCs w:val="24"/>
        </w:rPr>
        <w:t>Глава 21</w:t>
      </w:r>
    </w:p>
    <w:p w:rsidR="001C5543" w:rsidRPr="005E592D" w:rsidRDefault="001C5543"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1C5543" w:rsidRPr="005E592D" w:rsidRDefault="001C5543" w:rsidP="00D576E3">
      <w:pPr>
        <w:pStyle w:val="BodyText"/>
        <w:ind w:firstLine="540"/>
        <w:rPr>
          <w:iCs/>
          <w:sz w:val="24"/>
          <w:szCs w:val="24"/>
        </w:rPr>
      </w:pPr>
    </w:p>
    <w:p w:rsidR="001C5543" w:rsidRPr="005E592D" w:rsidRDefault="001C5543"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1C5543" w:rsidRPr="005E592D" w:rsidRDefault="001C5543"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1C5543" w:rsidRPr="005E592D" w:rsidRDefault="001C5543"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1C5543" w:rsidRPr="005E592D" w:rsidRDefault="001C5543"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1C5543" w:rsidRPr="005E592D" w:rsidRDefault="001C5543"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1C5543" w:rsidRPr="005E592D" w:rsidRDefault="001C5543"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1C5543" w:rsidRPr="005E592D" w:rsidRDefault="001C5543"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1C5543" w:rsidRPr="005E592D" w:rsidRDefault="001C5543"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1C5543" w:rsidRPr="005E592D" w:rsidRDefault="001C5543" w:rsidP="005E592D">
      <w:pPr>
        <w:pStyle w:val="point"/>
        <w:ind w:firstLine="284"/>
      </w:pPr>
      <w:r>
        <w:t>21.3</w:t>
      </w:r>
      <w:r w:rsidRPr="005E592D">
        <w:t>. Комиссия имеет право отклонить все конкурсные предложения в случае:</w:t>
      </w:r>
    </w:p>
    <w:p w:rsidR="001C5543" w:rsidRPr="005E592D" w:rsidRDefault="001C5543" w:rsidP="005E592D">
      <w:pPr>
        <w:pStyle w:val="newncpi"/>
        <w:ind w:firstLine="284"/>
      </w:pPr>
      <w:r>
        <w:t>21.3</w:t>
      </w:r>
      <w:r w:rsidRPr="005E592D">
        <w:t xml:space="preserve">.1. Утраты заказчиком необходимости приобретения товаров. </w:t>
      </w:r>
    </w:p>
    <w:p w:rsidR="001C5543" w:rsidRPr="005E592D" w:rsidRDefault="001C5543" w:rsidP="005E592D">
      <w:pPr>
        <w:pStyle w:val="newncpi"/>
        <w:ind w:firstLine="284"/>
      </w:pPr>
      <w:r>
        <w:t>21.3</w:t>
      </w:r>
      <w:r w:rsidRPr="005E592D">
        <w:t>.2. Как содержащие экономически невыгодные для заказчика условия.</w:t>
      </w:r>
    </w:p>
    <w:p w:rsidR="001C5543" w:rsidRPr="005E592D" w:rsidRDefault="001C5543" w:rsidP="005E592D">
      <w:pPr>
        <w:pStyle w:val="BodyText"/>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1C5543" w:rsidRPr="005E592D" w:rsidRDefault="001C5543"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1C5543" w:rsidRPr="005E592D" w:rsidRDefault="001C5543" w:rsidP="005E592D">
      <w:pPr>
        <w:pStyle w:val="BodyText"/>
        <w:ind w:firstLine="284"/>
        <w:rPr>
          <w:b/>
          <w:iCs/>
          <w:sz w:val="24"/>
          <w:szCs w:val="24"/>
        </w:rPr>
      </w:pPr>
    </w:p>
    <w:p w:rsidR="001C5543" w:rsidRPr="005E592D" w:rsidRDefault="001C5543" w:rsidP="00D576E3">
      <w:pPr>
        <w:pStyle w:val="BodyText"/>
        <w:ind w:firstLine="540"/>
        <w:jc w:val="center"/>
        <w:rPr>
          <w:b/>
          <w:iCs/>
          <w:sz w:val="24"/>
          <w:szCs w:val="24"/>
        </w:rPr>
      </w:pPr>
      <w:r w:rsidRPr="005E592D">
        <w:rPr>
          <w:b/>
          <w:iCs/>
          <w:sz w:val="24"/>
          <w:szCs w:val="24"/>
        </w:rPr>
        <w:t>Глава 22</w:t>
      </w:r>
    </w:p>
    <w:p w:rsidR="001C5543" w:rsidRPr="005E592D" w:rsidRDefault="001C5543" w:rsidP="00D576E3">
      <w:pPr>
        <w:ind w:firstLine="360"/>
        <w:jc w:val="center"/>
        <w:rPr>
          <w:b/>
          <w:sz w:val="24"/>
          <w:szCs w:val="24"/>
        </w:rPr>
      </w:pPr>
      <w:r w:rsidRPr="005E592D">
        <w:rPr>
          <w:b/>
          <w:sz w:val="24"/>
          <w:szCs w:val="24"/>
        </w:rPr>
        <w:t>ОТМЕНА ПРОЦЕДУРЫ ОТКРЫТОГО КОНКУРСА</w:t>
      </w:r>
    </w:p>
    <w:p w:rsidR="001C5543" w:rsidRPr="005E592D" w:rsidRDefault="001C5543" w:rsidP="00D576E3">
      <w:pPr>
        <w:ind w:firstLine="360"/>
        <w:jc w:val="center"/>
        <w:rPr>
          <w:b/>
          <w:sz w:val="24"/>
          <w:szCs w:val="24"/>
        </w:rPr>
      </w:pPr>
    </w:p>
    <w:p w:rsidR="001C5543" w:rsidRPr="005E592D" w:rsidRDefault="001C5543"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1C5543" w:rsidRPr="005E592D" w:rsidRDefault="001C5543" w:rsidP="005E592D">
      <w:pPr>
        <w:ind w:firstLine="284"/>
        <w:jc w:val="both"/>
        <w:rPr>
          <w:sz w:val="24"/>
          <w:szCs w:val="24"/>
        </w:rPr>
      </w:pPr>
      <w:r>
        <w:rPr>
          <w:sz w:val="24"/>
          <w:szCs w:val="24"/>
        </w:rPr>
        <w:t>22.1</w:t>
      </w:r>
      <w:r w:rsidRPr="005E592D">
        <w:rPr>
          <w:sz w:val="24"/>
          <w:szCs w:val="24"/>
        </w:rPr>
        <w:t>.1. Отсутствия финансирования;</w:t>
      </w:r>
    </w:p>
    <w:p w:rsidR="001C5543" w:rsidRPr="005E592D" w:rsidRDefault="001C5543"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1C5543" w:rsidRPr="005E592D" w:rsidRDefault="001C5543"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1C5543" w:rsidRPr="005E592D" w:rsidRDefault="001C5543" w:rsidP="005E592D">
      <w:pPr>
        <w:ind w:firstLine="284"/>
        <w:jc w:val="both"/>
        <w:rPr>
          <w:sz w:val="24"/>
          <w:szCs w:val="24"/>
        </w:rPr>
      </w:pPr>
      <w:r>
        <w:rPr>
          <w:sz w:val="24"/>
          <w:szCs w:val="24"/>
        </w:rPr>
        <w:t>22.1</w:t>
      </w:r>
      <w:r w:rsidRPr="005E592D">
        <w:rPr>
          <w:sz w:val="24"/>
          <w:szCs w:val="24"/>
        </w:rPr>
        <w:t>.4. ОАО «БЗМП» вправе:</w:t>
      </w:r>
    </w:p>
    <w:p w:rsidR="001C5543" w:rsidRPr="005E592D" w:rsidRDefault="001C5543" w:rsidP="005E592D">
      <w:pPr>
        <w:ind w:firstLine="284"/>
        <w:jc w:val="both"/>
        <w:rPr>
          <w:sz w:val="24"/>
          <w:szCs w:val="24"/>
        </w:rPr>
      </w:pPr>
      <w:r w:rsidRPr="005E592D">
        <w:rPr>
          <w:sz w:val="24"/>
          <w:szCs w:val="24"/>
        </w:rPr>
        <w:t>в случае, если участник, занявший первое место, не подписал договор на закупку провести повторную процедуру закупки, либо провести иную процедуру закупки в соответствии с Порядком;</w:t>
      </w:r>
    </w:p>
    <w:p w:rsidR="001C5543" w:rsidRPr="005E592D" w:rsidRDefault="001C5543"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1C5543" w:rsidRPr="005E592D" w:rsidRDefault="001C5543" w:rsidP="005E592D">
      <w:pPr>
        <w:ind w:firstLine="284"/>
        <w:jc w:val="both"/>
        <w:rPr>
          <w:sz w:val="24"/>
          <w:szCs w:val="24"/>
        </w:rPr>
      </w:pPr>
      <w:r w:rsidRPr="005E592D">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1C5543" w:rsidRPr="005E592D" w:rsidRDefault="001C5543"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1C5543" w:rsidRPr="005E592D" w:rsidRDefault="001C5543" w:rsidP="00D576E3">
      <w:pPr>
        <w:ind w:firstLine="180"/>
        <w:jc w:val="both"/>
        <w:rPr>
          <w:sz w:val="24"/>
          <w:szCs w:val="24"/>
        </w:rPr>
      </w:pPr>
    </w:p>
    <w:p w:rsidR="001C5543" w:rsidRPr="005E592D" w:rsidRDefault="001C5543" w:rsidP="00D576E3">
      <w:pPr>
        <w:ind w:firstLine="540"/>
        <w:jc w:val="center"/>
        <w:rPr>
          <w:b/>
          <w:sz w:val="24"/>
          <w:szCs w:val="24"/>
        </w:rPr>
      </w:pPr>
      <w:r w:rsidRPr="005E592D">
        <w:rPr>
          <w:b/>
          <w:sz w:val="24"/>
          <w:szCs w:val="24"/>
        </w:rPr>
        <w:t>Глава 23</w:t>
      </w:r>
    </w:p>
    <w:p w:rsidR="001C5543" w:rsidRPr="005E592D" w:rsidRDefault="001C5543" w:rsidP="00D576E3">
      <w:pPr>
        <w:ind w:firstLine="540"/>
        <w:jc w:val="center"/>
        <w:rPr>
          <w:b/>
          <w:sz w:val="24"/>
          <w:szCs w:val="24"/>
        </w:rPr>
      </w:pPr>
      <w:r w:rsidRPr="005E592D">
        <w:rPr>
          <w:b/>
          <w:sz w:val="24"/>
          <w:szCs w:val="24"/>
        </w:rPr>
        <w:t>ПРИЗНАНИЕ ОТКРЫТОГО КОНКУРСА НЕСОСТОЯВШИМСЯ</w:t>
      </w:r>
    </w:p>
    <w:p w:rsidR="001C5543" w:rsidRPr="005E592D" w:rsidRDefault="001C5543" w:rsidP="00D576E3">
      <w:pPr>
        <w:ind w:firstLine="540"/>
        <w:jc w:val="both"/>
        <w:rPr>
          <w:b/>
          <w:sz w:val="24"/>
          <w:szCs w:val="24"/>
        </w:rPr>
      </w:pPr>
    </w:p>
    <w:p w:rsidR="001C5543" w:rsidRPr="005E592D" w:rsidRDefault="001C5543"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1C5543" w:rsidRPr="005E592D" w:rsidRDefault="001C5543"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1C5543" w:rsidRPr="005E592D" w:rsidRDefault="001C5543"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1C5543" w:rsidRPr="005E592D" w:rsidRDefault="001C5543"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1C5543" w:rsidRPr="005E592D" w:rsidRDefault="001C5543" w:rsidP="005E592D">
      <w:pPr>
        <w:ind w:firstLine="284"/>
        <w:jc w:val="both"/>
        <w:rPr>
          <w:sz w:val="24"/>
          <w:szCs w:val="24"/>
        </w:rPr>
      </w:pPr>
      <w:r>
        <w:rPr>
          <w:sz w:val="24"/>
          <w:szCs w:val="24"/>
        </w:rPr>
        <w:t>23.1</w:t>
      </w:r>
      <w:r w:rsidRPr="005E592D">
        <w:rPr>
          <w:sz w:val="24"/>
          <w:szCs w:val="24"/>
        </w:rPr>
        <w:t xml:space="preserve">.4. Победитель открытого конкурса 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1C5543" w:rsidRPr="005E592D" w:rsidRDefault="001C5543"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1C5543" w:rsidRDefault="001C5543" w:rsidP="001E065A">
      <w:pPr>
        <w:ind w:firstLine="284"/>
        <w:jc w:val="both"/>
      </w:pPr>
      <w:r>
        <w:rPr>
          <w:sz w:val="24"/>
          <w:szCs w:val="24"/>
        </w:rPr>
        <w:t>23.2</w:t>
      </w:r>
      <w:r w:rsidRPr="005E592D">
        <w:rPr>
          <w:sz w:val="24"/>
          <w:szCs w:val="24"/>
        </w:rPr>
        <w:t xml:space="preserve">. В случае,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1C5543" w:rsidRDefault="001C5543" w:rsidP="001E065A">
      <w:pPr>
        <w:ind w:firstLine="284"/>
        <w:jc w:val="both"/>
      </w:pPr>
    </w:p>
    <w:p w:rsidR="001C5543" w:rsidRPr="005E592D" w:rsidRDefault="001C5543" w:rsidP="001E065A">
      <w:pPr>
        <w:ind w:firstLine="284"/>
        <w:jc w:val="both"/>
        <w:rPr>
          <w:b/>
          <w:iCs/>
        </w:rPr>
      </w:pPr>
    </w:p>
    <w:p w:rsidR="001C5543" w:rsidRPr="005E592D" w:rsidRDefault="001C5543" w:rsidP="00D576E3">
      <w:pPr>
        <w:pStyle w:val="BodyText"/>
        <w:ind w:firstLine="540"/>
        <w:jc w:val="center"/>
        <w:rPr>
          <w:b/>
          <w:iCs/>
          <w:sz w:val="24"/>
          <w:szCs w:val="24"/>
        </w:rPr>
      </w:pPr>
      <w:r w:rsidRPr="005E592D">
        <w:rPr>
          <w:b/>
          <w:iCs/>
          <w:sz w:val="24"/>
          <w:szCs w:val="24"/>
        </w:rPr>
        <w:t>Глава 24</w:t>
      </w:r>
    </w:p>
    <w:p w:rsidR="001C5543" w:rsidRPr="005E592D" w:rsidRDefault="001C5543" w:rsidP="00D576E3">
      <w:pPr>
        <w:pStyle w:val="BodyText"/>
        <w:ind w:firstLine="540"/>
        <w:jc w:val="center"/>
        <w:rPr>
          <w:b/>
          <w:sz w:val="24"/>
          <w:szCs w:val="24"/>
        </w:rPr>
      </w:pPr>
      <w:r w:rsidRPr="005E592D">
        <w:rPr>
          <w:b/>
          <w:sz w:val="24"/>
          <w:szCs w:val="24"/>
        </w:rPr>
        <w:t>ЗАКЛЮЧЕНИЯ ДОГОВОРА (КОНТРАКТА)</w:t>
      </w:r>
    </w:p>
    <w:p w:rsidR="001C5543" w:rsidRPr="005E592D" w:rsidRDefault="001C5543" w:rsidP="00D576E3">
      <w:pPr>
        <w:suppressAutoHyphens/>
        <w:autoSpaceDE w:val="0"/>
        <w:autoSpaceDN w:val="0"/>
        <w:adjustRightInd w:val="0"/>
        <w:jc w:val="center"/>
        <w:rPr>
          <w:b/>
          <w:sz w:val="24"/>
          <w:szCs w:val="24"/>
        </w:rPr>
      </w:pPr>
    </w:p>
    <w:p w:rsidR="001C5543" w:rsidRPr="005E592D" w:rsidRDefault="001C5543"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1C5543" w:rsidRPr="005E592D" w:rsidRDefault="001C5543"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1C5543" w:rsidRPr="005E592D" w:rsidRDefault="001C5543" w:rsidP="005E592D">
      <w:pPr>
        <w:ind w:firstLine="284"/>
        <w:jc w:val="both"/>
        <w:rPr>
          <w:sz w:val="24"/>
          <w:szCs w:val="24"/>
        </w:rPr>
      </w:pPr>
      <w:r w:rsidRPr="005E592D">
        <w:rPr>
          <w:sz w:val="24"/>
          <w:szCs w:val="24"/>
        </w:rPr>
        <w:t>Заключение договора (контракта) осуществляется по истечении 5 (пяти) календарных дней 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1C5543" w:rsidRPr="005E592D" w:rsidRDefault="001C5543"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1C5543" w:rsidRPr="005E592D" w:rsidRDefault="001C5543" w:rsidP="005E592D">
      <w:pPr>
        <w:ind w:firstLine="284"/>
        <w:jc w:val="both"/>
        <w:rPr>
          <w:sz w:val="24"/>
          <w:szCs w:val="24"/>
        </w:rPr>
      </w:pPr>
      <w:r w:rsidRPr="005E592D">
        <w:rPr>
          <w:sz w:val="24"/>
          <w:szCs w:val="24"/>
        </w:rPr>
        <w:t>Выбранный поставщик обязан подписать, скрепить печатью, и передать заказчику договор (контракт) не позднее 10 (десяти) календарных дней со дня направления заказчиком договора (контракта) выбранному поставщику.</w:t>
      </w:r>
    </w:p>
    <w:p w:rsidR="001C5543" w:rsidRPr="005E592D" w:rsidRDefault="001C5543"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1C5543" w:rsidRPr="005E592D" w:rsidRDefault="001C5543" w:rsidP="005E592D">
      <w:pPr>
        <w:ind w:firstLine="284"/>
        <w:jc w:val="both"/>
        <w:rPr>
          <w:sz w:val="24"/>
          <w:szCs w:val="24"/>
        </w:rPr>
      </w:pPr>
      <w:r>
        <w:rPr>
          <w:sz w:val="24"/>
          <w:szCs w:val="24"/>
        </w:rPr>
        <w:t>24.4</w:t>
      </w:r>
      <w:r w:rsidRPr="005E592D">
        <w:rPr>
          <w:sz w:val="24"/>
          <w:szCs w:val="24"/>
        </w:rPr>
        <w:t>.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календарных дней со дня направления участником договора (контракта) заказчику.</w:t>
      </w:r>
    </w:p>
    <w:p w:rsidR="001C5543" w:rsidRPr="005E592D" w:rsidRDefault="001C5543"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календарных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1C5543" w:rsidRPr="005E592D" w:rsidRDefault="001C5543"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1C5543" w:rsidRPr="005E592D" w:rsidRDefault="001C5543"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1C5543" w:rsidRPr="005E592D" w:rsidRDefault="001C5543"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1C5543" w:rsidRPr="005E592D" w:rsidRDefault="001C5543"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1C5543" w:rsidRPr="005E592D" w:rsidRDefault="001C5543"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1C5543" w:rsidRPr="005E592D" w:rsidRDefault="001C5543" w:rsidP="005E592D">
      <w:pPr>
        <w:pStyle w:val="BodyText"/>
        <w:ind w:firstLine="284"/>
        <w:rPr>
          <w:b/>
          <w:sz w:val="24"/>
          <w:szCs w:val="24"/>
        </w:rPr>
      </w:pPr>
      <w:r>
        <w:rPr>
          <w:sz w:val="24"/>
          <w:szCs w:val="24"/>
        </w:rPr>
        <w:t>24.9</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1C5543" w:rsidRDefault="001C5543" w:rsidP="00D576E3">
      <w:pPr>
        <w:pStyle w:val="BodyText"/>
        <w:jc w:val="center"/>
        <w:rPr>
          <w:b/>
          <w:sz w:val="24"/>
          <w:szCs w:val="24"/>
        </w:rPr>
      </w:pPr>
    </w:p>
    <w:p w:rsidR="001C5543" w:rsidRPr="005E592D" w:rsidRDefault="001C5543" w:rsidP="00D576E3">
      <w:pPr>
        <w:pStyle w:val="BodyText"/>
        <w:jc w:val="center"/>
        <w:rPr>
          <w:b/>
          <w:sz w:val="24"/>
          <w:szCs w:val="24"/>
        </w:rPr>
      </w:pPr>
    </w:p>
    <w:p w:rsidR="001C5543" w:rsidRPr="005E7816" w:rsidRDefault="001C5543" w:rsidP="00D576E3">
      <w:pPr>
        <w:pStyle w:val="BodyText"/>
        <w:jc w:val="center"/>
        <w:rPr>
          <w:b/>
          <w:sz w:val="24"/>
          <w:szCs w:val="24"/>
        </w:rPr>
      </w:pPr>
      <w:r w:rsidRPr="005E7816">
        <w:rPr>
          <w:b/>
          <w:sz w:val="24"/>
          <w:szCs w:val="24"/>
        </w:rPr>
        <w:t>Глава 25</w:t>
      </w:r>
    </w:p>
    <w:p w:rsidR="001C5543" w:rsidRPr="005E7816" w:rsidRDefault="001C5543" w:rsidP="00D576E3">
      <w:pPr>
        <w:pStyle w:val="BodyText"/>
        <w:jc w:val="center"/>
        <w:rPr>
          <w:b/>
          <w:sz w:val="24"/>
          <w:szCs w:val="24"/>
        </w:rPr>
      </w:pPr>
      <w:r w:rsidRPr="005E7816">
        <w:rPr>
          <w:b/>
          <w:sz w:val="24"/>
          <w:szCs w:val="24"/>
        </w:rPr>
        <w:t xml:space="preserve">РАЗРЕШЕНИЕ РАЗНОГЛАСИЙ, </w:t>
      </w:r>
    </w:p>
    <w:p w:rsidR="001C5543" w:rsidRPr="005E7816" w:rsidRDefault="001C5543" w:rsidP="00D576E3">
      <w:pPr>
        <w:pStyle w:val="BodyText"/>
        <w:jc w:val="center"/>
        <w:rPr>
          <w:b/>
          <w:sz w:val="24"/>
          <w:szCs w:val="24"/>
        </w:rPr>
      </w:pPr>
      <w:r w:rsidRPr="005E7816">
        <w:rPr>
          <w:b/>
          <w:sz w:val="24"/>
          <w:szCs w:val="24"/>
        </w:rPr>
        <w:t>СВЯЗАНЫХ  С ПРОВЕДЕНИЕМ ОТКРЫТОГО КОНКУРСА</w:t>
      </w:r>
    </w:p>
    <w:p w:rsidR="001C5543" w:rsidRPr="005E7816" w:rsidRDefault="001C5543" w:rsidP="00D576E3">
      <w:pPr>
        <w:ind w:firstLine="180"/>
        <w:jc w:val="both"/>
        <w:rPr>
          <w:sz w:val="24"/>
          <w:szCs w:val="24"/>
        </w:rPr>
      </w:pPr>
    </w:p>
    <w:p w:rsidR="001C5543" w:rsidRPr="005E7816" w:rsidRDefault="001C5543"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
    <w:p w:rsidR="001C5543" w:rsidRPr="005E7816" w:rsidRDefault="001C5543"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1C5543" w:rsidRPr="005E592D" w:rsidRDefault="001C5543" w:rsidP="00D576E3">
      <w:pPr>
        <w:ind w:left="6840" w:firstLine="1978"/>
        <w:rPr>
          <w:sz w:val="24"/>
          <w:szCs w:val="24"/>
        </w:rPr>
      </w:pPr>
      <w:r w:rsidRPr="005E592D">
        <w:rPr>
          <w:sz w:val="24"/>
          <w:szCs w:val="24"/>
        </w:rPr>
        <w:t xml:space="preserve">                                                                                                                                       </w:t>
      </w:r>
    </w:p>
    <w:p w:rsidR="001C5543" w:rsidRPr="005E592D" w:rsidRDefault="001C5543" w:rsidP="00D576E3">
      <w:pPr>
        <w:rPr>
          <w:sz w:val="24"/>
          <w:szCs w:val="24"/>
        </w:rPr>
      </w:pPr>
    </w:p>
    <w:p w:rsidR="001C5543" w:rsidRPr="005E592D" w:rsidRDefault="001C5543" w:rsidP="00D576E3">
      <w:pPr>
        <w:rPr>
          <w:sz w:val="24"/>
          <w:szCs w:val="24"/>
        </w:rPr>
      </w:pPr>
      <w:r w:rsidRPr="005E592D">
        <w:rPr>
          <w:sz w:val="24"/>
          <w:szCs w:val="24"/>
        </w:rPr>
        <w:t>Начальник отдела закупок                                                                                 В.В.</w:t>
      </w:r>
      <w:r>
        <w:rPr>
          <w:sz w:val="24"/>
          <w:szCs w:val="24"/>
        </w:rPr>
        <w:t xml:space="preserve"> </w:t>
      </w:r>
      <w:r w:rsidRPr="005E592D">
        <w:rPr>
          <w:sz w:val="24"/>
          <w:szCs w:val="24"/>
        </w:rPr>
        <w:t xml:space="preserve">Латогурский </w:t>
      </w:r>
    </w:p>
    <w:p w:rsidR="001C5543" w:rsidRPr="005E592D" w:rsidRDefault="001C5543" w:rsidP="00D576E3">
      <w:pPr>
        <w:rPr>
          <w:sz w:val="24"/>
          <w:szCs w:val="24"/>
        </w:rPr>
      </w:pPr>
    </w:p>
    <w:p w:rsidR="001C5543" w:rsidRPr="005E592D" w:rsidRDefault="001C5543" w:rsidP="00D576E3">
      <w:pPr>
        <w:rPr>
          <w:sz w:val="24"/>
          <w:szCs w:val="24"/>
        </w:rPr>
      </w:pPr>
      <w:r w:rsidRPr="005E592D">
        <w:rPr>
          <w:sz w:val="24"/>
          <w:szCs w:val="24"/>
        </w:rPr>
        <w:t>Начальник юридического бюро                                                                        О.Л. Железнов</w:t>
      </w:r>
    </w:p>
    <w:p w:rsidR="001C5543" w:rsidRPr="005E592D" w:rsidRDefault="001C5543" w:rsidP="00D576E3">
      <w:pPr>
        <w:rPr>
          <w:sz w:val="24"/>
          <w:szCs w:val="24"/>
        </w:rPr>
      </w:pPr>
    </w:p>
    <w:p w:rsidR="001C5543" w:rsidRPr="005E592D" w:rsidRDefault="001C5543"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r w:rsidRPr="005E592D">
        <w:rPr>
          <w:sz w:val="24"/>
          <w:szCs w:val="24"/>
        </w:rPr>
        <w:t>Новак</w:t>
      </w:r>
    </w:p>
    <w:p w:rsidR="001C5543" w:rsidRPr="005E592D" w:rsidRDefault="001C5543" w:rsidP="00D576E3">
      <w:pPr>
        <w:rPr>
          <w:sz w:val="24"/>
          <w:szCs w:val="24"/>
        </w:rPr>
      </w:pPr>
    </w:p>
    <w:p w:rsidR="001C5543" w:rsidRDefault="001C5543" w:rsidP="00AC2B0A">
      <w:pPr>
        <w:pStyle w:val="BodyText"/>
        <w:jc w:val="left"/>
        <w:rPr>
          <w:sz w:val="24"/>
          <w:szCs w:val="24"/>
        </w:rPr>
      </w:pPr>
      <w:r>
        <w:rPr>
          <w:sz w:val="24"/>
          <w:szCs w:val="24"/>
        </w:rPr>
        <w:t>Менеджер по закупкам ИС</w:t>
      </w:r>
      <w:r w:rsidRPr="00AC2B0A">
        <w:rPr>
          <w:sz w:val="24"/>
          <w:szCs w:val="24"/>
        </w:rPr>
        <w:t xml:space="preserve">                          </w:t>
      </w:r>
      <w:r w:rsidRPr="00AC2B0A">
        <w:rPr>
          <w:sz w:val="24"/>
          <w:szCs w:val="24"/>
        </w:rPr>
        <w:tab/>
        <w:t xml:space="preserve">                                    </w:t>
      </w:r>
      <w:r>
        <w:rPr>
          <w:sz w:val="24"/>
          <w:szCs w:val="24"/>
        </w:rPr>
        <w:t xml:space="preserve">        И.В.Васюк</w:t>
      </w:r>
    </w:p>
    <w:p w:rsidR="001C5543" w:rsidRDefault="001C5543" w:rsidP="00AC2B0A">
      <w:pPr>
        <w:pStyle w:val="BodyText"/>
        <w:jc w:val="left"/>
        <w:rPr>
          <w:sz w:val="24"/>
          <w:szCs w:val="24"/>
        </w:rPr>
      </w:pPr>
    </w:p>
    <w:p w:rsidR="001C5543" w:rsidRPr="00AC2B0A" w:rsidRDefault="001C5543" w:rsidP="00AC2B0A">
      <w:pPr>
        <w:pStyle w:val="BodyText"/>
        <w:jc w:val="left"/>
        <w:rPr>
          <w:sz w:val="24"/>
          <w:szCs w:val="24"/>
        </w:rPr>
      </w:pPr>
    </w:p>
    <w:p w:rsidR="001C5543" w:rsidRDefault="001C5543" w:rsidP="00F547E7">
      <w:pPr>
        <w:tabs>
          <w:tab w:val="left" w:pos="7588"/>
        </w:tabs>
        <w:rPr>
          <w:sz w:val="24"/>
          <w:szCs w:val="24"/>
        </w:rPr>
      </w:pPr>
    </w:p>
    <w:p w:rsidR="001C5543" w:rsidRPr="00F547E7" w:rsidRDefault="001C5543" w:rsidP="00F547E7">
      <w:pPr>
        <w:tabs>
          <w:tab w:val="left" w:pos="7588"/>
        </w:tabs>
        <w:rPr>
          <w:sz w:val="24"/>
          <w:szCs w:val="24"/>
        </w:rPr>
      </w:pPr>
    </w:p>
    <w:p w:rsidR="001C5543" w:rsidRPr="00F547E7" w:rsidRDefault="001C5543" w:rsidP="00F547E7">
      <w:pPr>
        <w:tabs>
          <w:tab w:val="left" w:pos="7588"/>
        </w:tabs>
        <w:rPr>
          <w:sz w:val="24"/>
          <w:szCs w:val="24"/>
        </w:rPr>
      </w:pPr>
    </w:p>
    <w:p w:rsidR="001C5543" w:rsidRPr="00F547E7" w:rsidRDefault="001C5543" w:rsidP="00F547E7">
      <w:pPr>
        <w:tabs>
          <w:tab w:val="left" w:pos="7588"/>
        </w:tabs>
        <w:rPr>
          <w:sz w:val="24"/>
          <w:szCs w:val="24"/>
        </w:rPr>
      </w:pPr>
    </w:p>
    <w:p w:rsidR="001C5543" w:rsidRDefault="001C5543"/>
    <w:sectPr w:rsidR="001C5543" w:rsidSect="00D576E3">
      <w:headerReference w:type="even" r:id="rId15"/>
      <w:headerReference w:type="default" r:id="rId16"/>
      <w:pgSz w:w="11906" w:h="16838"/>
      <w:pgMar w:top="840" w:right="454" w:bottom="89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543" w:rsidRDefault="001C5543">
      <w:r>
        <w:separator/>
      </w:r>
    </w:p>
  </w:endnote>
  <w:endnote w:type="continuationSeparator" w:id="0">
    <w:p w:rsidR="001C5543" w:rsidRDefault="001C55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543" w:rsidRDefault="001C5543">
      <w:r>
        <w:separator/>
      </w:r>
    </w:p>
  </w:footnote>
  <w:footnote w:type="continuationSeparator" w:id="0">
    <w:p w:rsidR="001C5543" w:rsidRDefault="001C55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43" w:rsidRDefault="001C5543" w:rsidP="00D576E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C5543" w:rsidRDefault="001C55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43" w:rsidRDefault="001C5543" w:rsidP="00D576E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1C5543" w:rsidRDefault="001C55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824"/>
    <w:rsid w:val="004A48BB"/>
    <w:rsid w:val="004A492A"/>
    <w:rsid w:val="004A51FD"/>
    <w:rsid w:val="004A5C1F"/>
    <w:rsid w:val="004A626C"/>
    <w:rsid w:val="004A6D43"/>
    <w:rsid w:val="004A715C"/>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737"/>
    <w:rsid w:val="00AC1003"/>
    <w:rsid w:val="00AC126D"/>
    <w:rsid w:val="00AC188D"/>
    <w:rsid w:val="00AC26BC"/>
    <w:rsid w:val="00AC2B0A"/>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8FB"/>
    <w:rsid w:val="00AF7C7E"/>
    <w:rsid w:val="00AF7D10"/>
    <w:rsid w:val="00B0025F"/>
    <w:rsid w:val="00B003E3"/>
    <w:rsid w:val="00B0047C"/>
    <w:rsid w:val="00B011D6"/>
    <w:rsid w:val="00B016BB"/>
    <w:rsid w:val="00B01BC6"/>
    <w:rsid w:val="00B01D2F"/>
    <w:rsid w:val="00B02EB2"/>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A1C4A"/>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1866"/>
    <w:rsid w:val="00F02607"/>
    <w:rsid w:val="00F05294"/>
    <w:rsid w:val="00F05B2B"/>
    <w:rsid w:val="00F061D2"/>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6E3"/>
    <w:rPr>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576E3"/>
    <w:pPr>
      <w:jc w:val="both"/>
    </w:pPr>
    <w:rPr>
      <w:szCs w:val="28"/>
    </w:rPr>
  </w:style>
  <w:style w:type="character" w:customStyle="1" w:styleId="BodyTextChar">
    <w:name w:val="Body Text Char"/>
    <w:basedOn w:val="DefaultParagraphFont"/>
    <w:link w:val="BodyText"/>
    <w:uiPriority w:val="99"/>
    <w:locked/>
    <w:rsid w:val="00D576E3"/>
    <w:rPr>
      <w:rFonts w:cs="Times New Roman"/>
      <w:sz w:val="28"/>
      <w:szCs w:val="28"/>
      <w:lang w:val="ru-RU" w:eastAsia="ru-RU" w:bidi="ar-SA"/>
    </w:rPr>
  </w:style>
  <w:style w:type="paragraph" w:styleId="BodyTextIndent">
    <w:name w:val="Body Text Indent"/>
    <w:basedOn w:val="Normal"/>
    <w:link w:val="BodyTextIndentChar"/>
    <w:uiPriority w:val="99"/>
    <w:rsid w:val="00D576E3"/>
    <w:pPr>
      <w:ind w:firstLine="900"/>
      <w:jc w:val="both"/>
    </w:pPr>
    <w:rPr>
      <w:szCs w:val="28"/>
    </w:rPr>
  </w:style>
  <w:style w:type="character" w:customStyle="1" w:styleId="BodyTextIndentChar">
    <w:name w:val="Body Text Indent Char"/>
    <w:basedOn w:val="DefaultParagraphFont"/>
    <w:link w:val="BodyTextIndent"/>
    <w:uiPriority w:val="99"/>
    <w:semiHidden/>
    <w:locked/>
    <w:rsid w:val="00D576E3"/>
    <w:rPr>
      <w:rFonts w:cs="Times New Roman"/>
      <w:sz w:val="28"/>
      <w:szCs w:val="28"/>
      <w:lang w:val="ru-RU" w:eastAsia="ru-RU" w:bidi="ar-SA"/>
    </w:rPr>
  </w:style>
  <w:style w:type="character" w:styleId="Hyperlink">
    <w:name w:val="Hyperlink"/>
    <w:basedOn w:val="DefaultParagraphFont"/>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Normal"/>
    <w:uiPriority w:val="99"/>
    <w:rsid w:val="00D576E3"/>
    <w:pPr>
      <w:ind w:firstLine="567"/>
      <w:jc w:val="both"/>
    </w:pPr>
    <w:rPr>
      <w:sz w:val="24"/>
      <w:szCs w:val="24"/>
    </w:rPr>
  </w:style>
  <w:style w:type="paragraph" w:customStyle="1" w:styleId="point">
    <w:name w:val="point"/>
    <w:basedOn w:val="Normal"/>
    <w:uiPriority w:val="99"/>
    <w:rsid w:val="00D576E3"/>
    <w:pPr>
      <w:ind w:firstLine="567"/>
      <w:jc w:val="both"/>
    </w:pPr>
    <w:rPr>
      <w:sz w:val="24"/>
      <w:szCs w:val="24"/>
    </w:rPr>
  </w:style>
  <w:style w:type="paragraph" w:customStyle="1" w:styleId="underpoint">
    <w:name w:val="underpoint"/>
    <w:basedOn w:val="Normal"/>
    <w:uiPriority w:val="99"/>
    <w:rsid w:val="00D576E3"/>
    <w:pPr>
      <w:ind w:firstLine="567"/>
      <w:jc w:val="both"/>
    </w:pPr>
    <w:rPr>
      <w:sz w:val="24"/>
      <w:szCs w:val="24"/>
    </w:rPr>
  </w:style>
  <w:style w:type="character" w:styleId="FootnoteReference">
    <w:name w:val="footnote reference"/>
    <w:basedOn w:val="DefaultParagraphFont"/>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Normal"/>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DefaultParagraphFont"/>
    <w:uiPriority w:val="99"/>
    <w:rsid w:val="00D576E3"/>
    <w:rPr>
      <w:rFonts w:ascii="Times New Roman" w:hAnsi="Times New Roman" w:cs="Times New Roman"/>
      <w:sz w:val="26"/>
      <w:szCs w:val="26"/>
    </w:rPr>
  </w:style>
  <w:style w:type="paragraph" w:styleId="Header">
    <w:name w:val="header"/>
    <w:basedOn w:val="Normal"/>
    <w:link w:val="HeaderChar"/>
    <w:uiPriority w:val="99"/>
    <w:rsid w:val="00D576E3"/>
    <w:pPr>
      <w:tabs>
        <w:tab w:val="center" w:pos="4677"/>
        <w:tab w:val="right" w:pos="9355"/>
      </w:tabs>
    </w:pPr>
  </w:style>
  <w:style w:type="character" w:customStyle="1" w:styleId="HeaderChar">
    <w:name w:val="Header Char"/>
    <w:basedOn w:val="DefaultParagraphFont"/>
    <w:link w:val="Header"/>
    <w:uiPriority w:val="99"/>
    <w:semiHidden/>
    <w:locked/>
    <w:rsid w:val="00D576E3"/>
    <w:rPr>
      <w:rFonts w:cs="Times New Roman"/>
      <w:sz w:val="28"/>
      <w:lang w:val="ru-RU" w:eastAsia="ru-RU" w:bidi="ar-SA"/>
    </w:rPr>
  </w:style>
  <w:style w:type="character" w:styleId="PageNumber">
    <w:name w:val="page number"/>
    <w:basedOn w:val="DefaultParagraphFont"/>
    <w:uiPriority w:val="99"/>
    <w:rsid w:val="00D576E3"/>
    <w:rPr>
      <w:rFonts w:cs="Times New Roman"/>
    </w:rPr>
  </w:style>
  <w:style w:type="paragraph" w:styleId="BalloonText">
    <w:name w:val="Balloon Text"/>
    <w:basedOn w:val="Normal"/>
    <w:link w:val="BalloonTextChar"/>
    <w:uiPriority w:val="99"/>
    <w:rsid w:val="0012006C"/>
    <w:rPr>
      <w:rFonts w:ascii="Tahoma" w:hAnsi="Tahoma" w:cs="Tahoma"/>
      <w:sz w:val="16"/>
      <w:szCs w:val="16"/>
    </w:rPr>
  </w:style>
  <w:style w:type="character" w:customStyle="1" w:styleId="BalloonTextChar">
    <w:name w:val="Balloon Text Char"/>
    <w:basedOn w:val="DefaultParagraphFont"/>
    <w:link w:val="BalloonText"/>
    <w:uiPriority w:val="99"/>
    <w:locked/>
    <w:rsid w:val="0012006C"/>
    <w:rPr>
      <w:rFonts w:ascii="Tahoma" w:hAnsi="Tahoma" w:cs="Tahoma"/>
      <w:sz w:val="16"/>
      <w:szCs w:val="16"/>
    </w:rPr>
  </w:style>
  <w:style w:type="paragraph" w:customStyle="1" w:styleId="p-normal">
    <w:name w:val="p-normal"/>
    <w:basedOn w:val="Normal"/>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297</TotalTime>
  <Pages>25</Pages>
  <Words>11890</Words>
  <Characters>-32766</Characters>
  <Application>Microsoft Office Outlook</Application>
  <DocSecurity>0</DocSecurity>
  <Lines>0</Lines>
  <Paragraphs>0</Paragraphs>
  <ScaleCrop>false</ScaleCrop>
  <Company>NhT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omts</cp:lastModifiedBy>
  <cp:revision>32</cp:revision>
  <cp:lastPrinted>2021-06-07T11:33:00Z</cp:lastPrinted>
  <dcterms:created xsi:type="dcterms:W3CDTF">2021-01-06T08:31:00Z</dcterms:created>
  <dcterms:modified xsi:type="dcterms:W3CDTF">2021-06-07T12:04:00Z</dcterms:modified>
</cp:coreProperties>
</file>